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E1FF" w14:textId="77777777" w:rsidR="006A30BC" w:rsidRDefault="006A30BC" w:rsidP="000A69B8">
      <w:pPr>
        <w:tabs>
          <w:tab w:val="left" w:pos="3240"/>
        </w:tabs>
        <w:spacing w:line="1200" w:lineRule="exact"/>
        <w:jc w:val="center"/>
        <w:rPr>
          <w:rFonts w:ascii="宋体" w:hAnsi="宋体"/>
          <w:b/>
          <w:spacing w:val="60"/>
          <w:kern w:val="44"/>
          <w:sz w:val="56"/>
          <w:szCs w:val="72"/>
        </w:rPr>
      </w:pPr>
    </w:p>
    <w:p w14:paraId="3E639168" w14:textId="77777777" w:rsidR="0013560C" w:rsidRPr="00885B8D" w:rsidRDefault="0013560C" w:rsidP="000A69B8">
      <w:pPr>
        <w:tabs>
          <w:tab w:val="left" w:pos="3240"/>
        </w:tabs>
        <w:spacing w:line="1200" w:lineRule="exact"/>
        <w:jc w:val="center"/>
        <w:rPr>
          <w:rFonts w:ascii="华文新魏" w:eastAsia="华文新魏"/>
          <w:b/>
          <w:color w:val="000000"/>
          <w:sz w:val="72"/>
          <w:szCs w:val="21"/>
        </w:rPr>
      </w:pPr>
      <w:r>
        <w:rPr>
          <w:noProof/>
        </w:rPr>
        <w:drawing>
          <wp:inline distT="0" distB="0" distL="0" distR="0" wp14:anchorId="595E6860" wp14:editId="15D70385">
            <wp:extent cx="3552825" cy="703566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1483" cy="77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E150E" w14:textId="77777777" w:rsidR="00885B8D" w:rsidRPr="000A69B8" w:rsidRDefault="00885B8D" w:rsidP="000A69B8">
      <w:pPr>
        <w:spacing w:line="900" w:lineRule="exact"/>
        <w:jc w:val="center"/>
        <w:rPr>
          <w:rFonts w:ascii="宋体" w:hAnsi="宋体"/>
          <w:b/>
          <w:spacing w:val="60"/>
          <w:kern w:val="44"/>
          <w:sz w:val="72"/>
          <w:szCs w:val="72"/>
        </w:rPr>
      </w:pPr>
      <w:r w:rsidRPr="000A69B8">
        <w:rPr>
          <w:rFonts w:ascii="宋体" w:hAnsi="宋体" w:hint="eastAsia"/>
          <w:b/>
          <w:spacing w:val="60"/>
          <w:kern w:val="44"/>
          <w:sz w:val="72"/>
          <w:szCs w:val="72"/>
        </w:rPr>
        <w:t>本科生毕业设计</w:t>
      </w:r>
      <w:r w:rsidRPr="000A69B8">
        <w:rPr>
          <w:rFonts w:ascii="宋体" w:hAnsi="宋体"/>
          <w:b/>
          <w:spacing w:val="60"/>
          <w:kern w:val="44"/>
          <w:sz w:val="72"/>
          <w:szCs w:val="72"/>
        </w:rPr>
        <w:t>(</w:t>
      </w:r>
      <w:r w:rsidRPr="000A69B8">
        <w:rPr>
          <w:rFonts w:ascii="宋体" w:hAnsi="宋体" w:hint="eastAsia"/>
          <w:b/>
          <w:spacing w:val="60"/>
          <w:kern w:val="44"/>
          <w:sz w:val="72"/>
          <w:szCs w:val="72"/>
        </w:rPr>
        <w:t>论文)</w:t>
      </w:r>
    </w:p>
    <w:p w14:paraId="590A7E7F" w14:textId="77777777" w:rsidR="00D14DD2" w:rsidRPr="000A69B8" w:rsidRDefault="00D14DD2" w:rsidP="000A69B8">
      <w:pPr>
        <w:pStyle w:val="1"/>
        <w:spacing w:before="0" w:after="0" w:line="900" w:lineRule="exact"/>
        <w:jc w:val="center"/>
        <w:rPr>
          <w:rFonts w:ascii="宋体" w:eastAsia="宋体" w:hAnsi="宋体"/>
          <w:sz w:val="72"/>
          <w:szCs w:val="72"/>
        </w:rPr>
      </w:pPr>
      <w:r w:rsidRPr="000A69B8">
        <w:rPr>
          <w:rFonts w:ascii="宋体" w:eastAsia="宋体" w:hAnsi="宋体"/>
          <w:sz w:val="72"/>
          <w:szCs w:val="72"/>
        </w:rPr>
        <w:t>指导手册</w:t>
      </w:r>
    </w:p>
    <w:p w14:paraId="02A3A1C3" w14:textId="77777777" w:rsidR="00C26963" w:rsidRDefault="00C26963" w:rsidP="006E28B3">
      <w:pPr>
        <w:spacing w:beforeLines="100" w:before="312" w:afterLines="100" w:after="312"/>
        <w:jc w:val="center"/>
        <w:rPr>
          <w:rFonts w:eastAsia="黑体"/>
          <w:b/>
          <w:color w:val="000000"/>
          <w:szCs w:val="21"/>
        </w:rPr>
      </w:pPr>
    </w:p>
    <w:p w14:paraId="5A815E3A" w14:textId="77777777" w:rsidR="00BA6DA9" w:rsidRDefault="00BA6DA9" w:rsidP="00C730F5">
      <w:pPr>
        <w:tabs>
          <w:tab w:val="left" w:pos="377"/>
        </w:tabs>
        <w:snapToGrid w:val="0"/>
        <w:spacing w:line="30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华文细黑" w:eastAsia="华文细黑" w:hAnsi="华文细黑" w:hint="eastAsia"/>
          <w:b/>
          <w:sz w:val="44"/>
          <w:szCs w:val="44"/>
          <w:lang w:bidi="en-US"/>
        </w:rPr>
        <w:t>北京理工大学本科生毕业设计（论文）题目</w:t>
      </w:r>
    </w:p>
    <w:p w14:paraId="3008AD3E" w14:textId="77777777" w:rsidR="00BA6DA9" w:rsidRDefault="00BA6DA9" w:rsidP="00C730F5">
      <w:pPr>
        <w:snapToGrid w:val="0"/>
        <w:spacing w:line="300" w:lineRule="auto"/>
        <w:jc w:val="center"/>
      </w:pPr>
      <w:r>
        <w:rPr>
          <w:b/>
          <w:color w:val="000000"/>
          <w:sz w:val="32"/>
          <w:szCs w:val="32"/>
        </w:rPr>
        <w:t xml:space="preserve">The Subject of Undergraduate Graduation Project (Thesis) of </w:t>
      </w:r>
      <w:r w:rsidR="00C730F5">
        <w:rPr>
          <w:b/>
          <w:color w:val="000000"/>
          <w:sz w:val="32"/>
          <w:szCs w:val="32"/>
        </w:rPr>
        <w:t>B</w:t>
      </w:r>
      <w:r w:rsidR="00C730F5">
        <w:rPr>
          <w:rFonts w:hint="eastAsia"/>
          <w:b/>
          <w:color w:val="000000"/>
          <w:sz w:val="32"/>
          <w:szCs w:val="32"/>
        </w:rPr>
        <w:t>eijing</w:t>
      </w:r>
      <w:r w:rsidR="00C730F5">
        <w:rPr>
          <w:b/>
          <w:color w:val="000000"/>
          <w:sz w:val="32"/>
          <w:szCs w:val="32"/>
        </w:rPr>
        <w:t xml:space="preserve"> Institute of Technology</w:t>
      </w:r>
    </w:p>
    <w:p w14:paraId="57EAE9A8" w14:textId="77777777" w:rsidR="00BA6DA9" w:rsidRPr="00BA6DA9" w:rsidRDefault="00BA6DA9" w:rsidP="001B148D">
      <w:pPr>
        <w:jc w:val="left"/>
        <w:rPr>
          <w:rFonts w:ascii="黑体" w:eastAsia="黑体" w:hAnsi="黑体"/>
          <w:b/>
          <w:sz w:val="36"/>
          <w:szCs w:val="36"/>
        </w:rPr>
      </w:pPr>
    </w:p>
    <w:p w14:paraId="6A12AC78" w14:textId="77777777" w:rsidR="001B148D" w:rsidRDefault="001B148D" w:rsidP="001B148D">
      <w:pPr>
        <w:jc w:val="center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1"/>
        <w:gridCol w:w="4415"/>
      </w:tblGrid>
      <w:tr w:rsidR="005D5B52" w:rsidRPr="000820EF" w14:paraId="36005094" w14:textId="77777777" w:rsidTr="00B72DE1">
        <w:trPr>
          <w:trHeight w:val="680"/>
          <w:jc w:val="center"/>
        </w:trPr>
        <w:tc>
          <w:tcPr>
            <w:tcW w:w="2101" w:type="dxa"/>
            <w:vAlign w:val="bottom"/>
          </w:tcPr>
          <w:p w14:paraId="696F5AA6" w14:textId="77777777" w:rsidR="005D5B52" w:rsidRPr="000820EF" w:rsidRDefault="005D5B52" w:rsidP="00B72DE1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</w:t>
            </w:r>
            <w:r w:rsidR="00760527" w:rsidRPr="000820EF">
              <w:rPr>
                <w:rFonts w:hint="eastAsia"/>
                <w:sz w:val="32"/>
                <w:szCs w:val="32"/>
              </w:rPr>
              <w:t xml:space="preserve"> </w:t>
            </w:r>
            <w:r w:rsidR="00760527"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院：</w:t>
            </w:r>
          </w:p>
        </w:tc>
        <w:tc>
          <w:tcPr>
            <w:tcW w:w="4415" w:type="dxa"/>
            <w:tcBorders>
              <w:bottom w:val="single" w:sz="8" w:space="0" w:color="auto"/>
            </w:tcBorders>
            <w:vAlign w:val="bottom"/>
          </w:tcPr>
          <w:p w14:paraId="6FF57116" w14:textId="77777777" w:rsidR="005D5B52" w:rsidRPr="000820EF" w:rsidRDefault="005D5B52" w:rsidP="00B72DE1">
            <w:pPr>
              <w:jc w:val="center"/>
              <w:rPr>
                <w:sz w:val="32"/>
                <w:szCs w:val="32"/>
              </w:rPr>
            </w:pPr>
          </w:p>
        </w:tc>
      </w:tr>
      <w:tr w:rsidR="005D5B52" w:rsidRPr="000820EF" w14:paraId="0ACC0243" w14:textId="77777777" w:rsidTr="00B72DE1">
        <w:trPr>
          <w:trHeight w:val="680"/>
          <w:jc w:val="center"/>
        </w:trPr>
        <w:tc>
          <w:tcPr>
            <w:tcW w:w="2101" w:type="dxa"/>
            <w:vAlign w:val="bottom"/>
          </w:tcPr>
          <w:p w14:paraId="452013B5" w14:textId="77777777" w:rsidR="005D5B52" w:rsidRPr="000820EF" w:rsidRDefault="005D5B52" w:rsidP="00B72DE1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专</w:t>
            </w:r>
            <w:r w:rsidR="00760527" w:rsidRPr="000820EF">
              <w:rPr>
                <w:rFonts w:hint="eastAsia"/>
                <w:sz w:val="32"/>
                <w:szCs w:val="32"/>
              </w:rPr>
              <w:t xml:space="preserve"> </w:t>
            </w:r>
            <w:r w:rsidR="00760527"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业：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AA0EDB4" w14:textId="77777777" w:rsidR="005D5B52" w:rsidRPr="000820EF" w:rsidRDefault="005D5B52" w:rsidP="00B72DE1">
            <w:pPr>
              <w:jc w:val="center"/>
              <w:rPr>
                <w:sz w:val="32"/>
                <w:szCs w:val="32"/>
              </w:rPr>
            </w:pPr>
          </w:p>
        </w:tc>
      </w:tr>
      <w:tr w:rsidR="000A69B8" w:rsidRPr="000820EF" w14:paraId="17864678" w14:textId="77777777" w:rsidTr="00B72DE1">
        <w:trPr>
          <w:trHeight w:val="680"/>
          <w:jc w:val="center"/>
        </w:trPr>
        <w:tc>
          <w:tcPr>
            <w:tcW w:w="2101" w:type="dxa"/>
            <w:vAlign w:val="bottom"/>
          </w:tcPr>
          <w:p w14:paraId="6334630E" w14:textId="0910BEC9" w:rsidR="000A69B8" w:rsidRPr="000820EF" w:rsidRDefault="000A69B8" w:rsidP="00B72DE1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级：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BC8F5B0" w14:textId="77777777" w:rsidR="000A69B8" w:rsidRPr="000820EF" w:rsidRDefault="000A69B8" w:rsidP="00B72DE1">
            <w:pPr>
              <w:jc w:val="center"/>
              <w:rPr>
                <w:sz w:val="32"/>
                <w:szCs w:val="32"/>
              </w:rPr>
            </w:pPr>
          </w:p>
        </w:tc>
      </w:tr>
      <w:tr w:rsidR="005D5B52" w:rsidRPr="000820EF" w14:paraId="0D427643" w14:textId="77777777" w:rsidTr="00B72DE1">
        <w:trPr>
          <w:trHeight w:val="680"/>
          <w:jc w:val="center"/>
        </w:trPr>
        <w:tc>
          <w:tcPr>
            <w:tcW w:w="2101" w:type="dxa"/>
            <w:vAlign w:val="bottom"/>
          </w:tcPr>
          <w:p w14:paraId="4F7F7F28" w14:textId="77777777" w:rsidR="005D5B52" w:rsidRPr="000820EF" w:rsidRDefault="00760527" w:rsidP="00B72DE1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学生姓名：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93E11EC" w14:textId="77777777" w:rsidR="005D5B52" w:rsidRPr="000820EF" w:rsidRDefault="005D5B52" w:rsidP="00B72DE1">
            <w:pPr>
              <w:jc w:val="center"/>
              <w:rPr>
                <w:sz w:val="32"/>
                <w:szCs w:val="32"/>
              </w:rPr>
            </w:pPr>
          </w:p>
        </w:tc>
      </w:tr>
      <w:tr w:rsidR="005D5B52" w:rsidRPr="000820EF" w14:paraId="4A8EFA53" w14:textId="77777777" w:rsidTr="00B72DE1">
        <w:trPr>
          <w:trHeight w:val="680"/>
          <w:jc w:val="center"/>
        </w:trPr>
        <w:tc>
          <w:tcPr>
            <w:tcW w:w="2101" w:type="dxa"/>
            <w:vAlign w:val="bottom"/>
          </w:tcPr>
          <w:p w14:paraId="49BF8E8E" w14:textId="77777777" w:rsidR="005D5B52" w:rsidRPr="000820EF" w:rsidRDefault="00760527" w:rsidP="00B72DE1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号：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4CCA97D" w14:textId="77777777" w:rsidR="005D5B52" w:rsidRPr="000820EF" w:rsidRDefault="005D5B52" w:rsidP="00B72DE1">
            <w:pPr>
              <w:jc w:val="center"/>
              <w:rPr>
                <w:sz w:val="32"/>
                <w:szCs w:val="32"/>
              </w:rPr>
            </w:pPr>
          </w:p>
        </w:tc>
      </w:tr>
      <w:tr w:rsidR="005D5B52" w:rsidRPr="000820EF" w14:paraId="44866F0E" w14:textId="77777777" w:rsidTr="00B72DE1">
        <w:trPr>
          <w:trHeight w:val="680"/>
          <w:jc w:val="center"/>
        </w:trPr>
        <w:tc>
          <w:tcPr>
            <w:tcW w:w="2101" w:type="dxa"/>
            <w:vAlign w:val="bottom"/>
          </w:tcPr>
          <w:p w14:paraId="6A261ACA" w14:textId="77777777" w:rsidR="005D5B52" w:rsidRPr="000820EF" w:rsidRDefault="00760527" w:rsidP="00B72DE1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指导教师：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2DEB303" w14:textId="7E570670" w:rsidR="005D5B52" w:rsidRPr="000820EF" w:rsidRDefault="00AA30F9" w:rsidP="00B72DE1">
            <w:pPr>
              <w:jc w:val="center"/>
              <w:rPr>
                <w:sz w:val="32"/>
                <w:szCs w:val="32"/>
              </w:rPr>
            </w:pPr>
            <w:r w:rsidRPr="00AA30F9">
              <w:rPr>
                <w:rFonts w:hint="eastAsia"/>
                <w:sz w:val="32"/>
                <w:szCs w:val="32"/>
                <w:highlight w:val="yellow"/>
              </w:rPr>
              <w:t>校内、校外</w:t>
            </w:r>
          </w:p>
        </w:tc>
      </w:tr>
    </w:tbl>
    <w:p w14:paraId="745F3450" w14:textId="77777777" w:rsidR="005D5B52" w:rsidRDefault="005D5B52" w:rsidP="001B148D">
      <w:pPr>
        <w:jc w:val="center"/>
      </w:pPr>
    </w:p>
    <w:p w14:paraId="1D7238BA" w14:textId="77777777" w:rsidR="001B148D" w:rsidRDefault="001B148D" w:rsidP="003167BF"/>
    <w:p w14:paraId="41F70173" w14:textId="1FBB1897" w:rsidR="001B148D" w:rsidRPr="000A7E6A" w:rsidRDefault="000A7E6A" w:rsidP="00181253">
      <w:pPr>
        <w:jc w:val="center"/>
        <w:rPr>
          <w:rFonts w:ascii="宋体" w:hAnsi="宋体"/>
          <w:b/>
          <w:sz w:val="32"/>
          <w:szCs w:val="32"/>
        </w:rPr>
      </w:pPr>
      <w:r w:rsidRPr="000A7E6A">
        <w:rPr>
          <w:rFonts w:ascii="宋体" w:hAnsi="宋体" w:cs="宋体" w:hint="eastAsia"/>
          <w:b/>
          <w:kern w:val="0"/>
          <w:sz w:val="32"/>
          <w:szCs w:val="32"/>
        </w:rPr>
        <w:t>2</w:t>
      </w:r>
      <w:r w:rsidRPr="000A7E6A">
        <w:rPr>
          <w:rFonts w:ascii="宋体" w:hAnsi="宋体" w:cs="宋体"/>
          <w:b/>
          <w:kern w:val="0"/>
          <w:sz w:val="32"/>
          <w:szCs w:val="32"/>
        </w:rPr>
        <w:t>023</w:t>
      </w:r>
      <w:r w:rsidR="00D83400" w:rsidRPr="000A7E6A">
        <w:rPr>
          <w:rFonts w:ascii="宋体" w:hAnsi="宋体" w:cs="宋体" w:hint="eastAsia"/>
          <w:b/>
          <w:kern w:val="0"/>
          <w:sz w:val="32"/>
          <w:szCs w:val="32"/>
        </w:rPr>
        <w:t>年</w:t>
      </w:r>
      <w:r w:rsidRPr="000A7E6A">
        <w:rPr>
          <w:rFonts w:ascii="宋体" w:hAnsi="宋体" w:cs="宋体" w:hint="eastAsia"/>
          <w:b/>
          <w:kern w:val="0"/>
          <w:sz w:val="32"/>
          <w:szCs w:val="32"/>
        </w:rPr>
        <w:t xml:space="preserve"> 北京理工大学教务部制</w:t>
      </w:r>
    </w:p>
    <w:p w14:paraId="3BFF765D" w14:textId="77777777" w:rsidR="001B148D" w:rsidRDefault="001B148D" w:rsidP="001B148D"/>
    <w:p w14:paraId="5D0567AF" w14:textId="77777777" w:rsidR="00181253" w:rsidRDefault="00181253" w:rsidP="001B148D">
      <w:pPr>
        <w:sectPr w:rsidR="00181253" w:rsidSect="00D4317F">
          <w:footerReference w:type="default" r:id="rId9"/>
          <w:pgSz w:w="11906" w:h="16838" w:code="9"/>
          <w:pgMar w:top="1701" w:right="1474" w:bottom="1474" w:left="1701" w:header="1361" w:footer="1134" w:gutter="0"/>
          <w:pgNumType w:start="1"/>
          <w:cols w:space="425"/>
          <w:titlePg/>
          <w:docGrid w:type="lines" w:linePitch="312"/>
        </w:sectPr>
      </w:pPr>
    </w:p>
    <w:p w14:paraId="526CA29A" w14:textId="77777777" w:rsidR="00D14DD2" w:rsidRDefault="00D14DD2" w:rsidP="00D14DD2">
      <w:pPr>
        <w:jc w:val="center"/>
        <w:rPr>
          <w:sz w:val="48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9264" behindDoc="0" locked="1" layoutInCell="1" allowOverlap="1" wp14:anchorId="74AEB438" wp14:editId="6D44BD4E">
            <wp:simplePos x="0" y="0"/>
            <wp:positionH relativeFrom="column">
              <wp:posOffset>1485900</wp:posOffset>
            </wp:positionH>
            <wp:positionV relativeFrom="paragraph">
              <wp:posOffset>198120</wp:posOffset>
            </wp:positionV>
            <wp:extent cx="2628900" cy="494665"/>
            <wp:effectExtent l="0" t="0" r="0" b="635"/>
            <wp:wrapNone/>
            <wp:docPr id="22" name="图片 22" descr="北京理工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北京理工大学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03" b="11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6DF77" w14:textId="77777777" w:rsidR="00D14DD2" w:rsidRDefault="00D14DD2" w:rsidP="00D14DD2">
      <w:pPr>
        <w:jc w:val="center"/>
        <w:rPr>
          <w:sz w:val="48"/>
        </w:rPr>
      </w:pPr>
    </w:p>
    <w:p w14:paraId="21288424" w14:textId="2E529FE3" w:rsidR="00DF4539" w:rsidRPr="002E6CE2" w:rsidRDefault="00D14DD2" w:rsidP="002E6CE2">
      <w:pPr>
        <w:pStyle w:val="1"/>
        <w:spacing w:before="0" w:after="0"/>
        <w:jc w:val="center"/>
        <w:rPr>
          <w:rFonts w:ascii="宋体" w:eastAsia="宋体" w:hAnsi="宋体"/>
          <w:spacing w:val="20"/>
          <w:sz w:val="44"/>
        </w:rPr>
      </w:pPr>
      <w:bookmarkStart w:id="0" w:name="_Toc58767897"/>
      <w:r w:rsidRPr="00503BED">
        <w:rPr>
          <w:rFonts w:ascii="宋体" w:eastAsia="宋体" w:hAnsi="宋体" w:hint="eastAsia"/>
          <w:spacing w:val="20"/>
          <w:sz w:val="44"/>
        </w:rPr>
        <w:t>本科生毕业设计（论文）任务书</w:t>
      </w:r>
      <w:bookmarkEnd w:id="0"/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1"/>
        <w:gridCol w:w="2750"/>
        <w:gridCol w:w="1560"/>
        <w:gridCol w:w="2948"/>
      </w:tblGrid>
      <w:tr w:rsidR="00DF4539" w:rsidRPr="00471AE8" w14:paraId="381F0B98" w14:textId="77777777" w:rsidTr="00DF4539">
        <w:trPr>
          <w:trHeight w:val="645"/>
          <w:jc w:val="center"/>
        </w:trPr>
        <w:tc>
          <w:tcPr>
            <w:tcW w:w="1781" w:type="dxa"/>
            <w:vAlign w:val="center"/>
          </w:tcPr>
          <w:p w14:paraId="2A622A9A" w14:textId="77777777" w:rsidR="00DF4539" w:rsidRPr="00471AE8" w:rsidRDefault="00DF4539" w:rsidP="005A51D5">
            <w:pPr>
              <w:jc w:val="center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学生姓名</w:t>
            </w:r>
          </w:p>
        </w:tc>
        <w:tc>
          <w:tcPr>
            <w:tcW w:w="2750" w:type="dxa"/>
            <w:vAlign w:val="center"/>
          </w:tcPr>
          <w:p w14:paraId="13092167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60531C85" w14:textId="6547E593" w:rsidR="00DF4539" w:rsidRPr="00471AE8" w:rsidRDefault="00DF4539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0A69B8">
              <w:rPr>
                <w:rFonts w:hint="eastAsia"/>
                <w:sz w:val="28"/>
              </w:rPr>
              <w:t xml:space="preserve"> </w:t>
            </w:r>
            <w:r w:rsidR="000A69B8"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2948" w:type="dxa"/>
            <w:vAlign w:val="center"/>
          </w:tcPr>
          <w:p w14:paraId="6F7A0BAE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</w:tr>
      <w:tr w:rsidR="00DF4539" w:rsidRPr="00471AE8" w14:paraId="555AF085" w14:textId="77777777" w:rsidTr="00DF4539">
        <w:trPr>
          <w:trHeight w:val="555"/>
          <w:jc w:val="center"/>
        </w:trPr>
        <w:tc>
          <w:tcPr>
            <w:tcW w:w="1781" w:type="dxa"/>
            <w:vAlign w:val="center"/>
          </w:tcPr>
          <w:p w14:paraId="1A0CA9F3" w14:textId="5A503AA4" w:rsidR="00DF4539" w:rsidRPr="00471AE8" w:rsidRDefault="00DF4539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0A69B8">
              <w:rPr>
                <w:rFonts w:hint="eastAsia"/>
                <w:sz w:val="28"/>
              </w:rPr>
              <w:t xml:space="preserve"> </w:t>
            </w:r>
            <w:r w:rsidR="000A69B8"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院</w:t>
            </w:r>
          </w:p>
        </w:tc>
        <w:tc>
          <w:tcPr>
            <w:tcW w:w="2750" w:type="dxa"/>
            <w:vAlign w:val="center"/>
          </w:tcPr>
          <w:p w14:paraId="72E0A00C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2E68E538" w14:textId="4FFFD7E5" w:rsidR="00DF4539" w:rsidRPr="00471AE8" w:rsidRDefault="000A69B8" w:rsidP="005A51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班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级</w:t>
            </w:r>
          </w:p>
        </w:tc>
        <w:tc>
          <w:tcPr>
            <w:tcW w:w="2948" w:type="dxa"/>
            <w:vAlign w:val="center"/>
          </w:tcPr>
          <w:p w14:paraId="092E6EBD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</w:tr>
      <w:tr w:rsidR="00E67C6E" w:rsidRPr="00471AE8" w14:paraId="37850246" w14:textId="77777777" w:rsidTr="00E67C6E">
        <w:trPr>
          <w:trHeight w:val="555"/>
          <w:jc w:val="center"/>
        </w:trPr>
        <w:tc>
          <w:tcPr>
            <w:tcW w:w="1781" w:type="dxa"/>
            <w:vAlign w:val="center"/>
          </w:tcPr>
          <w:p w14:paraId="7986C82D" w14:textId="36134906" w:rsidR="00E67C6E" w:rsidRDefault="00E67C6E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业</w:t>
            </w:r>
          </w:p>
        </w:tc>
        <w:tc>
          <w:tcPr>
            <w:tcW w:w="2750" w:type="dxa"/>
            <w:vAlign w:val="center"/>
          </w:tcPr>
          <w:p w14:paraId="5173366B" w14:textId="77777777" w:rsidR="00E67C6E" w:rsidRPr="00471AE8" w:rsidRDefault="00E67C6E" w:rsidP="005A51D5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4BFB9397" w14:textId="7E0E16E2" w:rsidR="00E67C6E" w:rsidRPr="00E67C6E" w:rsidRDefault="00E67C6E" w:rsidP="005A51D5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题目类型</w:t>
            </w:r>
          </w:p>
        </w:tc>
        <w:tc>
          <w:tcPr>
            <w:tcW w:w="2948" w:type="dxa"/>
            <w:vAlign w:val="center"/>
          </w:tcPr>
          <w:p w14:paraId="3627FF97" w14:textId="5E1B1EA3" w:rsidR="00E67C6E" w:rsidRPr="00471AE8" w:rsidRDefault="00E67C6E" w:rsidP="005A51D5">
            <w:pPr>
              <w:jc w:val="center"/>
              <w:rPr>
                <w:sz w:val="28"/>
              </w:rPr>
            </w:pPr>
          </w:p>
        </w:tc>
      </w:tr>
      <w:tr w:rsidR="00DF4539" w:rsidRPr="00471AE8" w14:paraId="20A092E9" w14:textId="77777777" w:rsidTr="00DF4539">
        <w:trPr>
          <w:trHeight w:val="555"/>
          <w:jc w:val="center"/>
        </w:trPr>
        <w:tc>
          <w:tcPr>
            <w:tcW w:w="1781" w:type="dxa"/>
            <w:vAlign w:val="center"/>
          </w:tcPr>
          <w:p w14:paraId="1CCA106F" w14:textId="77777777" w:rsidR="00DF4539" w:rsidRDefault="00DF4539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</w:t>
            </w:r>
          </w:p>
        </w:tc>
        <w:tc>
          <w:tcPr>
            <w:tcW w:w="2750" w:type="dxa"/>
            <w:vAlign w:val="center"/>
          </w:tcPr>
          <w:p w14:paraId="0EE53E4E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0B93F0DC" w14:textId="77777777" w:rsidR="00DF4539" w:rsidRDefault="00DF4539" w:rsidP="00DF4539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指导教师所在学院</w:t>
            </w:r>
          </w:p>
        </w:tc>
        <w:tc>
          <w:tcPr>
            <w:tcW w:w="2948" w:type="dxa"/>
            <w:vAlign w:val="center"/>
          </w:tcPr>
          <w:p w14:paraId="458BD614" w14:textId="77777777" w:rsidR="00DF4539" w:rsidRPr="00471AE8" w:rsidRDefault="00DF4539" w:rsidP="00DF4539">
            <w:pPr>
              <w:spacing w:line="440" w:lineRule="exact"/>
              <w:jc w:val="center"/>
              <w:rPr>
                <w:sz w:val="28"/>
              </w:rPr>
            </w:pPr>
          </w:p>
        </w:tc>
      </w:tr>
      <w:tr w:rsidR="00DF4539" w:rsidRPr="00471AE8" w14:paraId="39FB0A3E" w14:textId="77777777" w:rsidTr="00DF4539">
        <w:trPr>
          <w:trHeight w:val="555"/>
          <w:jc w:val="center"/>
        </w:trPr>
        <w:tc>
          <w:tcPr>
            <w:tcW w:w="1781" w:type="dxa"/>
            <w:vAlign w:val="center"/>
          </w:tcPr>
          <w:p w14:paraId="4B30BFB9" w14:textId="378EC309" w:rsidR="00DF4539" w:rsidRDefault="00DF4539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  <w:r w:rsidR="00E67C6E">
              <w:rPr>
                <w:rFonts w:hint="eastAsia"/>
                <w:sz w:val="28"/>
              </w:rPr>
              <w:t>来源</w:t>
            </w:r>
          </w:p>
        </w:tc>
        <w:tc>
          <w:tcPr>
            <w:tcW w:w="2750" w:type="dxa"/>
            <w:vAlign w:val="center"/>
          </w:tcPr>
          <w:p w14:paraId="2837F633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05ECBBC7" w14:textId="0A67020A" w:rsidR="00DF4539" w:rsidRDefault="00DF4539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  <w:r w:rsidR="00E67C6E">
              <w:rPr>
                <w:rFonts w:hint="eastAsia"/>
                <w:sz w:val="28"/>
              </w:rPr>
              <w:t>性质</w:t>
            </w:r>
          </w:p>
        </w:tc>
        <w:tc>
          <w:tcPr>
            <w:tcW w:w="2948" w:type="dxa"/>
            <w:vAlign w:val="center"/>
          </w:tcPr>
          <w:p w14:paraId="65EC6C13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</w:tr>
      <w:tr w:rsidR="00DF4539" w:rsidRPr="00471AE8" w14:paraId="6B994FB9" w14:textId="77777777" w:rsidTr="005A51D5">
        <w:trPr>
          <w:trHeight w:val="492"/>
          <w:jc w:val="center"/>
        </w:trPr>
        <w:tc>
          <w:tcPr>
            <w:tcW w:w="1781" w:type="dxa"/>
            <w:vAlign w:val="center"/>
          </w:tcPr>
          <w:p w14:paraId="6EC4B13B" w14:textId="16EF01DE" w:rsidR="00DF4539" w:rsidRPr="00471AE8" w:rsidRDefault="00DF4539" w:rsidP="005A51D5">
            <w:pPr>
              <w:jc w:val="center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题</w:t>
            </w:r>
            <w:r w:rsidR="000A69B8">
              <w:rPr>
                <w:rFonts w:hint="eastAsia"/>
                <w:sz w:val="28"/>
              </w:rPr>
              <w:t xml:space="preserve"> </w:t>
            </w:r>
            <w:r w:rsidR="000A69B8">
              <w:rPr>
                <w:sz w:val="28"/>
              </w:rPr>
              <w:t xml:space="preserve">   </w:t>
            </w:r>
            <w:r w:rsidRPr="00471AE8">
              <w:rPr>
                <w:rFonts w:hint="eastAsia"/>
                <w:sz w:val="28"/>
              </w:rPr>
              <w:t>目</w:t>
            </w:r>
          </w:p>
        </w:tc>
        <w:tc>
          <w:tcPr>
            <w:tcW w:w="7258" w:type="dxa"/>
            <w:gridSpan w:val="3"/>
            <w:vAlign w:val="center"/>
          </w:tcPr>
          <w:p w14:paraId="0AD013EE" w14:textId="77777777" w:rsidR="00DF4539" w:rsidRPr="00471AE8" w:rsidRDefault="00DF4539" w:rsidP="005A51D5">
            <w:pPr>
              <w:jc w:val="center"/>
              <w:rPr>
                <w:sz w:val="28"/>
              </w:rPr>
            </w:pPr>
          </w:p>
        </w:tc>
      </w:tr>
      <w:tr w:rsidR="00DF4539" w14:paraId="137D14A0" w14:textId="77777777" w:rsidTr="00DF4539">
        <w:trPr>
          <w:trHeight w:val="77"/>
          <w:jc w:val="center"/>
        </w:trPr>
        <w:tc>
          <w:tcPr>
            <w:tcW w:w="9039" w:type="dxa"/>
            <w:gridSpan w:val="4"/>
          </w:tcPr>
          <w:p w14:paraId="73946A3C" w14:textId="701D5613" w:rsidR="00DF4539" w:rsidRPr="00471AE8" w:rsidRDefault="00971377" w:rsidP="005A51D5">
            <w:pPr>
              <w:spacing w:beforeLines="50" w:before="156"/>
              <w:rPr>
                <w:sz w:val="28"/>
              </w:rPr>
            </w:pPr>
            <w:r>
              <w:rPr>
                <w:rFonts w:hint="eastAsia"/>
                <w:b/>
                <w:sz w:val="28"/>
              </w:rPr>
              <w:t>一、</w:t>
            </w:r>
            <w:r w:rsidR="00DF4539" w:rsidRPr="00DF4539">
              <w:rPr>
                <w:rFonts w:hint="eastAsia"/>
                <w:b/>
                <w:sz w:val="28"/>
              </w:rPr>
              <w:t>题目内容</w:t>
            </w:r>
          </w:p>
          <w:p w14:paraId="1FBC6DB8" w14:textId="77777777" w:rsidR="00DF4539" w:rsidRPr="00471AE8" w:rsidRDefault="00DF4539" w:rsidP="005A51D5">
            <w:pPr>
              <w:spacing w:beforeLines="50" w:before="156"/>
              <w:rPr>
                <w:sz w:val="24"/>
              </w:rPr>
            </w:pPr>
          </w:p>
          <w:p w14:paraId="1AC9F14E" w14:textId="77777777" w:rsidR="00DF4539" w:rsidRPr="00471AE8" w:rsidRDefault="00DF4539" w:rsidP="005A51D5">
            <w:pPr>
              <w:spacing w:beforeLines="50" w:before="156"/>
              <w:rPr>
                <w:sz w:val="24"/>
              </w:rPr>
            </w:pPr>
          </w:p>
          <w:p w14:paraId="503AFF6C" w14:textId="77777777" w:rsidR="00DF4539" w:rsidRPr="00471AE8" w:rsidRDefault="00DF4539" w:rsidP="005A51D5">
            <w:pPr>
              <w:spacing w:beforeLines="50" w:before="156"/>
              <w:rPr>
                <w:sz w:val="24"/>
              </w:rPr>
            </w:pPr>
          </w:p>
          <w:p w14:paraId="0265B405" w14:textId="77777777" w:rsidR="00DF4539" w:rsidRPr="00471AE8" w:rsidRDefault="00DF4539" w:rsidP="005A51D5">
            <w:pPr>
              <w:spacing w:beforeLines="50" w:before="156"/>
              <w:rPr>
                <w:sz w:val="24"/>
              </w:rPr>
            </w:pPr>
          </w:p>
          <w:p w14:paraId="12B7D8DE" w14:textId="77777777" w:rsidR="00DF4539" w:rsidRPr="00471AE8" w:rsidRDefault="00DF4539" w:rsidP="005A51D5">
            <w:pPr>
              <w:spacing w:beforeLines="50" w:before="156"/>
              <w:rPr>
                <w:sz w:val="24"/>
              </w:rPr>
            </w:pPr>
          </w:p>
          <w:p w14:paraId="32078735" w14:textId="77777777" w:rsidR="00DF4539" w:rsidRDefault="00DF4539" w:rsidP="005A51D5">
            <w:pPr>
              <w:spacing w:beforeLines="50" w:before="156"/>
              <w:rPr>
                <w:sz w:val="24"/>
              </w:rPr>
            </w:pPr>
          </w:p>
          <w:p w14:paraId="65DABC77" w14:textId="77777777" w:rsidR="00DF4539" w:rsidRPr="00EA4500" w:rsidRDefault="00DF4539" w:rsidP="005A51D5">
            <w:pPr>
              <w:rPr>
                <w:sz w:val="22"/>
              </w:rPr>
            </w:pPr>
          </w:p>
        </w:tc>
      </w:tr>
      <w:tr w:rsidR="00DF4539" w14:paraId="484A8B90" w14:textId="77777777" w:rsidTr="00DF4539">
        <w:trPr>
          <w:trHeight w:val="1658"/>
          <w:jc w:val="center"/>
        </w:trPr>
        <w:tc>
          <w:tcPr>
            <w:tcW w:w="9039" w:type="dxa"/>
            <w:gridSpan w:val="4"/>
          </w:tcPr>
          <w:p w14:paraId="408CE71C" w14:textId="1FACA54E" w:rsidR="00DF4539" w:rsidRDefault="00971377" w:rsidP="00944476">
            <w:pPr>
              <w:tabs>
                <w:tab w:val="right" w:pos="8823"/>
              </w:tabs>
              <w:spacing w:beforeLines="50" w:before="156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二、</w:t>
            </w:r>
            <w:r w:rsidR="00944476">
              <w:rPr>
                <w:rFonts w:hint="eastAsia"/>
                <w:b/>
                <w:sz w:val="28"/>
              </w:rPr>
              <w:t>任务要求</w:t>
            </w:r>
            <w:r w:rsidR="00944476">
              <w:rPr>
                <w:b/>
                <w:sz w:val="28"/>
              </w:rPr>
              <w:tab/>
            </w:r>
          </w:p>
          <w:p w14:paraId="6BA69134" w14:textId="77777777" w:rsidR="00944476" w:rsidRDefault="00944476" w:rsidP="00944476">
            <w:pPr>
              <w:tabs>
                <w:tab w:val="right" w:pos="8823"/>
              </w:tabs>
              <w:spacing w:beforeLines="50" w:before="156"/>
              <w:rPr>
                <w:b/>
                <w:sz w:val="28"/>
              </w:rPr>
            </w:pPr>
          </w:p>
          <w:p w14:paraId="788B04B8" w14:textId="77777777" w:rsidR="00DF4539" w:rsidRDefault="00DF4539" w:rsidP="005A51D5">
            <w:pPr>
              <w:spacing w:beforeLines="50" w:before="156"/>
              <w:rPr>
                <w:sz w:val="24"/>
              </w:rPr>
            </w:pPr>
          </w:p>
          <w:p w14:paraId="08410819" w14:textId="77777777" w:rsidR="00DF4539" w:rsidRPr="00DF4539" w:rsidRDefault="00DF4539" w:rsidP="005A51D5">
            <w:pPr>
              <w:spacing w:beforeLines="50" w:before="156"/>
              <w:rPr>
                <w:sz w:val="24"/>
              </w:rPr>
            </w:pPr>
          </w:p>
          <w:p w14:paraId="41E0674C" w14:textId="77777777" w:rsidR="00DF4539" w:rsidRPr="00DF4539" w:rsidRDefault="00DF4539" w:rsidP="005A51D5">
            <w:pPr>
              <w:spacing w:beforeLines="50" w:before="156"/>
              <w:rPr>
                <w:sz w:val="24"/>
              </w:rPr>
            </w:pPr>
          </w:p>
          <w:p w14:paraId="0B16E8AF" w14:textId="77777777" w:rsidR="00DF4539" w:rsidRDefault="00944476" w:rsidP="005A51D5">
            <w:pPr>
              <w:spacing w:beforeLines="50" w:before="15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三</w:t>
            </w:r>
            <w:r>
              <w:rPr>
                <w:rFonts w:hint="eastAsia"/>
                <w:b/>
                <w:sz w:val="28"/>
              </w:rPr>
              <w:t>、</w:t>
            </w:r>
            <w:r>
              <w:rPr>
                <w:b/>
                <w:sz w:val="28"/>
              </w:rPr>
              <w:t>进度安排</w:t>
            </w:r>
          </w:p>
          <w:p w14:paraId="08E927B7" w14:textId="77777777" w:rsidR="00944476" w:rsidRDefault="00944476" w:rsidP="005A51D5">
            <w:pPr>
              <w:spacing w:beforeLines="50" w:before="156"/>
              <w:rPr>
                <w:b/>
                <w:sz w:val="28"/>
              </w:rPr>
            </w:pPr>
          </w:p>
          <w:p w14:paraId="73A55C69" w14:textId="77777777" w:rsidR="00944476" w:rsidRDefault="00944476" w:rsidP="005A51D5">
            <w:pPr>
              <w:spacing w:beforeLines="50" w:before="156"/>
              <w:rPr>
                <w:b/>
                <w:sz w:val="28"/>
              </w:rPr>
            </w:pPr>
          </w:p>
          <w:p w14:paraId="58E79BA2" w14:textId="2E18DE5A" w:rsidR="00944476" w:rsidRPr="00DF4539" w:rsidRDefault="00944476" w:rsidP="005A51D5">
            <w:pPr>
              <w:spacing w:beforeLines="50" w:before="156"/>
              <w:rPr>
                <w:b/>
                <w:sz w:val="28"/>
              </w:rPr>
            </w:pPr>
          </w:p>
        </w:tc>
      </w:tr>
      <w:tr w:rsidR="00DF4539" w14:paraId="26404A32" w14:textId="77777777" w:rsidTr="00944476">
        <w:trPr>
          <w:trHeight w:val="2671"/>
          <w:jc w:val="center"/>
        </w:trPr>
        <w:tc>
          <w:tcPr>
            <w:tcW w:w="9039" w:type="dxa"/>
            <w:gridSpan w:val="4"/>
          </w:tcPr>
          <w:p w14:paraId="6ED8FADC" w14:textId="4C2F065B" w:rsidR="00DF4539" w:rsidRDefault="007B473F" w:rsidP="005A51D5">
            <w:pPr>
              <w:spacing w:beforeLines="50" w:before="156"/>
              <w:rPr>
                <w:sz w:val="28"/>
              </w:rPr>
            </w:pPr>
            <w:r>
              <w:rPr>
                <w:rFonts w:hint="eastAsia"/>
                <w:b/>
                <w:sz w:val="28"/>
              </w:rPr>
              <w:lastRenderedPageBreak/>
              <w:t>四</w:t>
            </w:r>
            <w:r w:rsidR="00971377">
              <w:rPr>
                <w:rFonts w:hint="eastAsia"/>
                <w:b/>
                <w:sz w:val="28"/>
              </w:rPr>
              <w:t>、</w:t>
            </w:r>
            <w:r w:rsidR="00DF4539" w:rsidRPr="00DF4539">
              <w:rPr>
                <w:rFonts w:hint="eastAsia"/>
                <w:b/>
                <w:sz w:val="28"/>
              </w:rPr>
              <w:t>主要参考文献</w:t>
            </w:r>
          </w:p>
          <w:p w14:paraId="151CCB2D" w14:textId="77777777" w:rsidR="00DF4539" w:rsidRPr="00DF4539" w:rsidRDefault="00DF4539" w:rsidP="005A51D5">
            <w:pPr>
              <w:spacing w:beforeLines="50" w:before="156"/>
              <w:rPr>
                <w:sz w:val="24"/>
              </w:rPr>
            </w:pPr>
          </w:p>
          <w:p w14:paraId="0CAB3D91" w14:textId="77777777" w:rsidR="00DF4539" w:rsidRPr="00DF4539" w:rsidRDefault="00DF4539" w:rsidP="005A51D5">
            <w:pPr>
              <w:spacing w:beforeLines="50" w:before="156"/>
              <w:rPr>
                <w:sz w:val="24"/>
              </w:rPr>
            </w:pPr>
          </w:p>
          <w:p w14:paraId="7278FAF4" w14:textId="77777777" w:rsidR="00DF4539" w:rsidRPr="00471AE8" w:rsidRDefault="00DF4539" w:rsidP="005A51D5">
            <w:pPr>
              <w:spacing w:beforeLines="50" w:before="156"/>
              <w:rPr>
                <w:sz w:val="28"/>
              </w:rPr>
            </w:pPr>
          </w:p>
        </w:tc>
      </w:tr>
      <w:tr w:rsidR="00DF4539" w14:paraId="1833C97F" w14:textId="77777777" w:rsidTr="00A83400">
        <w:trPr>
          <w:trHeight w:val="1424"/>
          <w:jc w:val="center"/>
        </w:trPr>
        <w:tc>
          <w:tcPr>
            <w:tcW w:w="9039" w:type="dxa"/>
            <w:gridSpan w:val="4"/>
          </w:tcPr>
          <w:p w14:paraId="0B6B14D8" w14:textId="09FF6186" w:rsidR="00DF4539" w:rsidRPr="00DF4539" w:rsidRDefault="007B473F" w:rsidP="005A51D5">
            <w:pPr>
              <w:spacing w:beforeLines="50" w:before="156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五</w:t>
            </w:r>
            <w:r w:rsidR="00971377">
              <w:rPr>
                <w:rFonts w:hint="eastAsia"/>
                <w:b/>
                <w:sz w:val="28"/>
              </w:rPr>
              <w:t>、</w:t>
            </w:r>
            <w:r w:rsidR="00DF4539" w:rsidRPr="00DF4539">
              <w:rPr>
                <w:rFonts w:hint="eastAsia"/>
                <w:b/>
                <w:sz w:val="28"/>
              </w:rPr>
              <w:t>指导教师</w:t>
            </w:r>
            <w:r w:rsidR="00A51BCF">
              <w:rPr>
                <w:rFonts w:hint="eastAsia"/>
                <w:b/>
                <w:sz w:val="28"/>
              </w:rPr>
              <w:t>签字</w:t>
            </w:r>
            <w:r w:rsidR="00A83400">
              <w:rPr>
                <w:rFonts w:hint="eastAsia"/>
                <w:b/>
                <w:sz w:val="28"/>
              </w:rPr>
              <w:t>：</w:t>
            </w:r>
          </w:p>
          <w:p w14:paraId="4B8DC10C" w14:textId="77777777" w:rsidR="00DF4539" w:rsidRPr="00471AE8" w:rsidRDefault="00DF4539" w:rsidP="005A51D5">
            <w:pPr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 xml:space="preserve">                             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  <w:tr w:rsidR="00DF4539" w14:paraId="2AC6DB55" w14:textId="77777777" w:rsidTr="005A51D5">
        <w:trPr>
          <w:trHeight w:val="2011"/>
          <w:jc w:val="center"/>
        </w:trPr>
        <w:tc>
          <w:tcPr>
            <w:tcW w:w="9039" w:type="dxa"/>
            <w:gridSpan w:val="4"/>
          </w:tcPr>
          <w:p w14:paraId="4208D487" w14:textId="32A56C72" w:rsidR="00944476" w:rsidRPr="00971377" w:rsidRDefault="007B473F" w:rsidP="009444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>
              <w:rPr>
                <w:rFonts w:hint="eastAsia"/>
                <w:b/>
                <w:sz w:val="28"/>
              </w:rPr>
              <w:t>六</w:t>
            </w:r>
            <w:r w:rsidR="00971377">
              <w:rPr>
                <w:rFonts w:hint="eastAsia"/>
                <w:b/>
                <w:sz w:val="28"/>
              </w:rPr>
              <w:t>、</w:t>
            </w:r>
            <w:r w:rsidR="004B1D9C">
              <w:rPr>
                <w:rFonts w:ascii="宋体" w:hAnsi="宋体" w:hint="eastAsia"/>
                <w:b/>
                <w:kern w:val="0"/>
                <w:sz w:val="28"/>
                <w:szCs w:val="32"/>
              </w:rPr>
              <w:t>题目审核负责人</w:t>
            </w:r>
            <w:r w:rsidR="00944476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意见</w:t>
            </w:r>
          </w:p>
          <w:p w14:paraId="6727B895" w14:textId="77777777" w:rsidR="00944476" w:rsidRDefault="00944476" w:rsidP="00944476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0EAC0FA2" w14:textId="77777777" w:rsidR="004B1D9C" w:rsidRPr="00944476" w:rsidRDefault="004B1D9C" w:rsidP="00944476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7854AF4F" w14:textId="359484B6" w:rsidR="004B1D9C" w:rsidRDefault="00944476" w:rsidP="004B1D9C">
            <w:pPr>
              <w:wordWrap w:val="0"/>
              <w:ind w:firstLineChars="200" w:firstLine="56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签字</w:t>
            </w:r>
            <w:r w:rsidR="004B1D9C">
              <w:rPr>
                <w:rFonts w:hint="eastAsia"/>
                <w:sz w:val="28"/>
              </w:rPr>
              <w:t>：</w:t>
            </w:r>
            <w:r w:rsidR="004B1D9C">
              <w:rPr>
                <w:rFonts w:hint="eastAsia"/>
                <w:sz w:val="28"/>
              </w:rPr>
              <w:t xml:space="preserve"> </w:t>
            </w:r>
            <w:r w:rsidR="004B1D9C">
              <w:rPr>
                <w:sz w:val="28"/>
              </w:rPr>
              <w:t xml:space="preserve">                         </w:t>
            </w:r>
            <w:r>
              <w:rPr>
                <w:sz w:val="28"/>
              </w:rPr>
              <w:t xml:space="preserve">    </w:t>
            </w:r>
          </w:p>
          <w:p w14:paraId="1BC334A2" w14:textId="13467F7C" w:rsidR="00DF4539" w:rsidRDefault="00944476" w:rsidP="004B1D9C">
            <w:pPr>
              <w:ind w:firstLineChars="200" w:firstLine="560"/>
              <w:jc w:val="right"/>
              <w:rPr>
                <w:sz w:val="24"/>
              </w:rPr>
            </w:pPr>
            <w:r>
              <w:rPr>
                <w:sz w:val="28"/>
              </w:rPr>
              <w:t xml:space="preserve">      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</w:tbl>
    <w:p w14:paraId="2EFBB78A" w14:textId="77777777" w:rsidR="00690383" w:rsidRDefault="00DF4539">
      <w:pPr>
        <w:widowControl/>
        <w:jc w:val="left"/>
        <w:rPr>
          <w:rFonts w:ascii="宋体" w:hAnsi="宋体"/>
          <w:color w:val="000080"/>
          <w:sz w:val="24"/>
          <w:u w:val="double"/>
        </w:rPr>
        <w:sectPr w:rsidR="00690383" w:rsidSect="00FB067F">
          <w:headerReference w:type="default" r:id="rId11"/>
          <w:footerReference w:type="default" r:id="rId12"/>
          <w:pgSz w:w="11906" w:h="16838" w:code="9"/>
          <w:pgMar w:top="1701" w:right="1474" w:bottom="1474" w:left="1701" w:header="1361" w:footer="1134" w:gutter="0"/>
          <w:pgNumType w:start="1"/>
          <w:cols w:space="425"/>
          <w:docGrid w:type="lines" w:linePitch="312"/>
        </w:sectPr>
      </w:pPr>
      <w:r>
        <w:rPr>
          <w:rFonts w:ascii="宋体" w:hAnsi="宋体"/>
          <w:color w:val="000080"/>
          <w:sz w:val="24"/>
          <w:u w:val="double"/>
        </w:rPr>
        <w:br w:type="page"/>
      </w:r>
    </w:p>
    <w:p w14:paraId="3B6C2F66" w14:textId="77777777" w:rsidR="00DF4539" w:rsidRDefault="00DF4539">
      <w:pPr>
        <w:widowControl/>
        <w:jc w:val="left"/>
        <w:rPr>
          <w:rFonts w:ascii="宋体" w:hAnsi="宋体"/>
          <w:color w:val="000080"/>
          <w:sz w:val="24"/>
          <w:u w:val="double"/>
        </w:rPr>
      </w:pPr>
    </w:p>
    <w:p w14:paraId="49638F57" w14:textId="77777777" w:rsidR="00FE7FBD" w:rsidRDefault="00FE7FBD" w:rsidP="00FE7FBD">
      <w:pPr>
        <w:tabs>
          <w:tab w:val="left" w:pos="3240"/>
        </w:tabs>
        <w:jc w:val="center"/>
        <w:rPr>
          <w:rFonts w:ascii="华文新魏" w:eastAsia="华文新魏"/>
          <w:b/>
          <w:color w:val="000000"/>
          <w:sz w:val="72"/>
          <w:szCs w:val="21"/>
        </w:rPr>
      </w:pPr>
    </w:p>
    <w:p w14:paraId="0B7ED0AE" w14:textId="77777777" w:rsidR="00FE7FBD" w:rsidRPr="00885B8D" w:rsidRDefault="00FE7FBD" w:rsidP="00FE7FBD">
      <w:pPr>
        <w:tabs>
          <w:tab w:val="left" w:pos="3240"/>
        </w:tabs>
        <w:spacing w:afterLines="50" w:after="156" w:line="360" w:lineRule="auto"/>
        <w:jc w:val="center"/>
        <w:rPr>
          <w:rFonts w:ascii="华文新魏" w:eastAsia="华文新魏"/>
          <w:b/>
          <w:color w:val="000000"/>
          <w:sz w:val="72"/>
          <w:szCs w:val="21"/>
        </w:rPr>
      </w:pPr>
      <w:r>
        <w:rPr>
          <w:noProof/>
        </w:rPr>
        <w:drawing>
          <wp:inline distT="0" distB="0" distL="0" distR="0" wp14:anchorId="011F4802" wp14:editId="281A3325">
            <wp:extent cx="3552825" cy="703566"/>
            <wp:effectExtent l="0" t="0" r="0" b="190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1483" cy="77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84F0C" w14:textId="77777777" w:rsidR="00FE7FBD" w:rsidRDefault="00FE7FBD" w:rsidP="00FE7FBD">
      <w:pPr>
        <w:spacing w:line="400" w:lineRule="atLeast"/>
        <w:jc w:val="center"/>
        <w:rPr>
          <w:rFonts w:ascii="宋体" w:hAnsi="宋体"/>
          <w:b/>
          <w:spacing w:val="60"/>
          <w:kern w:val="44"/>
          <w:sz w:val="56"/>
          <w:szCs w:val="72"/>
        </w:rPr>
      </w:pPr>
      <w:r w:rsidRPr="00E97BE2">
        <w:rPr>
          <w:rFonts w:ascii="宋体" w:hAnsi="宋体" w:hint="eastAsia"/>
          <w:b/>
          <w:spacing w:val="60"/>
          <w:kern w:val="44"/>
          <w:sz w:val="56"/>
          <w:szCs w:val="72"/>
        </w:rPr>
        <w:t>本科生毕业设计</w:t>
      </w:r>
      <w:r w:rsidRPr="00E97BE2">
        <w:rPr>
          <w:rFonts w:ascii="宋体" w:hAnsi="宋体"/>
          <w:b/>
          <w:spacing w:val="60"/>
          <w:kern w:val="44"/>
          <w:sz w:val="56"/>
          <w:szCs w:val="72"/>
        </w:rPr>
        <w:t>(</w:t>
      </w:r>
      <w:r w:rsidRPr="00E97BE2">
        <w:rPr>
          <w:rFonts w:ascii="宋体" w:hAnsi="宋体" w:hint="eastAsia"/>
          <w:b/>
          <w:spacing w:val="60"/>
          <w:kern w:val="44"/>
          <w:sz w:val="56"/>
          <w:szCs w:val="72"/>
        </w:rPr>
        <w:t>论文)</w:t>
      </w:r>
    </w:p>
    <w:p w14:paraId="0E9D3CCE" w14:textId="77777777" w:rsidR="00FE7FBD" w:rsidRPr="00F81094" w:rsidRDefault="00FE7FBD" w:rsidP="002E6CE2">
      <w:pPr>
        <w:pStyle w:val="1"/>
        <w:spacing w:before="0" w:after="0" w:line="360" w:lineRule="atLeast"/>
        <w:jc w:val="center"/>
        <w:rPr>
          <w:rFonts w:ascii="宋体" w:eastAsia="宋体" w:hAnsi="宋体"/>
          <w:sz w:val="56"/>
          <w:szCs w:val="56"/>
        </w:rPr>
      </w:pPr>
      <w:r w:rsidRPr="00F81094">
        <w:rPr>
          <w:rFonts w:ascii="宋体" w:eastAsia="宋体" w:hAnsi="宋体"/>
          <w:sz w:val="56"/>
          <w:szCs w:val="56"/>
        </w:rPr>
        <w:t>开题报告</w:t>
      </w:r>
    </w:p>
    <w:p w14:paraId="41325C37" w14:textId="77777777" w:rsidR="00FE7FBD" w:rsidRDefault="00FE7FBD" w:rsidP="00FE7FBD">
      <w:pPr>
        <w:spacing w:beforeLines="100" w:before="312" w:afterLines="100" w:after="312"/>
        <w:jc w:val="center"/>
        <w:rPr>
          <w:rFonts w:eastAsia="黑体"/>
          <w:b/>
          <w:color w:val="000000"/>
          <w:szCs w:val="21"/>
        </w:rPr>
      </w:pPr>
    </w:p>
    <w:p w14:paraId="4408785B" w14:textId="77777777" w:rsidR="00FE7FBD" w:rsidRDefault="00FE7FBD" w:rsidP="00FE7FBD">
      <w:pPr>
        <w:tabs>
          <w:tab w:val="left" w:pos="377"/>
        </w:tabs>
        <w:snapToGrid w:val="0"/>
        <w:spacing w:line="30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华文细黑" w:eastAsia="华文细黑" w:hAnsi="华文细黑" w:hint="eastAsia"/>
          <w:b/>
          <w:sz w:val="44"/>
          <w:szCs w:val="44"/>
          <w:lang w:bidi="en-US"/>
        </w:rPr>
        <w:t>北京理工大学本科生毕业设计（论文）题目</w:t>
      </w:r>
    </w:p>
    <w:p w14:paraId="13FE14C0" w14:textId="77777777" w:rsidR="00FE7FBD" w:rsidRDefault="00FE7FBD" w:rsidP="00FE7FBD">
      <w:pPr>
        <w:snapToGrid w:val="0"/>
        <w:spacing w:line="300" w:lineRule="auto"/>
        <w:jc w:val="center"/>
      </w:pPr>
      <w:r>
        <w:rPr>
          <w:b/>
          <w:color w:val="000000"/>
          <w:sz w:val="32"/>
          <w:szCs w:val="32"/>
        </w:rPr>
        <w:t>The Subject of Undergraduate Graduation Project (Thesis) of B</w:t>
      </w:r>
      <w:r>
        <w:rPr>
          <w:rFonts w:hint="eastAsia"/>
          <w:b/>
          <w:color w:val="000000"/>
          <w:sz w:val="32"/>
          <w:szCs w:val="32"/>
        </w:rPr>
        <w:t>eijing</w:t>
      </w:r>
      <w:r>
        <w:rPr>
          <w:b/>
          <w:color w:val="000000"/>
          <w:sz w:val="32"/>
          <w:szCs w:val="32"/>
        </w:rPr>
        <w:t xml:space="preserve"> Institute of Technology</w:t>
      </w:r>
    </w:p>
    <w:p w14:paraId="156ECD7D" w14:textId="77777777" w:rsidR="00FE7FBD" w:rsidRPr="00BA6DA9" w:rsidRDefault="00FE7FBD" w:rsidP="00FE7FBD">
      <w:pPr>
        <w:jc w:val="left"/>
        <w:rPr>
          <w:rFonts w:ascii="黑体" w:eastAsia="黑体" w:hAnsi="黑体"/>
          <w:b/>
          <w:sz w:val="36"/>
          <w:szCs w:val="36"/>
        </w:rPr>
      </w:pPr>
    </w:p>
    <w:p w14:paraId="56CDEFAD" w14:textId="77777777" w:rsidR="00FE7FBD" w:rsidRDefault="00FE7FBD" w:rsidP="00FE7FBD">
      <w:pPr>
        <w:jc w:val="center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1"/>
        <w:gridCol w:w="4415"/>
      </w:tblGrid>
      <w:tr w:rsidR="00FE7FBD" w:rsidRPr="000820EF" w14:paraId="0075B020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3570B3B0" w14:textId="77777777" w:rsidR="00FE7FBD" w:rsidRPr="000820EF" w:rsidRDefault="00FE7FBD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院：</w:t>
            </w:r>
          </w:p>
        </w:tc>
        <w:tc>
          <w:tcPr>
            <w:tcW w:w="4415" w:type="dxa"/>
            <w:tcBorders>
              <w:bottom w:val="single" w:sz="8" w:space="0" w:color="auto"/>
            </w:tcBorders>
            <w:vAlign w:val="bottom"/>
          </w:tcPr>
          <w:p w14:paraId="3FAA39BC" w14:textId="77777777" w:rsidR="00FE7FBD" w:rsidRPr="000820EF" w:rsidRDefault="00FE7FBD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FE7FBD" w:rsidRPr="000820EF" w14:paraId="4FB438F1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3DF27266" w14:textId="77777777" w:rsidR="00FE7FBD" w:rsidRPr="000820EF" w:rsidRDefault="00FE7FBD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专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业：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91B846E" w14:textId="77777777" w:rsidR="00FE7FBD" w:rsidRPr="000820EF" w:rsidRDefault="00FE7FBD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0A69B8" w:rsidRPr="000820EF" w14:paraId="5E819C9F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3C07D91F" w14:textId="4952F064" w:rsidR="000A69B8" w:rsidRPr="000820EF" w:rsidRDefault="000A69B8" w:rsidP="005A51D5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级：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42159E0" w14:textId="77777777" w:rsidR="000A69B8" w:rsidRPr="000820EF" w:rsidRDefault="000A69B8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FE7FBD" w:rsidRPr="000820EF" w14:paraId="483F56FB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4FF94C3E" w14:textId="77777777" w:rsidR="00FE7FBD" w:rsidRPr="000820EF" w:rsidRDefault="00FE7FBD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学生姓名：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9EEC66F" w14:textId="77777777" w:rsidR="00FE7FBD" w:rsidRPr="000820EF" w:rsidRDefault="00FE7FBD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FE7FBD" w:rsidRPr="000820EF" w14:paraId="76A8EA82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40F8C00A" w14:textId="77777777" w:rsidR="00FE7FBD" w:rsidRPr="000820EF" w:rsidRDefault="00FE7FBD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号：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1EC05D8" w14:textId="77777777" w:rsidR="00FE7FBD" w:rsidRPr="000820EF" w:rsidRDefault="00FE7FBD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FE7FBD" w:rsidRPr="000820EF" w14:paraId="4B5B3EAD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49398286" w14:textId="77777777" w:rsidR="00FE7FBD" w:rsidRPr="000820EF" w:rsidRDefault="00FE7FBD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指导教师：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E512DEA" w14:textId="3EBB17E5" w:rsidR="00FE7FBD" w:rsidRPr="000820EF" w:rsidRDefault="00944476" w:rsidP="005A51D5">
            <w:pPr>
              <w:jc w:val="center"/>
              <w:rPr>
                <w:sz w:val="32"/>
                <w:szCs w:val="32"/>
              </w:rPr>
            </w:pPr>
            <w:r w:rsidRPr="00944476">
              <w:rPr>
                <w:sz w:val="32"/>
                <w:szCs w:val="32"/>
                <w:highlight w:val="yellow"/>
              </w:rPr>
              <w:t>校内</w:t>
            </w:r>
            <w:r w:rsidRPr="00944476">
              <w:rPr>
                <w:rFonts w:hint="eastAsia"/>
                <w:sz w:val="32"/>
                <w:szCs w:val="32"/>
                <w:highlight w:val="yellow"/>
              </w:rPr>
              <w:t>、</w:t>
            </w:r>
            <w:r w:rsidRPr="00944476">
              <w:rPr>
                <w:sz w:val="32"/>
                <w:szCs w:val="32"/>
                <w:highlight w:val="yellow"/>
              </w:rPr>
              <w:t>校外</w:t>
            </w:r>
          </w:p>
        </w:tc>
      </w:tr>
    </w:tbl>
    <w:p w14:paraId="0680566E" w14:textId="77777777" w:rsidR="00FE7FBD" w:rsidRDefault="00FE7FBD" w:rsidP="00FE7FBD">
      <w:pPr>
        <w:jc w:val="center"/>
      </w:pPr>
    </w:p>
    <w:p w14:paraId="04807CCD" w14:textId="77777777" w:rsidR="00FE7FBD" w:rsidRPr="00617DD7" w:rsidRDefault="00FE7FBD" w:rsidP="00FE7FBD">
      <w:pPr>
        <w:jc w:val="center"/>
        <w:rPr>
          <w:rFonts w:asciiTheme="minorEastAsia" w:hAnsiTheme="minorEastAsia"/>
          <w:sz w:val="36"/>
          <w:szCs w:val="36"/>
        </w:rPr>
      </w:pPr>
    </w:p>
    <w:p w14:paraId="504078D9" w14:textId="77777777" w:rsidR="00FE7FBD" w:rsidRDefault="00FE7FBD" w:rsidP="00FE7FBD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1"/>
      </w:tblGrid>
      <w:tr w:rsidR="002B6D76" w14:paraId="3D7A1C6B" w14:textId="77777777" w:rsidTr="002B6D76">
        <w:trPr>
          <w:trHeight w:val="3378"/>
        </w:trPr>
        <w:tc>
          <w:tcPr>
            <w:tcW w:w="8721" w:type="dxa"/>
          </w:tcPr>
          <w:p w14:paraId="599B185B" w14:textId="77777777" w:rsidR="002B6D76" w:rsidRPr="00971377" w:rsidRDefault="002B6D76" w:rsidP="00971377">
            <w:pPr>
              <w:autoSpaceDE w:val="0"/>
              <w:autoSpaceDN w:val="0"/>
              <w:adjustRightInd w:val="0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一、选题依据</w:t>
            </w:r>
          </w:p>
          <w:p w14:paraId="2E022DC8" w14:textId="2BCA7C42" w:rsidR="002B6D76" w:rsidRDefault="002B6D76" w:rsidP="00971377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</w:t>
            </w:r>
            <w:r w:rsidRPr="00321144">
              <w:rPr>
                <w:rFonts w:ascii="宋体" w:hAnsi="宋体" w:hint="eastAsia"/>
                <w:kern w:val="0"/>
                <w:sz w:val="24"/>
              </w:rPr>
              <w:t>简述该选题的研究意义和背景，国内外研究概况和发展趋势</w:t>
            </w:r>
            <w:r w:rsidR="0087454A">
              <w:rPr>
                <w:rFonts w:ascii="宋体" w:hAnsi="宋体" w:hint="eastAsia"/>
                <w:kern w:val="0"/>
                <w:sz w:val="24"/>
              </w:rPr>
              <w:t>等</w:t>
            </w:r>
            <w:r>
              <w:rPr>
                <w:rFonts w:ascii="宋体" w:hAnsi="宋体" w:hint="eastAsia"/>
                <w:kern w:val="0"/>
                <w:sz w:val="24"/>
              </w:rPr>
              <w:t>）</w:t>
            </w:r>
          </w:p>
          <w:p w14:paraId="24A31984" w14:textId="77777777" w:rsidR="002B6D76" w:rsidRDefault="002B6D76" w:rsidP="002B6D76">
            <w:pPr>
              <w:spacing w:beforeLines="100" w:before="312" w:afterLines="100" w:after="312"/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201697D9" w14:textId="77777777" w:rsidR="002B6D76" w:rsidRDefault="002B6D76" w:rsidP="002B6D76">
            <w:pPr>
              <w:spacing w:beforeLines="100" w:before="312" w:afterLines="100" w:after="312"/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1DCC30D5" w14:textId="77777777" w:rsidR="002B6D76" w:rsidRDefault="002B6D76" w:rsidP="002B6D76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</w:tc>
      </w:tr>
      <w:tr w:rsidR="002B6D76" w14:paraId="1A4347AB" w14:textId="77777777" w:rsidTr="002B6D76">
        <w:trPr>
          <w:trHeight w:val="3399"/>
        </w:trPr>
        <w:tc>
          <w:tcPr>
            <w:tcW w:w="8721" w:type="dxa"/>
          </w:tcPr>
          <w:p w14:paraId="10A101D3" w14:textId="33DF214D" w:rsidR="002B6D76" w:rsidRPr="00971377" w:rsidRDefault="002B6D76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二、研究</w:t>
            </w:r>
            <w:r w:rsidR="0087454A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目标和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内容</w:t>
            </w:r>
          </w:p>
          <w:p w14:paraId="0BCFC409" w14:textId="120D4DDC" w:rsidR="002B6D76" w:rsidRPr="00321144" w:rsidRDefault="002B6D76" w:rsidP="002B6D76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</w:t>
            </w:r>
            <w:r w:rsidRPr="00321144">
              <w:rPr>
                <w:rFonts w:ascii="宋体" w:hAnsi="宋体" w:hint="eastAsia"/>
                <w:kern w:val="0"/>
                <w:sz w:val="24"/>
              </w:rPr>
              <w:t>研究目标、主要内容及关键问题</w:t>
            </w:r>
            <w:r w:rsidR="0087454A">
              <w:rPr>
                <w:rFonts w:ascii="宋体" w:hAnsi="宋体" w:hint="eastAsia"/>
                <w:kern w:val="0"/>
                <w:sz w:val="24"/>
              </w:rPr>
              <w:t>等</w:t>
            </w:r>
            <w:r>
              <w:rPr>
                <w:rFonts w:ascii="宋体" w:hAnsi="宋体" w:hint="eastAsia"/>
                <w:kern w:val="0"/>
                <w:sz w:val="24"/>
              </w:rPr>
              <w:t>）</w:t>
            </w:r>
          </w:p>
          <w:p w14:paraId="3CA05294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6D8CD247" w14:textId="77777777" w:rsidR="002B6D76" w:rsidRP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4E6BD7D1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</w:tc>
      </w:tr>
      <w:tr w:rsidR="002B6D76" w14:paraId="1EB1333E" w14:textId="77777777" w:rsidTr="002B6D76">
        <w:tc>
          <w:tcPr>
            <w:tcW w:w="8721" w:type="dxa"/>
          </w:tcPr>
          <w:p w14:paraId="22211D53" w14:textId="77777777" w:rsidR="002B6D76" w:rsidRPr="00971377" w:rsidRDefault="002B6D76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三、研究方案</w:t>
            </w:r>
          </w:p>
          <w:p w14:paraId="6B6EC773" w14:textId="23709DF5" w:rsidR="002B6D76" w:rsidRPr="00321144" w:rsidRDefault="002B6D76" w:rsidP="002B6D76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</w:t>
            </w:r>
            <w:r w:rsidRPr="00EF7579">
              <w:rPr>
                <w:rFonts w:ascii="宋体" w:hAnsi="宋体" w:hint="eastAsia"/>
                <w:kern w:val="0"/>
                <w:sz w:val="24"/>
              </w:rPr>
              <w:t>拟采用的研究方法、技术路线、实验方案及可行性分析</w:t>
            </w:r>
            <w:r w:rsidR="0087454A">
              <w:rPr>
                <w:rFonts w:ascii="宋体" w:hAnsi="宋体" w:hint="eastAsia"/>
                <w:kern w:val="0"/>
                <w:sz w:val="24"/>
              </w:rPr>
              <w:t>等</w:t>
            </w:r>
            <w:r w:rsidRPr="00EF7579">
              <w:rPr>
                <w:rFonts w:ascii="宋体" w:hAnsi="宋体" w:hint="eastAsia"/>
                <w:kern w:val="0"/>
                <w:sz w:val="24"/>
              </w:rPr>
              <w:t>）</w:t>
            </w:r>
          </w:p>
          <w:p w14:paraId="13E67FDD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0CC40925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579F8B55" w14:textId="77777777" w:rsidR="002B6D76" w:rsidRP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</w:tc>
      </w:tr>
      <w:tr w:rsidR="002B6D76" w14:paraId="3BB3297D" w14:textId="77777777" w:rsidTr="002B6D76">
        <w:tc>
          <w:tcPr>
            <w:tcW w:w="8721" w:type="dxa"/>
          </w:tcPr>
          <w:p w14:paraId="0F079291" w14:textId="77777777" w:rsidR="002B6D76" w:rsidRPr="00971377" w:rsidRDefault="002B6D76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四、研究计划及进度安排</w:t>
            </w:r>
          </w:p>
          <w:p w14:paraId="308E6B44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62B5D815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752F894C" w14:textId="77777777" w:rsidR="002B6D76" w:rsidRP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</w:tc>
      </w:tr>
      <w:tr w:rsidR="002B6D76" w14:paraId="30ABE2D5" w14:textId="77777777" w:rsidTr="002B6D76">
        <w:trPr>
          <w:trHeight w:val="2528"/>
        </w:trPr>
        <w:tc>
          <w:tcPr>
            <w:tcW w:w="8721" w:type="dxa"/>
          </w:tcPr>
          <w:p w14:paraId="634B6412" w14:textId="77777777" w:rsidR="002B6D76" w:rsidRPr="00971377" w:rsidRDefault="002B6D76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lastRenderedPageBreak/>
              <w:t>五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、创新点及预期研究成果</w:t>
            </w:r>
          </w:p>
          <w:p w14:paraId="5E4AE133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79AE597C" w14:textId="77777777" w:rsidR="002B6D76" w:rsidRDefault="002B6D76" w:rsidP="00D14DD2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</w:tc>
      </w:tr>
      <w:tr w:rsidR="0087454A" w14:paraId="343F3028" w14:textId="77777777" w:rsidTr="002B6D76">
        <w:trPr>
          <w:trHeight w:val="2528"/>
        </w:trPr>
        <w:tc>
          <w:tcPr>
            <w:tcW w:w="8721" w:type="dxa"/>
          </w:tcPr>
          <w:p w14:paraId="4BFA4AFC" w14:textId="77777777" w:rsidR="0087454A" w:rsidRPr="00971377" w:rsidRDefault="0087454A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t>六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</w:t>
            </w: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t>参考文献</w:t>
            </w:r>
          </w:p>
          <w:p w14:paraId="5C1B7D49" w14:textId="77777777" w:rsidR="00D1395A" w:rsidRDefault="00D1395A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6D175C5C" w14:textId="7EA7887A" w:rsidR="00D1395A" w:rsidRDefault="00D1395A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</w:tc>
      </w:tr>
      <w:tr w:rsidR="002B6D76" w14:paraId="02E33C32" w14:textId="77777777" w:rsidTr="004B1D9C">
        <w:trPr>
          <w:trHeight w:val="3796"/>
        </w:trPr>
        <w:tc>
          <w:tcPr>
            <w:tcW w:w="8721" w:type="dxa"/>
          </w:tcPr>
          <w:p w14:paraId="4D29D7BA" w14:textId="309ED331" w:rsidR="002B6D76" w:rsidRPr="00971377" w:rsidRDefault="0087454A" w:rsidP="002B6D76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七</w:t>
            </w:r>
            <w:r w:rsidR="002B6D76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、指导教师意见</w:t>
            </w:r>
          </w:p>
          <w:p w14:paraId="5C2238B0" w14:textId="77777777" w:rsidR="002B6D76" w:rsidRDefault="002B6D76" w:rsidP="002B6D76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129580A8" w14:textId="77777777" w:rsidR="004B1D9C" w:rsidRDefault="004B1D9C" w:rsidP="002B6D76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0C7560E3" w14:textId="77777777" w:rsidR="004B1D9C" w:rsidRDefault="004B1D9C" w:rsidP="002B6D76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color w:val="000080"/>
                <w:sz w:val="24"/>
                <w:u w:val="double"/>
              </w:rPr>
            </w:pPr>
          </w:p>
          <w:p w14:paraId="0E128C41" w14:textId="77777777" w:rsidR="004B1D9C" w:rsidRPr="00D1395A" w:rsidRDefault="004B1D9C" w:rsidP="002B6D76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27E5A2DD" w14:textId="77777777" w:rsidR="002B6D76" w:rsidRPr="00D1395A" w:rsidRDefault="002B6D76" w:rsidP="002B6D76">
            <w:pPr>
              <w:autoSpaceDE w:val="0"/>
              <w:autoSpaceDN w:val="0"/>
              <w:adjustRightInd w:val="0"/>
              <w:spacing w:line="440" w:lineRule="exact"/>
              <w:ind w:right="964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 w:rsidRPr="00D1395A">
              <w:rPr>
                <w:rFonts w:ascii="宋体" w:hAnsi="宋体" w:hint="eastAsia"/>
                <w:b/>
                <w:kern w:val="0"/>
                <w:sz w:val="28"/>
                <w:szCs w:val="28"/>
              </w:rPr>
              <w:t xml:space="preserve"> </w:t>
            </w:r>
            <w:r w:rsidRPr="00D1395A"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                           </w:t>
            </w:r>
            <w:r w:rsidRPr="00D1395A">
              <w:rPr>
                <w:rFonts w:ascii="宋体" w:hAnsi="宋体" w:hint="eastAsia"/>
                <w:b/>
                <w:kern w:val="0"/>
                <w:sz w:val="28"/>
                <w:szCs w:val="28"/>
              </w:rPr>
              <w:t xml:space="preserve">签字：  </w:t>
            </w:r>
            <w:r w:rsidRPr="00D1395A"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             </w:t>
            </w:r>
            <w:r w:rsidRPr="00D1395A">
              <w:rPr>
                <w:rFonts w:ascii="宋体" w:hAnsi="宋体" w:hint="eastAsia"/>
                <w:b/>
                <w:kern w:val="0"/>
                <w:sz w:val="28"/>
                <w:szCs w:val="28"/>
              </w:rPr>
              <w:t xml:space="preserve">  </w:t>
            </w:r>
          </w:p>
          <w:p w14:paraId="2FA5B37B" w14:textId="77777777" w:rsidR="002B6D76" w:rsidRDefault="002B6D76" w:rsidP="002B6D76">
            <w:pPr>
              <w:spacing w:beforeLines="100" w:before="312" w:afterLines="100" w:after="312"/>
              <w:jc w:val="right"/>
              <w:rPr>
                <w:rFonts w:ascii="宋体" w:hAnsi="宋体"/>
                <w:color w:val="000080"/>
                <w:sz w:val="24"/>
                <w:u w:val="double"/>
              </w:rPr>
            </w:pPr>
            <w:r w:rsidRPr="00D1395A">
              <w:rPr>
                <w:rFonts w:ascii="宋体" w:hAnsi="宋体" w:hint="eastAsia"/>
                <w:b/>
                <w:kern w:val="0"/>
                <w:sz w:val="28"/>
                <w:szCs w:val="28"/>
              </w:rPr>
              <w:t xml:space="preserve">              年     月     日</w:t>
            </w:r>
          </w:p>
        </w:tc>
      </w:tr>
      <w:tr w:rsidR="00971377" w14:paraId="706FDBF0" w14:textId="77777777" w:rsidTr="00971377">
        <w:trPr>
          <w:trHeight w:val="619"/>
        </w:trPr>
        <w:tc>
          <w:tcPr>
            <w:tcW w:w="8721" w:type="dxa"/>
          </w:tcPr>
          <w:p w14:paraId="7D34DF85" w14:textId="5DA56F40" w:rsidR="00971377" w:rsidRPr="00971377" w:rsidRDefault="00971377" w:rsidP="00971377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t>成绩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 xml:space="preserve">： </w:t>
            </w: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t xml:space="preserve">    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，</w:t>
            </w: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t>占比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 xml:space="preserve">： </w:t>
            </w:r>
            <w:r w:rsidRPr="00971377">
              <w:rPr>
                <w:rFonts w:ascii="宋体" w:hAnsi="宋体"/>
                <w:b/>
                <w:kern w:val="0"/>
                <w:sz w:val="28"/>
                <w:szCs w:val="32"/>
              </w:rPr>
              <w:t xml:space="preserve">  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%</w:t>
            </w:r>
          </w:p>
        </w:tc>
      </w:tr>
      <w:tr w:rsidR="004B1D9C" w14:paraId="2C2B8A04" w14:textId="77777777" w:rsidTr="004B1D9C">
        <w:trPr>
          <w:trHeight w:val="2899"/>
        </w:trPr>
        <w:tc>
          <w:tcPr>
            <w:tcW w:w="8721" w:type="dxa"/>
          </w:tcPr>
          <w:p w14:paraId="64D4BF2A" w14:textId="4C45A0A9" w:rsidR="004B1D9C" w:rsidRPr="00971377" w:rsidRDefault="004B1D9C" w:rsidP="004B1D9C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32"/>
              </w:rPr>
              <w:t>八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</w:t>
            </w:r>
            <w:r>
              <w:rPr>
                <w:rFonts w:ascii="宋体" w:hAnsi="宋体" w:hint="eastAsia"/>
                <w:b/>
                <w:kern w:val="0"/>
                <w:sz w:val="28"/>
                <w:szCs w:val="32"/>
              </w:rPr>
              <w:t>开题审核负责人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意见</w:t>
            </w:r>
          </w:p>
          <w:p w14:paraId="50B6A338" w14:textId="77777777" w:rsidR="004B1D9C" w:rsidRDefault="004B1D9C" w:rsidP="004B1D9C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09A089F1" w14:textId="77777777" w:rsidR="004B1D9C" w:rsidRPr="00944476" w:rsidRDefault="004B1D9C" w:rsidP="004B1D9C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6ED899EC" w14:textId="54CD8959" w:rsidR="004B1D9C" w:rsidRDefault="004B1D9C" w:rsidP="004B1D9C">
            <w:pPr>
              <w:wordWrap w:val="0"/>
              <w:ind w:firstLineChars="200" w:firstLine="56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签字：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           </w:t>
            </w:r>
          </w:p>
          <w:p w14:paraId="504618A0" w14:textId="0695D57E" w:rsidR="004B1D9C" w:rsidRPr="00971377" w:rsidRDefault="004B1D9C" w:rsidP="004B1D9C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宋体" w:hAnsi="宋体"/>
                <w:b/>
                <w:kern w:val="0"/>
                <w:sz w:val="28"/>
                <w:szCs w:val="32"/>
              </w:rPr>
            </w:pPr>
            <w:r>
              <w:rPr>
                <w:sz w:val="28"/>
              </w:rPr>
              <w:t xml:space="preserve">      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</w:tbl>
    <w:p w14:paraId="4FDB55A1" w14:textId="3A0C2392" w:rsidR="00690383" w:rsidRDefault="00690383">
      <w:pPr>
        <w:widowControl/>
        <w:jc w:val="left"/>
        <w:rPr>
          <w:rFonts w:ascii="宋体" w:hAnsi="宋体"/>
          <w:color w:val="000080"/>
          <w:sz w:val="24"/>
          <w:u w:val="double"/>
        </w:rPr>
        <w:sectPr w:rsidR="00690383" w:rsidSect="00FB067F">
          <w:headerReference w:type="default" r:id="rId13"/>
          <w:footerReference w:type="default" r:id="rId14"/>
          <w:pgSz w:w="11906" w:h="16838" w:code="9"/>
          <w:pgMar w:top="1701" w:right="1474" w:bottom="1474" w:left="1701" w:header="1361" w:footer="1134" w:gutter="0"/>
          <w:pgNumType w:start="1"/>
          <w:cols w:space="425"/>
          <w:docGrid w:type="lines" w:linePitch="312"/>
        </w:sectPr>
      </w:pPr>
    </w:p>
    <w:p w14:paraId="14F4049C" w14:textId="6A9E2416" w:rsidR="00181DB4" w:rsidRDefault="00181DB4">
      <w:pPr>
        <w:widowControl/>
        <w:jc w:val="left"/>
        <w:rPr>
          <w:rFonts w:ascii="宋体" w:hAnsi="宋体"/>
          <w:color w:val="000080"/>
          <w:sz w:val="24"/>
          <w:u w:val="double"/>
        </w:rPr>
      </w:pPr>
    </w:p>
    <w:p w14:paraId="7B47BBE7" w14:textId="77777777" w:rsidR="009C49E0" w:rsidRDefault="009C49E0" w:rsidP="009C49E0">
      <w:pPr>
        <w:tabs>
          <w:tab w:val="left" w:pos="3240"/>
        </w:tabs>
        <w:jc w:val="center"/>
        <w:rPr>
          <w:rFonts w:ascii="华文新魏" w:eastAsia="华文新魏"/>
          <w:b/>
          <w:color w:val="000000"/>
          <w:sz w:val="72"/>
          <w:szCs w:val="21"/>
        </w:rPr>
      </w:pPr>
    </w:p>
    <w:p w14:paraId="0A009032" w14:textId="77777777" w:rsidR="009C49E0" w:rsidRPr="00885B8D" w:rsidRDefault="009C49E0" w:rsidP="009C49E0">
      <w:pPr>
        <w:tabs>
          <w:tab w:val="left" w:pos="3240"/>
        </w:tabs>
        <w:spacing w:afterLines="50" w:after="156" w:line="360" w:lineRule="auto"/>
        <w:jc w:val="center"/>
        <w:rPr>
          <w:rFonts w:ascii="华文新魏" w:eastAsia="华文新魏"/>
          <w:b/>
          <w:color w:val="000000"/>
          <w:sz w:val="72"/>
          <w:szCs w:val="21"/>
        </w:rPr>
      </w:pPr>
      <w:r>
        <w:rPr>
          <w:noProof/>
        </w:rPr>
        <w:drawing>
          <wp:inline distT="0" distB="0" distL="0" distR="0" wp14:anchorId="1028D1AF" wp14:editId="0900F13E">
            <wp:extent cx="3552825" cy="703566"/>
            <wp:effectExtent l="0" t="0" r="0" b="190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1483" cy="77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88AA1" w14:textId="77777777" w:rsidR="009C49E0" w:rsidRDefault="009C49E0" w:rsidP="009C49E0">
      <w:pPr>
        <w:spacing w:line="400" w:lineRule="atLeast"/>
        <w:jc w:val="center"/>
        <w:rPr>
          <w:rFonts w:ascii="宋体" w:hAnsi="宋体"/>
          <w:b/>
          <w:spacing w:val="60"/>
          <w:kern w:val="44"/>
          <w:sz w:val="56"/>
          <w:szCs w:val="72"/>
        </w:rPr>
      </w:pPr>
      <w:r w:rsidRPr="00E97BE2">
        <w:rPr>
          <w:rFonts w:ascii="宋体" w:hAnsi="宋体" w:hint="eastAsia"/>
          <w:b/>
          <w:spacing w:val="60"/>
          <w:kern w:val="44"/>
          <w:sz w:val="56"/>
          <w:szCs w:val="72"/>
        </w:rPr>
        <w:t>本科生毕业设计</w:t>
      </w:r>
      <w:r w:rsidRPr="00E97BE2">
        <w:rPr>
          <w:rFonts w:ascii="宋体" w:hAnsi="宋体"/>
          <w:b/>
          <w:spacing w:val="60"/>
          <w:kern w:val="44"/>
          <w:sz w:val="56"/>
          <w:szCs w:val="72"/>
        </w:rPr>
        <w:t>(</w:t>
      </w:r>
      <w:r w:rsidRPr="00E97BE2">
        <w:rPr>
          <w:rFonts w:ascii="宋体" w:hAnsi="宋体" w:hint="eastAsia"/>
          <w:b/>
          <w:spacing w:val="60"/>
          <w:kern w:val="44"/>
          <w:sz w:val="56"/>
          <w:szCs w:val="72"/>
        </w:rPr>
        <w:t>论文)</w:t>
      </w:r>
    </w:p>
    <w:p w14:paraId="26DB32BC" w14:textId="77777777" w:rsidR="009C49E0" w:rsidRPr="00F81094" w:rsidRDefault="009C49E0" w:rsidP="00F81094">
      <w:pPr>
        <w:pStyle w:val="1"/>
        <w:spacing w:before="0" w:after="0" w:line="400" w:lineRule="atLeast"/>
        <w:jc w:val="center"/>
        <w:rPr>
          <w:rFonts w:ascii="宋体" w:eastAsia="宋体" w:hAnsi="宋体"/>
          <w:sz w:val="56"/>
          <w:szCs w:val="56"/>
        </w:rPr>
      </w:pPr>
      <w:r w:rsidRPr="00F81094">
        <w:rPr>
          <w:rFonts w:ascii="宋体" w:eastAsia="宋体" w:hAnsi="宋体" w:hint="eastAsia"/>
          <w:sz w:val="56"/>
          <w:szCs w:val="56"/>
        </w:rPr>
        <w:t>中期</w:t>
      </w:r>
      <w:r w:rsidRPr="00F81094">
        <w:rPr>
          <w:rFonts w:ascii="宋体" w:eastAsia="宋体" w:hAnsi="宋体"/>
          <w:sz w:val="56"/>
          <w:szCs w:val="56"/>
        </w:rPr>
        <w:t>报告</w:t>
      </w:r>
    </w:p>
    <w:p w14:paraId="42360D85" w14:textId="77777777" w:rsidR="009C49E0" w:rsidRDefault="009C49E0" w:rsidP="009C49E0">
      <w:pPr>
        <w:spacing w:beforeLines="100" w:before="312" w:afterLines="100" w:after="312"/>
        <w:jc w:val="center"/>
        <w:rPr>
          <w:rFonts w:eastAsia="黑体"/>
          <w:b/>
          <w:color w:val="000000"/>
          <w:szCs w:val="21"/>
        </w:rPr>
      </w:pPr>
    </w:p>
    <w:p w14:paraId="2EB17C23" w14:textId="77777777" w:rsidR="009C49E0" w:rsidRDefault="009C49E0" w:rsidP="009C49E0">
      <w:pPr>
        <w:tabs>
          <w:tab w:val="left" w:pos="377"/>
        </w:tabs>
        <w:snapToGrid w:val="0"/>
        <w:spacing w:line="30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华文细黑" w:eastAsia="华文细黑" w:hAnsi="华文细黑" w:hint="eastAsia"/>
          <w:b/>
          <w:sz w:val="44"/>
          <w:szCs w:val="44"/>
          <w:lang w:bidi="en-US"/>
        </w:rPr>
        <w:t>北京理工大学本科生毕业设计（论文）题目</w:t>
      </w:r>
    </w:p>
    <w:p w14:paraId="69F415DE" w14:textId="77777777" w:rsidR="009C49E0" w:rsidRDefault="009C49E0" w:rsidP="009C49E0">
      <w:pPr>
        <w:snapToGrid w:val="0"/>
        <w:spacing w:line="300" w:lineRule="auto"/>
        <w:jc w:val="center"/>
      </w:pPr>
      <w:r>
        <w:rPr>
          <w:b/>
          <w:color w:val="000000"/>
          <w:sz w:val="32"/>
          <w:szCs w:val="32"/>
        </w:rPr>
        <w:t>The Subject of Undergraduate Graduation Project (Thesis) of B</w:t>
      </w:r>
      <w:r>
        <w:rPr>
          <w:rFonts w:hint="eastAsia"/>
          <w:b/>
          <w:color w:val="000000"/>
          <w:sz w:val="32"/>
          <w:szCs w:val="32"/>
        </w:rPr>
        <w:t>eijing</w:t>
      </w:r>
      <w:r>
        <w:rPr>
          <w:b/>
          <w:color w:val="000000"/>
          <w:sz w:val="32"/>
          <w:szCs w:val="32"/>
        </w:rPr>
        <w:t xml:space="preserve"> Institute of Technology</w:t>
      </w:r>
    </w:p>
    <w:p w14:paraId="53F7C69B" w14:textId="77777777" w:rsidR="009C49E0" w:rsidRPr="00BA6DA9" w:rsidRDefault="009C49E0" w:rsidP="009C49E0">
      <w:pPr>
        <w:jc w:val="left"/>
        <w:rPr>
          <w:rFonts w:ascii="黑体" w:eastAsia="黑体" w:hAnsi="黑体"/>
          <w:b/>
          <w:sz w:val="36"/>
          <w:szCs w:val="36"/>
        </w:rPr>
      </w:pPr>
    </w:p>
    <w:p w14:paraId="638B03CB" w14:textId="77777777" w:rsidR="009C49E0" w:rsidRDefault="009C49E0" w:rsidP="009C49E0">
      <w:pPr>
        <w:jc w:val="center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1"/>
        <w:gridCol w:w="4415"/>
      </w:tblGrid>
      <w:tr w:rsidR="009C49E0" w:rsidRPr="000820EF" w14:paraId="3772DACE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671D7AA1" w14:textId="77777777" w:rsidR="009C49E0" w:rsidRPr="000820EF" w:rsidRDefault="009C49E0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院：</w:t>
            </w:r>
          </w:p>
        </w:tc>
        <w:tc>
          <w:tcPr>
            <w:tcW w:w="4415" w:type="dxa"/>
            <w:tcBorders>
              <w:bottom w:val="single" w:sz="8" w:space="0" w:color="auto"/>
            </w:tcBorders>
            <w:vAlign w:val="bottom"/>
          </w:tcPr>
          <w:p w14:paraId="70F6644D" w14:textId="77777777" w:rsidR="009C49E0" w:rsidRPr="000820EF" w:rsidRDefault="009C49E0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9C49E0" w:rsidRPr="000820EF" w14:paraId="2C387523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4C40DBFD" w14:textId="77777777" w:rsidR="009C49E0" w:rsidRPr="000820EF" w:rsidRDefault="009C49E0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专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业：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F4459DD" w14:textId="77777777" w:rsidR="009C49E0" w:rsidRPr="000820EF" w:rsidRDefault="009C49E0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0A69B8" w:rsidRPr="000820EF" w14:paraId="62303495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691552CD" w14:textId="6E5E1D81" w:rsidR="000A69B8" w:rsidRPr="000820EF" w:rsidRDefault="000A69B8" w:rsidP="005A51D5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级：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216726A" w14:textId="77777777" w:rsidR="000A69B8" w:rsidRPr="000820EF" w:rsidRDefault="000A69B8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9C49E0" w:rsidRPr="000820EF" w14:paraId="105D7365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0CF29151" w14:textId="77777777" w:rsidR="009C49E0" w:rsidRPr="000820EF" w:rsidRDefault="009C49E0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学生姓名：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BD7C7C" w14:textId="77777777" w:rsidR="009C49E0" w:rsidRPr="000820EF" w:rsidRDefault="009C49E0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9C49E0" w:rsidRPr="000820EF" w14:paraId="534BA5D5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6C20B511" w14:textId="77777777" w:rsidR="009C49E0" w:rsidRPr="000820EF" w:rsidRDefault="009C49E0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学</w:t>
            </w:r>
            <w:r w:rsidRPr="000820EF">
              <w:rPr>
                <w:rFonts w:hint="eastAsia"/>
                <w:sz w:val="32"/>
                <w:szCs w:val="32"/>
              </w:rPr>
              <w:t xml:space="preserve"> </w:t>
            </w:r>
            <w:r w:rsidRPr="000820EF">
              <w:rPr>
                <w:sz w:val="32"/>
                <w:szCs w:val="32"/>
              </w:rPr>
              <w:t xml:space="preserve">   </w:t>
            </w:r>
            <w:r w:rsidRPr="000820EF">
              <w:rPr>
                <w:rFonts w:hint="eastAsia"/>
                <w:sz w:val="32"/>
                <w:szCs w:val="32"/>
              </w:rPr>
              <w:t>号：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DCF430A" w14:textId="77777777" w:rsidR="009C49E0" w:rsidRPr="000820EF" w:rsidRDefault="009C49E0" w:rsidP="005A51D5">
            <w:pPr>
              <w:jc w:val="center"/>
              <w:rPr>
                <w:sz w:val="32"/>
                <w:szCs w:val="32"/>
              </w:rPr>
            </w:pPr>
          </w:p>
        </w:tc>
      </w:tr>
      <w:tr w:rsidR="009C49E0" w:rsidRPr="000820EF" w14:paraId="63ECB92B" w14:textId="77777777" w:rsidTr="005A51D5">
        <w:trPr>
          <w:trHeight w:val="680"/>
          <w:jc w:val="center"/>
        </w:trPr>
        <w:tc>
          <w:tcPr>
            <w:tcW w:w="2101" w:type="dxa"/>
            <w:vAlign w:val="bottom"/>
          </w:tcPr>
          <w:p w14:paraId="1825B5FF" w14:textId="77777777" w:rsidR="009C49E0" w:rsidRPr="000820EF" w:rsidRDefault="009C49E0" w:rsidP="005A51D5">
            <w:pPr>
              <w:jc w:val="right"/>
              <w:rPr>
                <w:sz w:val="32"/>
                <w:szCs w:val="32"/>
              </w:rPr>
            </w:pPr>
            <w:r w:rsidRPr="000820EF">
              <w:rPr>
                <w:rFonts w:hint="eastAsia"/>
                <w:sz w:val="32"/>
                <w:szCs w:val="32"/>
              </w:rPr>
              <w:t>指导教师：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9C3B466" w14:textId="1547AC10" w:rsidR="009C49E0" w:rsidRPr="000820EF" w:rsidRDefault="00D4781D" w:rsidP="005A51D5">
            <w:pPr>
              <w:jc w:val="center"/>
              <w:rPr>
                <w:sz w:val="32"/>
                <w:szCs w:val="32"/>
              </w:rPr>
            </w:pPr>
            <w:r w:rsidRPr="00D4781D">
              <w:rPr>
                <w:sz w:val="32"/>
                <w:szCs w:val="32"/>
                <w:highlight w:val="yellow"/>
              </w:rPr>
              <w:t>校内</w:t>
            </w:r>
            <w:r w:rsidRPr="00D4781D">
              <w:rPr>
                <w:rFonts w:hint="eastAsia"/>
                <w:sz w:val="32"/>
                <w:szCs w:val="32"/>
                <w:highlight w:val="yellow"/>
              </w:rPr>
              <w:t>、</w:t>
            </w:r>
            <w:r w:rsidRPr="00D4781D">
              <w:rPr>
                <w:sz w:val="32"/>
                <w:szCs w:val="32"/>
                <w:highlight w:val="yellow"/>
              </w:rPr>
              <w:t>校外</w:t>
            </w:r>
          </w:p>
        </w:tc>
      </w:tr>
    </w:tbl>
    <w:p w14:paraId="0B889A3D" w14:textId="77777777" w:rsidR="009C49E0" w:rsidRDefault="009C49E0" w:rsidP="009C49E0">
      <w:pPr>
        <w:jc w:val="center"/>
      </w:pPr>
    </w:p>
    <w:p w14:paraId="1291D40E" w14:textId="77777777" w:rsidR="009C49E0" w:rsidRPr="00617DD7" w:rsidRDefault="009C49E0" w:rsidP="009C49E0">
      <w:pPr>
        <w:jc w:val="center"/>
        <w:rPr>
          <w:rFonts w:asciiTheme="minorEastAsia" w:hAnsiTheme="minorEastAsia"/>
          <w:sz w:val="36"/>
          <w:szCs w:val="36"/>
        </w:rPr>
      </w:pPr>
    </w:p>
    <w:p w14:paraId="7F80D1E8" w14:textId="77777777" w:rsidR="009C49E0" w:rsidRDefault="009C49E0" w:rsidP="009C49E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1"/>
      </w:tblGrid>
      <w:tr w:rsidR="009C49E0" w14:paraId="0B21E918" w14:textId="77777777" w:rsidTr="0087454A">
        <w:trPr>
          <w:trHeight w:val="3818"/>
        </w:trPr>
        <w:tc>
          <w:tcPr>
            <w:tcW w:w="8721" w:type="dxa"/>
          </w:tcPr>
          <w:p w14:paraId="38560FF8" w14:textId="1FF024B4" w:rsidR="009C49E0" w:rsidRPr="00971377" w:rsidRDefault="009C49E0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一、</w:t>
            </w:r>
            <w:r w:rsidR="0087454A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毕业设计（论文）主要研究内容、进展情况及取得成果</w:t>
            </w:r>
          </w:p>
          <w:p w14:paraId="58AF7210" w14:textId="77777777" w:rsidR="009C49E0" w:rsidRDefault="009C49E0" w:rsidP="005A51D5">
            <w:pPr>
              <w:spacing w:beforeLines="100" w:before="312" w:afterLines="100" w:after="312"/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5DB7A8E7" w14:textId="77777777" w:rsidR="009C49E0" w:rsidRDefault="009C49E0" w:rsidP="005A51D5">
            <w:pPr>
              <w:spacing w:beforeLines="100" w:before="312" w:afterLines="100" w:after="312"/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69D77EA1" w14:textId="77777777" w:rsidR="009C49E0" w:rsidRPr="0087454A" w:rsidRDefault="009C49E0" w:rsidP="005A51D5">
            <w:pPr>
              <w:spacing w:beforeLines="100" w:before="312" w:afterLines="100" w:after="312"/>
              <w:jc w:val="left"/>
              <w:rPr>
                <w:rFonts w:ascii="宋体" w:hAnsi="宋体"/>
                <w:color w:val="000080"/>
                <w:sz w:val="24"/>
                <w:u w:val="double"/>
              </w:rPr>
            </w:pPr>
          </w:p>
        </w:tc>
      </w:tr>
      <w:tr w:rsidR="002B5806" w14:paraId="287996E5" w14:textId="77777777" w:rsidTr="005A51D5">
        <w:trPr>
          <w:trHeight w:val="3399"/>
        </w:trPr>
        <w:tc>
          <w:tcPr>
            <w:tcW w:w="8721" w:type="dxa"/>
          </w:tcPr>
          <w:p w14:paraId="4D641635" w14:textId="18AF9A42" w:rsidR="002B5806" w:rsidRPr="00971377" w:rsidRDefault="0087454A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二</w:t>
            </w:r>
            <w:r w:rsidR="002B5806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、存在的问题和拟解决方案</w:t>
            </w:r>
          </w:p>
          <w:p w14:paraId="13B4BF0E" w14:textId="77777777" w:rsidR="000F79DD" w:rsidRPr="000F79DD" w:rsidRDefault="000F79DD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</w:p>
          <w:p w14:paraId="181240B9" w14:textId="77777777" w:rsidR="000F79DD" w:rsidRPr="000F79DD" w:rsidRDefault="000F79DD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</w:p>
          <w:p w14:paraId="0F49BB5F" w14:textId="77777777" w:rsidR="000F79DD" w:rsidRPr="000F79DD" w:rsidRDefault="000F79DD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</w:p>
          <w:p w14:paraId="1AA5EDE7" w14:textId="77777777" w:rsidR="000F79DD" w:rsidRPr="000F79DD" w:rsidRDefault="000F79DD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</w:p>
          <w:p w14:paraId="6AA467D8" w14:textId="77777777" w:rsidR="000F79DD" w:rsidRPr="000F79DD" w:rsidRDefault="000F79DD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</w:p>
          <w:p w14:paraId="4030BAC3" w14:textId="77777777" w:rsidR="000F79DD" w:rsidRDefault="000F79DD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</w:tc>
      </w:tr>
      <w:tr w:rsidR="002B5806" w14:paraId="2DC5BDB1" w14:textId="77777777" w:rsidTr="0087454A">
        <w:trPr>
          <w:trHeight w:val="4101"/>
        </w:trPr>
        <w:tc>
          <w:tcPr>
            <w:tcW w:w="8721" w:type="dxa"/>
          </w:tcPr>
          <w:p w14:paraId="5B9E90AD" w14:textId="54E31F71" w:rsidR="002B5806" w:rsidRPr="00971377" w:rsidRDefault="0087454A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三</w:t>
            </w:r>
            <w:r w:rsidR="002B5806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、下一步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研究</w:t>
            </w:r>
            <w:r w:rsidR="002B5806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任务与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进度</w:t>
            </w:r>
            <w:r w:rsidR="002B5806"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安排</w:t>
            </w:r>
          </w:p>
          <w:p w14:paraId="6D21339B" w14:textId="77777777" w:rsidR="002B5806" w:rsidRPr="002B5806" w:rsidRDefault="002B5806" w:rsidP="005A51D5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87454A" w14:paraId="2D6B5FA1" w14:textId="77777777" w:rsidTr="0087454A">
        <w:trPr>
          <w:trHeight w:val="2967"/>
        </w:trPr>
        <w:tc>
          <w:tcPr>
            <w:tcW w:w="8721" w:type="dxa"/>
          </w:tcPr>
          <w:p w14:paraId="40A3E80B" w14:textId="7909847E" w:rsidR="0087454A" w:rsidRPr="00971377" w:rsidRDefault="0087454A" w:rsidP="0087454A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lastRenderedPageBreak/>
              <w:t>四、指导教师意见</w:t>
            </w:r>
          </w:p>
          <w:p w14:paraId="6C5787A5" w14:textId="77777777" w:rsidR="0087454A" w:rsidRPr="0087454A" w:rsidRDefault="0087454A" w:rsidP="0087454A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6B09D2EC" w14:textId="77777777" w:rsidR="0087454A" w:rsidRDefault="0087454A" w:rsidP="0087454A">
            <w:pPr>
              <w:spacing w:beforeLines="50" w:before="156"/>
              <w:rPr>
                <w:sz w:val="24"/>
              </w:rPr>
            </w:pPr>
          </w:p>
          <w:p w14:paraId="25A24E42" w14:textId="77777777" w:rsidR="00D1395A" w:rsidRDefault="00D1395A" w:rsidP="0087454A">
            <w:pPr>
              <w:spacing w:beforeLines="50" w:before="156"/>
              <w:rPr>
                <w:sz w:val="24"/>
              </w:rPr>
            </w:pPr>
          </w:p>
          <w:p w14:paraId="72ED9B45" w14:textId="77777777" w:rsidR="0087454A" w:rsidRDefault="0087454A" w:rsidP="0087454A">
            <w:pPr>
              <w:ind w:firstLineChars="2100" w:firstLine="5880"/>
              <w:rPr>
                <w:sz w:val="28"/>
              </w:rPr>
            </w:pPr>
            <w:r>
              <w:rPr>
                <w:rFonts w:hint="eastAsia"/>
                <w:sz w:val="28"/>
              </w:rPr>
              <w:t>签字</w:t>
            </w:r>
            <w:r w:rsidRPr="00471AE8">
              <w:rPr>
                <w:rFonts w:hint="eastAsia"/>
                <w:sz w:val="28"/>
              </w:rPr>
              <w:t>：</w:t>
            </w:r>
          </w:p>
          <w:p w14:paraId="685F5C78" w14:textId="1A03C4AD" w:rsidR="0087454A" w:rsidRDefault="0087454A" w:rsidP="0087454A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  <w:r w:rsidRPr="00471AE8">
              <w:rPr>
                <w:rFonts w:hint="eastAsia"/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 xml:space="preserve">                              </w:t>
            </w:r>
            <w:r w:rsidRPr="00471AE8">
              <w:rPr>
                <w:rFonts w:hint="eastAsia"/>
                <w:sz w:val="28"/>
              </w:rPr>
              <w:t xml:space="preserve">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  <w:tr w:rsidR="007A31B2" w14:paraId="47CFE32D" w14:textId="77777777" w:rsidTr="00971377">
        <w:trPr>
          <w:trHeight w:val="730"/>
        </w:trPr>
        <w:tc>
          <w:tcPr>
            <w:tcW w:w="8721" w:type="dxa"/>
            <w:vAlign w:val="center"/>
          </w:tcPr>
          <w:p w14:paraId="2BAA857D" w14:textId="546A79F1" w:rsidR="007A31B2" w:rsidRPr="007A31B2" w:rsidRDefault="007A31B2" w:rsidP="00971377">
            <w:pPr>
              <w:spacing w:beforeLines="50" w:before="156"/>
              <w:rPr>
                <w:b/>
                <w:sz w:val="28"/>
              </w:rPr>
            </w:pPr>
            <w:r w:rsidRPr="00D1395A">
              <w:rPr>
                <w:b/>
                <w:sz w:val="28"/>
              </w:rPr>
              <w:t>成绩</w:t>
            </w:r>
            <w:r w:rsidRPr="00D1395A">
              <w:rPr>
                <w:rFonts w:hint="eastAsia"/>
                <w:b/>
                <w:sz w:val="28"/>
              </w:rPr>
              <w:t>：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</w:t>
            </w:r>
            <w:r w:rsidR="00B62D42">
              <w:rPr>
                <w:rFonts w:hint="eastAsia"/>
                <w:b/>
                <w:sz w:val="28"/>
              </w:rPr>
              <w:t>，</w:t>
            </w:r>
            <w:r>
              <w:rPr>
                <w:b/>
                <w:sz w:val="28"/>
              </w:rPr>
              <w:t>占比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</w:t>
            </w:r>
            <w:r>
              <w:rPr>
                <w:rFonts w:hint="eastAsia"/>
                <w:b/>
                <w:sz w:val="28"/>
              </w:rPr>
              <w:t>%</w:t>
            </w:r>
          </w:p>
        </w:tc>
      </w:tr>
      <w:tr w:rsidR="0087454A" w14:paraId="74CC1A54" w14:textId="77777777" w:rsidTr="0087454A">
        <w:trPr>
          <w:trHeight w:val="2970"/>
        </w:trPr>
        <w:tc>
          <w:tcPr>
            <w:tcW w:w="8721" w:type="dxa"/>
          </w:tcPr>
          <w:p w14:paraId="1EE060AE" w14:textId="6FD0DE69" w:rsidR="00715728" w:rsidRPr="00971377" w:rsidRDefault="00715728" w:rsidP="00715728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32"/>
              </w:rPr>
              <w:t>五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、</w:t>
            </w:r>
            <w:r>
              <w:rPr>
                <w:rFonts w:ascii="宋体" w:hAnsi="宋体" w:hint="eastAsia"/>
                <w:b/>
                <w:kern w:val="0"/>
                <w:sz w:val="28"/>
                <w:szCs w:val="32"/>
              </w:rPr>
              <w:t>中期审核负责人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意见</w:t>
            </w:r>
          </w:p>
          <w:p w14:paraId="20E9AD48" w14:textId="77777777" w:rsidR="00715728" w:rsidRDefault="00715728" w:rsidP="00715728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3FA9743B" w14:textId="77777777" w:rsidR="00715728" w:rsidRPr="00944476" w:rsidRDefault="00715728" w:rsidP="00715728">
            <w:pPr>
              <w:autoSpaceDE w:val="0"/>
              <w:autoSpaceDN w:val="0"/>
              <w:adjustRightInd w:val="0"/>
              <w:spacing w:line="480" w:lineRule="auto"/>
              <w:rPr>
                <w:rFonts w:ascii="黑体" w:eastAsia="黑体" w:hAnsi="黑体"/>
                <w:b/>
                <w:kern w:val="0"/>
                <w:sz w:val="32"/>
                <w:szCs w:val="32"/>
              </w:rPr>
            </w:pPr>
          </w:p>
          <w:p w14:paraId="62DCC370" w14:textId="6C1B0A13" w:rsidR="00715728" w:rsidRDefault="00715728" w:rsidP="00715728">
            <w:pPr>
              <w:wordWrap w:val="0"/>
              <w:ind w:firstLineChars="200" w:firstLine="56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签字：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           </w:t>
            </w:r>
          </w:p>
          <w:p w14:paraId="4F226010" w14:textId="4A428EE1" w:rsidR="00944476" w:rsidRPr="00944476" w:rsidRDefault="00715728" w:rsidP="00715728">
            <w:pPr>
              <w:ind w:firstLineChars="200" w:firstLine="56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</w:tbl>
    <w:p w14:paraId="0142A8CE" w14:textId="77777777" w:rsidR="00690383" w:rsidRDefault="00690383" w:rsidP="0087454A">
      <w:pPr>
        <w:widowControl/>
        <w:jc w:val="left"/>
        <w:rPr>
          <w:rFonts w:ascii="宋体" w:hAnsi="宋体"/>
          <w:color w:val="000080"/>
          <w:sz w:val="24"/>
          <w:u w:val="double"/>
        </w:rPr>
        <w:sectPr w:rsidR="00690383" w:rsidSect="00FB067F">
          <w:headerReference w:type="default" r:id="rId15"/>
          <w:footerReference w:type="default" r:id="rId16"/>
          <w:pgSz w:w="11906" w:h="16838" w:code="9"/>
          <w:pgMar w:top="1701" w:right="1474" w:bottom="1474" w:left="1701" w:header="1361" w:footer="1134" w:gutter="0"/>
          <w:pgNumType w:start="1"/>
          <w:cols w:space="425"/>
          <w:docGrid w:type="lines" w:linePitch="312"/>
        </w:sectPr>
      </w:pPr>
    </w:p>
    <w:p w14:paraId="097E2F8C" w14:textId="41B9BB3E" w:rsidR="00FE7FBD" w:rsidRDefault="00FE7FBD" w:rsidP="00690383">
      <w:pPr>
        <w:pStyle w:val="1"/>
        <w:spacing w:after="0"/>
        <w:jc w:val="center"/>
      </w:pPr>
      <w:bookmarkStart w:id="1" w:name="_Toc56995983"/>
      <w:r>
        <w:rPr>
          <w:rFonts w:hint="eastAsia"/>
        </w:rPr>
        <w:lastRenderedPageBreak/>
        <w:t>毕业设计（论文）指导教师评语表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FE7FBD" w14:paraId="7C4C793E" w14:textId="77777777" w:rsidTr="00FE7FBD">
        <w:trPr>
          <w:trHeight w:val="11458"/>
        </w:trPr>
        <w:tc>
          <w:tcPr>
            <w:tcW w:w="8789" w:type="dxa"/>
          </w:tcPr>
          <w:p w14:paraId="48F2B3B3" w14:textId="77777777" w:rsidR="00FE7FBD" w:rsidRPr="00971377" w:rsidRDefault="00FE7FBD" w:rsidP="00971377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指导教师对毕业设计（论文）的评语：</w:t>
            </w:r>
          </w:p>
          <w:p w14:paraId="21E4A974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5C458F4C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73972D60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09B4A2C1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71D488B9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018E0D68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41A50D59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73FDDC82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6D014FF9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086A6629" w14:textId="77777777" w:rsidR="000A7E6A" w:rsidRDefault="000A7E6A" w:rsidP="005A51D5">
            <w:pPr>
              <w:spacing w:beforeLines="50" w:before="156"/>
              <w:rPr>
                <w:sz w:val="24"/>
              </w:rPr>
            </w:pPr>
          </w:p>
          <w:p w14:paraId="66660142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585D253C" w14:textId="77777777" w:rsidR="000A7E6A" w:rsidRPr="00971377" w:rsidRDefault="000A7E6A" w:rsidP="000A7E6A">
            <w:pPr>
              <w:autoSpaceDE w:val="0"/>
              <w:autoSpaceDN w:val="0"/>
              <w:adjustRightInd w:val="0"/>
              <w:spacing w:line="480" w:lineRule="auto"/>
              <w:rPr>
                <w:rFonts w:ascii="宋体" w:hAnsi="宋体"/>
                <w:b/>
                <w:kern w:val="0"/>
                <w:sz w:val="28"/>
                <w:szCs w:val="32"/>
              </w:rPr>
            </w:pPr>
            <w:r w:rsidRPr="00512F4A">
              <w:rPr>
                <w:rFonts w:ascii="宋体" w:hAnsi="宋体"/>
                <w:b/>
                <w:kern w:val="0"/>
                <w:sz w:val="28"/>
                <w:szCs w:val="32"/>
              </w:rPr>
              <w:t>是否有校外指导教师</w:t>
            </w:r>
            <w:r w:rsidRPr="00512F4A">
              <w:rPr>
                <w:rFonts w:ascii="宋体" w:hAnsi="宋体" w:hint="eastAsia"/>
                <w:b/>
                <w:kern w:val="0"/>
                <w:sz w:val="28"/>
                <w:szCs w:val="32"/>
              </w:rPr>
              <w:t>：□</w:t>
            </w:r>
            <w:r w:rsidRPr="00512F4A">
              <w:rPr>
                <w:rFonts w:ascii="宋体" w:hAnsi="宋体"/>
                <w:b/>
                <w:kern w:val="0"/>
                <w:sz w:val="28"/>
                <w:szCs w:val="32"/>
              </w:rPr>
              <w:t>是</w:t>
            </w:r>
            <w:r w:rsidRPr="00512F4A">
              <w:rPr>
                <w:rFonts w:ascii="宋体" w:hAnsi="宋体" w:hint="eastAsia"/>
                <w:b/>
                <w:kern w:val="0"/>
                <w:sz w:val="28"/>
                <w:szCs w:val="32"/>
              </w:rPr>
              <w:t>，□</w:t>
            </w:r>
            <w:r w:rsidRPr="00512F4A">
              <w:rPr>
                <w:rFonts w:ascii="宋体" w:hAnsi="宋体"/>
                <w:b/>
                <w:kern w:val="0"/>
                <w:sz w:val="28"/>
                <w:szCs w:val="32"/>
              </w:rPr>
              <w:t>否</w:t>
            </w:r>
            <w:r w:rsidRPr="00512F4A">
              <w:rPr>
                <w:rFonts w:ascii="宋体" w:hAnsi="宋体" w:hint="eastAsia"/>
                <w:b/>
                <w:kern w:val="0"/>
                <w:sz w:val="28"/>
                <w:szCs w:val="32"/>
              </w:rPr>
              <w:t>；</w:t>
            </w:r>
            <w:r>
              <w:rPr>
                <w:rFonts w:ascii="宋体" w:hAnsi="宋体" w:hint="eastAsia"/>
                <w:b/>
                <w:kern w:val="0"/>
                <w:sz w:val="28"/>
                <w:szCs w:val="32"/>
              </w:rPr>
              <w:t>若选择“是”，校外</w:t>
            </w:r>
            <w:r w:rsidRPr="00971377">
              <w:rPr>
                <w:rFonts w:ascii="宋体" w:hAnsi="宋体" w:hint="eastAsia"/>
                <w:b/>
                <w:kern w:val="0"/>
                <w:sz w:val="28"/>
                <w:szCs w:val="32"/>
              </w:rPr>
              <w:t>指导教师对毕业设计（论文）的评语：</w:t>
            </w:r>
          </w:p>
          <w:p w14:paraId="15ED6ECF" w14:textId="77777777" w:rsidR="00FE7FBD" w:rsidRPr="000A7E6A" w:rsidRDefault="00FE7FBD" w:rsidP="005A51D5">
            <w:pPr>
              <w:spacing w:beforeLines="50" w:before="156"/>
              <w:rPr>
                <w:sz w:val="24"/>
              </w:rPr>
            </w:pPr>
          </w:p>
          <w:p w14:paraId="50C0C2C1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0DFC51DD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23DD4668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7AE2C351" w14:textId="77777777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686BFBD3" w14:textId="639500FF" w:rsidR="00FE7FBD" w:rsidRDefault="00FE7FBD" w:rsidP="005A51D5">
            <w:pPr>
              <w:spacing w:beforeLines="50" w:before="156"/>
              <w:rPr>
                <w:sz w:val="24"/>
              </w:rPr>
            </w:pPr>
          </w:p>
          <w:p w14:paraId="11A8C22B" w14:textId="4BD9170A" w:rsidR="00FE7FBD" w:rsidRPr="00D1395A" w:rsidRDefault="00D1395A" w:rsidP="005A51D5">
            <w:pPr>
              <w:spacing w:beforeLines="50" w:before="156"/>
              <w:rPr>
                <w:b/>
                <w:sz w:val="28"/>
                <w:szCs w:val="28"/>
              </w:rPr>
            </w:pPr>
            <w:r w:rsidRPr="00D1395A">
              <w:rPr>
                <w:b/>
                <w:sz w:val="28"/>
                <w:szCs w:val="28"/>
              </w:rPr>
              <w:t>成绩</w:t>
            </w:r>
            <w:r w:rsidRPr="00D1395A">
              <w:rPr>
                <w:rFonts w:hint="eastAsia"/>
                <w:b/>
                <w:sz w:val="28"/>
                <w:szCs w:val="28"/>
              </w:rPr>
              <w:t>：</w:t>
            </w:r>
            <w:r w:rsidR="007A31B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7A31B2">
              <w:rPr>
                <w:b/>
                <w:sz w:val="28"/>
                <w:szCs w:val="28"/>
              </w:rPr>
              <w:t xml:space="preserve">  </w:t>
            </w:r>
            <w:r w:rsidR="00D4781D">
              <w:rPr>
                <w:rFonts w:hint="eastAsia"/>
                <w:b/>
                <w:sz w:val="28"/>
                <w:szCs w:val="28"/>
              </w:rPr>
              <w:t>，</w:t>
            </w:r>
            <w:r w:rsidR="00971377">
              <w:rPr>
                <w:rFonts w:hint="eastAsia"/>
                <w:b/>
                <w:sz w:val="28"/>
                <w:szCs w:val="28"/>
              </w:rPr>
              <w:t>占比</w:t>
            </w:r>
            <w:r w:rsidR="00971377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971377">
              <w:rPr>
                <w:b/>
                <w:sz w:val="28"/>
                <w:szCs w:val="28"/>
              </w:rPr>
              <w:t xml:space="preserve">   </w:t>
            </w:r>
            <w:r w:rsidR="00971377">
              <w:rPr>
                <w:rFonts w:hint="eastAsia"/>
                <w:b/>
                <w:sz w:val="28"/>
                <w:szCs w:val="28"/>
              </w:rPr>
              <w:t>%</w:t>
            </w:r>
          </w:p>
          <w:p w14:paraId="122DB069" w14:textId="77777777" w:rsidR="00FE7FBD" w:rsidRPr="00D1395A" w:rsidRDefault="00FE7FBD" w:rsidP="005A51D5">
            <w:pPr>
              <w:spacing w:beforeLines="50" w:before="156" w:line="480" w:lineRule="auto"/>
              <w:jc w:val="right"/>
              <w:rPr>
                <w:b/>
                <w:sz w:val="28"/>
                <w:szCs w:val="28"/>
              </w:rPr>
            </w:pPr>
            <w:r w:rsidRPr="00D1395A">
              <w:rPr>
                <w:rFonts w:hint="eastAsia"/>
                <w:b/>
                <w:sz w:val="28"/>
                <w:szCs w:val="28"/>
              </w:rPr>
              <w:t>指导教师</w:t>
            </w:r>
            <w:r w:rsidRPr="00D1395A">
              <w:rPr>
                <w:rFonts w:hint="eastAsia"/>
                <w:b/>
                <w:sz w:val="28"/>
                <w:szCs w:val="28"/>
                <w:u w:val="single"/>
              </w:rPr>
              <w:t xml:space="preserve">     </w:t>
            </w:r>
            <w:r w:rsidRPr="00D1395A">
              <w:rPr>
                <w:b/>
                <w:sz w:val="28"/>
                <w:szCs w:val="28"/>
                <w:u w:val="single"/>
              </w:rPr>
              <w:t xml:space="preserve"> </w:t>
            </w:r>
            <w:r w:rsidRPr="00D1395A">
              <w:rPr>
                <w:rFonts w:hint="eastAsia"/>
                <w:b/>
                <w:sz w:val="28"/>
                <w:szCs w:val="28"/>
                <w:u w:val="single"/>
              </w:rPr>
              <w:t xml:space="preserve">       </w:t>
            </w:r>
            <w:r w:rsidRPr="00D1395A">
              <w:rPr>
                <w:rFonts w:hint="eastAsia"/>
                <w:b/>
                <w:sz w:val="28"/>
                <w:szCs w:val="28"/>
              </w:rPr>
              <w:t>（签字）</w:t>
            </w:r>
          </w:p>
          <w:p w14:paraId="7DD555E0" w14:textId="77777777" w:rsidR="00FE7FBD" w:rsidRDefault="00FE7FBD" w:rsidP="005A51D5">
            <w:pPr>
              <w:spacing w:beforeLines="50" w:before="156" w:line="480" w:lineRule="auto"/>
              <w:jc w:val="right"/>
              <w:rPr>
                <w:sz w:val="24"/>
              </w:rPr>
            </w:pPr>
            <w:r w:rsidRPr="00D1395A">
              <w:rPr>
                <w:rFonts w:hint="eastAsia"/>
                <w:b/>
                <w:sz w:val="28"/>
                <w:szCs w:val="28"/>
              </w:rPr>
              <w:t>年</w:t>
            </w:r>
            <w:r w:rsidRPr="00D1395A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D1395A">
              <w:rPr>
                <w:rFonts w:hint="eastAsia"/>
                <w:b/>
                <w:sz w:val="28"/>
                <w:szCs w:val="28"/>
              </w:rPr>
              <w:t>月</w:t>
            </w:r>
            <w:r w:rsidRPr="00D1395A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D1395A"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14:paraId="02B5DA69" w14:textId="77777777" w:rsidR="00FE7FBD" w:rsidRPr="003167BF" w:rsidRDefault="00FE7FBD" w:rsidP="003167BF">
      <w:pPr>
        <w:pStyle w:val="1"/>
        <w:spacing w:after="0"/>
        <w:jc w:val="center"/>
        <w:rPr>
          <w:rFonts w:ascii="黑体" w:hAnsi="黑体"/>
        </w:rPr>
      </w:pPr>
      <w:r w:rsidRPr="003167BF">
        <w:rPr>
          <w:rFonts w:ascii="黑体" w:hAnsi="黑体" w:hint="eastAsia"/>
        </w:rPr>
        <w:lastRenderedPageBreak/>
        <w:t>毕业设计（论文）匿名评阅评语表1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1"/>
        <w:gridCol w:w="3118"/>
        <w:gridCol w:w="1418"/>
        <w:gridCol w:w="2722"/>
      </w:tblGrid>
      <w:tr w:rsidR="00FE7FBD" w:rsidRPr="00471AE8" w14:paraId="0E11541A" w14:textId="77777777" w:rsidTr="005A51D5">
        <w:trPr>
          <w:trHeight w:val="645"/>
          <w:jc w:val="center"/>
        </w:trPr>
        <w:tc>
          <w:tcPr>
            <w:tcW w:w="1781" w:type="dxa"/>
            <w:vAlign w:val="center"/>
          </w:tcPr>
          <w:p w14:paraId="1588AF43" w14:textId="77777777" w:rsidR="00FE7FBD" w:rsidRPr="00471AE8" w:rsidRDefault="00FE7FBD" w:rsidP="005A51D5">
            <w:pPr>
              <w:jc w:val="center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学生姓名</w:t>
            </w:r>
          </w:p>
        </w:tc>
        <w:tc>
          <w:tcPr>
            <w:tcW w:w="3118" w:type="dxa"/>
            <w:vAlign w:val="center"/>
          </w:tcPr>
          <w:p w14:paraId="37B84AE6" w14:textId="77777777" w:rsidR="00FE7FBD" w:rsidRPr="00471AE8" w:rsidRDefault="00FE7FBD" w:rsidP="005A51D5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341E34D2" w14:textId="0B954773" w:rsidR="00FE7FBD" w:rsidRPr="00471AE8" w:rsidRDefault="00FE7FBD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0A69B8">
              <w:rPr>
                <w:rFonts w:hint="eastAsia"/>
                <w:sz w:val="28"/>
              </w:rPr>
              <w:t xml:space="preserve"> </w:t>
            </w:r>
            <w:r w:rsidR="000A69B8"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2722" w:type="dxa"/>
            <w:vAlign w:val="center"/>
          </w:tcPr>
          <w:p w14:paraId="05DD18E9" w14:textId="77777777" w:rsidR="00FE7FBD" w:rsidRPr="00471AE8" w:rsidRDefault="00FE7FBD" w:rsidP="005A51D5">
            <w:pPr>
              <w:jc w:val="center"/>
              <w:rPr>
                <w:sz w:val="28"/>
              </w:rPr>
            </w:pPr>
          </w:p>
        </w:tc>
      </w:tr>
      <w:tr w:rsidR="00FE7FBD" w:rsidRPr="00471AE8" w14:paraId="63F0653A" w14:textId="77777777" w:rsidTr="005A51D5">
        <w:trPr>
          <w:trHeight w:val="555"/>
          <w:jc w:val="center"/>
        </w:trPr>
        <w:tc>
          <w:tcPr>
            <w:tcW w:w="1781" w:type="dxa"/>
            <w:vAlign w:val="center"/>
          </w:tcPr>
          <w:p w14:paraId="49D4186D" w14:textId="2CCF5255" w:rsidR="00FE7FBD" w:rsidRPr="00471AE8" w:rsidRDefault="00FE7FBD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0A69B8">
              <w:rPr>
                <w:rFonts w:hint="eastAsia"/>
                <w:sz w:val="28"/>
              </w:rPr>
              <w:t xml:space="preserve"> </w:t>
            </w:r>
            <w:r w:rsidR="000A69B8"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院</w:t>
            </w:r>
          </w:p>
        </w:tc>
        <w:tc>
          <w:tcPr>
            <w:tcW w:w="3118" w:type="dxa"/>
            <w:vAlign w:val="center"/>
          </w:tcPr>
          <w:p w14:paraId="68B9E32A" w14:textId="77777777" w:rsidR="00FE7FBD" w:rsidRPr="00471AE8" w:rsidRDefault="00FE7FBD" w:rsidP="005A51D5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3E4CACBB" w14:textId="4383D549" w:rsidR="00FE7FBD" w:rsidRPr="00471AE8" w:rsidRDefault="000A69B8" w:rsidP="005A51D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级</w:t>
            </w:r>
          </w:p>
        </w:tc>
        <w:tc>
          <w:tcPr>
            <w:tcW w:w="2722" w:type="dxa"/>
            <w:vAlign w:val="center"/>
          </w:tcPr>
          <w:p w14:paraId="1E8B600C" w14:textId="77777777" w:rsidR="00FE7FBD" w:rsidRPr="00471AE8" w:rsidRDefault="00FE7FBD" w:rsidP="005A51D5">
            <w:pPr>
              <w:jc w:val="center"/>
              <w:rPr>
                <w:sz w:val="28"/>
              </w:rPr>
            </w:pPr>
          </w:p>
        </w:tc>
      </w:tr>
      <w:tr w:rsidR="000A69B8" w:rsidRPr="00471AE8" w14:paraId="5AF0604F" w14:textId="77777777" w:rsidTr="00731211">
        <w:trPr>
          <w:trHeight w:val="555"/>
          <w:jc w:val="center"/>
        </w:trPr>
        <w:tc>
          <w:tcPr>
            <w:tcW w:w="1781" w:type="dxa"/>
            <w:vAlign w:val="center"/>
          </w:tcPr>
          <w:p w14:paraId="70E60D3B" w14:textId="77777777" w:rsidR="000A69B8" w:rsidRDefault="000A69B8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业</w:t>
            </w:r>
          </w:p>
        </w:tc>
        <w:tc>
          <w:tcPr>
            <w:tcW w:w="7258" w:type="dxa"/>
            <w:gridSpan w:val="3"/>
            <w:vAlign w:val="center"/>
          </w:tcPr>
          <w:p w14:paraId="44967417" w14:textId="77777777" w:rsidR="000A69B8" w:rsidRPr="00471AE8" w:rsidRDefault="000A69B8" w:rsidP="00731211">
            <w:pPr>
              <w:jc w:val="center"/>
              <w:rPr>
                <w:sz w:val="28"/>
              </w:rPr>
            </w:pPr>
          </w:p>
        </w:tc>
      </w:tr>
      <w:tr w:rsidR="000A69B8" w:rsidRPr="00471AE8" w14:paraId="1475D5BC" w14:textId="77777777" w:rsidTr="005A51D5">
        <w:trPr>
          <w:trHeight w:val="555"/>
          <w:jc w:val="center"/>
        </w:trPr>
        <w:tc>
          <w:tcPr>
            <w:tcW w:w="1781" w:type="dxa"/>
            <w:vAlign w:val="center"/>
          </w:tcPr>
          <w:p w14:paraId="4832D0BB" w14:textId="65203095" w:rsidR="000A69B8" w:rsidRDefault="000A69B8" w:rsidP="000A69B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</w:t>
            </w:r>
          </w:p>
        </w:tc>
        <w:tc>
          <w:tcPr>
            <w:tcW w:w="3118" w:type="dxa"/>
            <w:vAlign w:val="center"/>
          </w:tcPr>
          <w:p w14:paraId="607E680E" w14:textId="77777777" w:rsidR="000A69B8" w:rsidRPr="00471AE8" w:rsidRDefault="000A69B8" w:rsidP="000A69B8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6C6ABDEB" w14:textId="1EF4B3B3" w:rsidR="000A69B8" w:rsidRDefault="000A69B8" w:rsidP="000A69B8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指导教师所在学院</w:t>
            </w:r>
          </w:p>
        </w:tc>
        <w:tc>
          <w:tcPr>
            <w:tcW w:w="2722" w:type="dxa"/>
            <w:vAlign w:val="center"/>
          </w:tcPr>
          <w:p w14:paraId="5604E298" w14:textId="77777777" w:rsidR="000A69B8" w:rsidRPr="00471AE8" w:rsidRDefault="000A69B8" w:rsidP="000A69B8">
            <w:pPr>
              <w:jc w:val="center"/>
              <w:rPr>
                <w:sz w:val="28"/>
              </w:rPr>
            </w:pPr>
          </w:p>
        </w:tc>
      </w:tr>
      <w:tr w:rsidR="000A69B8" w:rsidRPr="00471AE8" w14:paraId="0796D962" w14:textId="77777777" w:rsidTr="005A51D5">
        <w:trPr>
          <w:trHeight w:val="492"/>
          <w:jc w:val="center"/>
        </w:trPr>
        <w:tc>
          <w:tcPr>
            <w:tcW w:w="1781" w:type="dxa"/>
            <w:vAlign w:val="center"/>
          </w:tcPr>
          <w:p w14:paraId="18685D1B" w14:textId="1FD5CE59" w:rsidR="000A69B8" w:rsidRPr="00471AE8" w:rsidRDefault="000A69B8" w:rsidP="000A69B8">
            <w:pPr>
              <w:jc w:val="center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题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 w:rsidRPr="00471AE8">
              <w:rPr>
                <w:rFonts w:hint="eastAsia"/>
                <w:sz w:val="28"/>
              </w:rPr>
              <w:t>目</w:t>
            </w:r>
          </w:p>
        </w:tc>
        <w:tc>
          <w:tcPr>
            <w:tcW w:w="7258" w:type="dxa"/>
            <w:gridSpan w:val="3"/>
            <w:vAlign w:val="center"/>
          </w:tcPr>
          <w:p w14:paraId="76C89206" w14:textId="77777777" w:rsidR="000A69B8" w:rsidRPr="00471AE8" w:rsidRDefault="000A69B8" w:rsidP="000A69B8">
            <w:pPr>
              <w:jc w:val="center"/>
              <w:rPr>
                <w:sz w:val="28"/>
              </w:rPr>
            </w:pPr>
          </w:p>
        </w:tc>
      </w:tr>
      <w:tr w:rsidR="000A69B8" w:rsidRPr="00471AE8" w14:paraId="2C2E4F44" w14:textId="77777777" w:rsidTr="005A51D5">
        <w:trPr>
          <w:trHeight w:val="558"/>
          <w:jc w:val="center"/>
        </w:trPr>
        <w:tc>
          <w:tcPr>
            <w:tcW w:w="1781" w:type="dxa"/>
            <w:vAlign w:val="center"/>
          </w:tcPr>
          <w:p w14:paraId="411E38FA" w14:textId="697D557F" w:rsidR="000A69B8" w:rsidRPr="00471AE8" w:rsidRDefault="000A69B8" w:rsidP="000A69B8">
            <w:pPr>
              <w:jc w:val="center"/>
              <w:rPr>
                <w:sz w:val="28"/>
                <w:szCs w:val="18"/>
              </w:rPr>
            </w:pPr>
            <w:r>
              <w:rPr>
                <w:rFonts w:hint="eastAsia"/>
                <w:sz w:val="28"/>
                <w:szCs w:val="18"/>
              </w:rPr>
              <w:t>评阅结果</w:t>
            </w:r>
          </w:p>
        </w:tc>
        <w:tc>
          <w:tcPr>
            <w:tcW w:w="7258" w:type="dxa"/>
            <w:gridSpan w:val="3"/>
            <w:vAlign w:val="center"/>
          </w:tcPr>
          <w:p w14:paraId="3F7CA763" w14:textId="186D84E0" w:rsidR="000A69B8" w:rsidRPr="00471AE8" w:rsidRDefault="000A69B8" w:rsidP="000A69B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，</w:t>
            </w:r>
            <w:r>
              <w:rPr>
                <w:sz w:val="28"/>
              </w:rPr>
              <w:t>占比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%</w:t>
            </w:r>
          </w:p>
        </w:tc>
      </w:tr>
      <w:tr w:rsidR="000A69B8" w:rsidRPr="00471AE8" w14:paraId="6DE7B265" w14:textId="77777777" w:rsidTr="002B6D76">
        <w:trPr>
          <w:trHeight w:val="6442"/>
          <w:jc w:val="center"/>
        </w:trPr>
        <w:tc>
          <w:tcPr>
            <w:tcW w:w="9039" w:type="dxa"/>
            <w:gridSpan w:val="4"/>
          </w:tcPr>
          <w:p w14:paraId="07A3B66D" w14:textId="77777777" w:rsidR="000A69B8" w:rsidRPr="00471AE8" w:rsidRDefault="000A69B8" w:rsidP="000A69B8">
            <w:pPr>
              <w:spacing w:beforeLines="50" w:before="156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评语：</w:t>
            </w:r>
          </w:p>
          <w:p w14:paraId="2E9A3B75" w14:textId="77777777" w:rsidR="000A69B8" w:rsidRPr="00471AE8" w:rsidRDefault="000A69B8" w:rsidP="000A69B8">
            <w:pPr>
              <w:rPr>
                <w:sz w:val="28"/>
              </w:rPr>
            </w:pPr>
          </w:p>
        </w:tc>
      </w:tr>
      <w:tr w:rsidR="000A69B8" w14:paraId="739E75E8" w14:textId="77777777" w:rsidTr="00FE7FBD">
        <w:trPr>
          <w:trHeight w:val="77"/>
          <w:jc w:val="center"/>
        </w:trPr>
        <w:tc>
          <w:tcPr>
            <w:tcW w:w="9039" w:type="dxa"/>
            <w:gridSpan w:val="4"/>
          </w:tcPr>
          <w:p w14:paraId="6CB3C40D" w14:textId="77777777" w:rsidR="000A69B8" w:rsidRPr="00471AE8" w:rsidRDefault="000A69B8" w:rsidP="000A69B8">
            <w:pPr>
              <w:spacing w:beforeLines="50" w:before="156"/>
              <w:rPr>
                <w:sz w:val="24"/>
              </w:rPr>
            </w:pPr>
          </w:p>
          <w:p w14:paraId="47750E33" w14:textId="77777777" w:rsidR="000A69B8" w:rsidRDefault="000A69B8" w:rsidP="000A69B8">
            <w:pPr>
              <w:ind w:firstLineChars="2100" w:firstLine="5880"/>
              <w:rPr>
                <w:sz w:val="28"/>
              </w:rPr>
            </w:pPr>
            <w:r>
              <w:rPr>
                <w:sz w:val="28"/>
              </w:rPr>
              <w:t>评阅人</w:t>
            </w:r>
            <w:r w:rsidRPr="00471AE8">
              <w:rPr>
                <w:rFonts w:hint="eastAsia"/>
                <w:sz w:val="28"/>
              </w:rPr>
              <w:t>：</w:t>
            </w:r>
          </w:p>
          <w:p w14:paraId="70AE8E85" w14:textId="77777777" w:rsidR="000A69B8" w:rsidRPr="00471AE8" w:rsidRDefault="000A69B8" w:rsidP="000A69B8">
            <w:pPr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 xml:space="preserve">                             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</w:tbl>
    <w:p w14:paraId="211E2D36" w14:textId="77777777" w:rsidR="00FE7FBD" w:rsidRDefault="00FE7FBD">
      <w:r>
        <w:br w:type="page"/>
      </w:r>
    </w:p>
    <w:p w14:paraId="1DB921B3" w14:textId="77777777" w:rsidR="00FE7FBD" w:rsidRPr="00577F0F" w:rsidRDefault="00FE7FBD" w:rsidP="00FE7FBD">
      <w:pPr>
        <w:jc w:val="center"/>
        <w:rPr>
          <w:rFonts w:eastAsia="黑体"/>
          <w:b/>
          <w:bCs/>
          <w:sz w:val="32"/>
        </w:rPr>
      </w:pPr>
      <w:r w:rsidRPr="00577F0F">
        <w:rPr>
          <w:rFonts w:eastAsia="黑体" w:hint="eastAsia"/>
          <w:b/>
          <w:bCs/>
          <w:sz w:val="32"/>
        </w:rPr>
        <w:lastRenderedPageBreak/>
        <w:t>毕业设计（论文）匿名评阅评语表</w:t>
      </w:r>
      <w:r>
        <w:rPr>
          <w:rFonts w:eastAsia="黑体"/>
          <w:b/>
          <w:bCs/>
          <w:sz w:val="32"/>
        </w:rPr>
        <w:t>2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1"/>
        <w:gridCol w:w="3118"/>
        <w:gridCol w:w="1418"/>
        <w:gridCol w:w="2722"/>
      </w:tblGrid>
      <w:tr w:rsidR="00D5572D" w:rsidRPr="00471AE8" w14:paraId="4BC70EBD" w14:textId="77777777" w:rsidTr="00731211">
        <w:trPr>
          <w:trHeight w:val="645"/>
          <w:jc w:val="center"/>
        </w:trPr>
        <w:tc>
          <w:tcPr>
            <w:tcW w:w="1781" w:type="dxa"/>
            <w:vAlign w:val="center"/>
          </w:tcPr>
          <w:p w14:paraId="2A18C036" w14:textId="77777777" w:rsidR="00D5572D" w:rsidRPr="00471AE8" w:rsidRDefault="00D5572D" w:rsidP="00731211">
            <w:pPr>
              <w:jc w:val="center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学生姓名</w:t>
            </w:r>
          </w:p>
        </w:tc>
        <w:tc>
          <w:tcPr>
            <w:tcW w:w="3118" w:type="dxa"/>
            <w:vAlign w:val="center"/>
          </w:tcPr>
          <w:p w14:paraId="1292B2E2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0E544B9" w14:textId="77777777" w:rsidR="00D5572D" w:rsidRPr="00471AE8" w:rsidRDefault="00D5572D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2722" w:type="dxa"/>
            <w:vAlign w:val="center"/>
          </w:tcPr>
          <w:p w14:paraId="168A1EAA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</w:tr>
      <w:tr w:rsidR="00D5572D" w:rsidRPr="00471AE8" w14:paraId="0D99252B" w14:textId="77777777" w:rsidTr="00731211">
        <w:trPr>
          <w:trHeight w:val="555"/>
          <w:jc w:val="center"/>
        </w:trPr>
        <w:tc>
          <w:tcPr>
            <w:tcW w:w="1781" w:type="dxa"/>
            <w:vAlign w:val="center"/>
          </w:tcPr>
          <w:p w14:paraId="2E8D3E3B" w14:textId="77777777" w:rsidR="00D5572D" w:rsidRPr="00471AE8" w:rsidRDefault="00D5572D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院</w:t>
            </w:r>
          </w:p>
        </w:tc>
        <w:tc>
          <w:tcPr>
            <w:tcW w:w="3118" w:type="dxa"/>
            <w:vAlign w:val="center"/>
          </w:tcPr>
          <w:p w14:paraId="7B99218A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3CA8AF9B" w14:textId="77777777" w:rsidR="00D5572D" w:rsidRPr="00471AE8" w:rsidRDefault="00D5572D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级</w:t>
            </w:r>
          </w:p>
        </w:tc>
        <w:tc>
          <w:tcPr>
            <w:tcW w:w="2722" w:type="dxa"/>
            <w:vAlign w:val="center"/>
          </w:tcPr>
          <w:p w14:paraId="2E65AC8B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</w:tr>
      <w:tr w:rsidR="00D5572D" w:rsidRPr="00471AE8" w14:paraId="4C8EA14A" w14:textId="77777777" w:rsidTr="00731211">
        <w:trPr>
          <w:trHeight w:val="555"/>
          <w:jc w:val="center"/>
        </w:trPr>
        <w:tc>
          <w:tcPr>
            <w:tcW w:w="1781" w:type="dxa"/>
            <w:vAlign w:val="center"/>
          </w:tcPr>
          <w:p w14:paraId="47339FD6" w14:textId="77777777" w:rsidR="00D5572D" w:rsidRDefault="00D5572D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业</w:t>
            </w:r>
          </w:p>
        </w:tc>
        <w:tc>
          <w:tcPr>
            <w:tcW w:w="7258" w:type="dxa"/>
            <w:gridSpan w:val="3"/>
            <w:vAlign w:val="center"/>
          </w:tcPr>
          <w:p w14:paraId="2287BDF2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</w:tr>
      <w:tr w:rsidR="00D5572D" w:rsidRPr="00471AE8" w14:paraId="47F30476" w14:textId="77777777" w:rsidTr="00731211">
        <w:trPr>
          <w:trHeight w:val="555"/>
          <w:jc w:val="center"/>
        </w:trPr>
        <w:tc>
          <w:tcPr>
            <w:tcW w:w="1781" w:type="dxa"/>
            <w:vAlign w:val="center"/>
          </w:tcPr>
          <w:p w14:paraId="16CE6C73" w14:textId="77777777" w:rsidR="00D5572D" w:rsidRDefault="00D5572D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</w:t>
            </w:r>
          </w:p>
        </w:tc>
        <w:tc>
          <w:tcPr>
            <w:tcW w:w="3118" w:type="dxa"/>
            <w:vAlign w:val="center"/>
          </w:tcPr>
          <w:p w14:paraId="08234615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4C443FFC" w14:textId="77777777" w:rsidR="00D5572D" w:rsidRDefault="00D5572D" w:rsidP="00731211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指导教师所在学院</w:t>
            </w:r>
          </w:p>
        </w:tc>
        <w:tc>
          <w:tcPr>
            <w:tcW w:w="2722" w:type="dxa"/>
            <w:vAlign w:val="center"/>
          </w:tcPr>
          <w:p w14:paraId="715794C4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</w:tr>
      <w:tr w:rsidR="00D5572D" w:rsidRPr="00471AE8" w14:paraId="4ABD9CAB" w14:textId="77777777" w:rsidTr="00731211">
        <w:trPr>
          <w:trHeight w:val="492"/>
          <w:jc w:val="center"/>
        </w:trPr>
        <w:tc>
          <w:tcPr>
            <w:tcW w:w="1781" w:type="dxa"/>
            <w:vAlign w:val="center"/>
          </w:tcPr>
          <w:p w14:paraId="50FEF404" w14:textId="77777777" w:rsidR="00D5572D" w:rsidRPr="00471AE8" w:rsidRDefault="00D5572D" w:rsidP="00731211">
            <w:pPr>
              <w:jc w:val="center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题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 w:rsidRPr="00471AE8">
              <w:rPr>
                <w:rFonts w:hint="eastAsia"/>
                <w:sz w:val="28"/>
              </w:rPr>
              <w:t>目</w:t>
            </w:r>
          </w:p>
        </w:tc>
        <w:tc>
          <w:tcPr>
            <w:tcW w:w="7258" w:type="dxa"/>
            <w:gridSpan w:val="3"/>
            <w:vAlign w:val="center"/>
          </w:tcPr>
          <w:p w14:paraId="5FE40C6D" w14:textId="77777777" w:rsidR="00D5572D" w:rsidRPr="00471AE8" w:rsidRDefault="00D5572D" w:rsidP="00731211">
            <w:pPr>
              <w:jc w:val="center"/>
              <w:rPr>
                <w:sz w:val="28"/>
              </w:rPr>
            </w:pPr>
          </w:p>
        </w:tc>
      </w:tr>
      <w:tr w:rsidR="00D5572D" w:rsidRPr="00471AE8" w14:paraId="04B0836E" w14:textId="77777777" w:rsidTr="00731211">
        <w:trPr>
          <w:trHeight w:val="558"/>
          <w:jc w:val="center"/>
        </w:trPr>
        <w:tc>
          <w:tcPr>
            <w:tcW w:w="1781" w:type="dxa"/>
            <w:vAlign w:val="center"/>
          </w:tcPr>
          <w:p w14:paraId="67303B9D" w14:textId="77777777" w:rsidR="00D5572D" w:rsidRPr="00471AE8" w:rsidRDefault="00D5572D" w:rsidP="00731211">
            <w:pPr>
              <w:jc w:val="center"/>
              <w:rPr>
                <w:sz w:val="28"/>
                <w:szCs w:val="18"/>
              </w:rPr>
            </w:pPr>
            <w:r>
              <w:rPr>
                <w:rFonts w:hint="eastAsia"/>
                <w:sz w:val="28"/>
                <w:szCs w:val="18"/>
              </w:rPr>
              <w:t>评阅结果</w:t>
            </w:r>
          </w:p>
        </w:tc>
        <w:tc>
          <w:tcPr>
            <w:tcW w:w="7258" w:type="dxa"/>
            <w:gridSpan w:val="3"/>
            <w:vAlign w:val="center"/>
          </w:tcPr>
          <w:p w14:paraId="406BDAAA" w14:textId="77777777" w:rsidR="00D5572D" w:rsidRPr="00471AE8" w:rsidRDefault="00D5572D" w:rsidP="007312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，</w:t>
            </w:r>
            <w:r>
              <w:rPr>
                <w:sz w:val="28"/>
              </w:rPr>
              <w:t>占比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%</w:t>
            </w:r>
          </w:p>
        </w:tc>
      </w:tr>
      <w:tr w:rsidR="00D5572D" w:rsidRPr="00471AE8" w14:paraId="3F7549B6" w14:textId="77777777" w:rsidTr="00731211">
        <w:trPr>
          <w:trHeight w:val="6442"/>
          <w:jc w:val="center"/>
        </w:trPr>
        <w:tc>
          <w:tcPr>
            <w:tcW w:w="9039" w:type="dxa"/>
            <w:gridSpan w:val="4"/>
          </w:tcPr>
          <w:p w14:paraId="02AEB402" w14:textId="77777777" w:rsidR="00D5572D" w:rsidRPr="00471AE8" w:rsidRDefault="00D5572D" w:rsidP="00731211">
            <w:pPr>
              <w:spacing w:beforeLines="50" w:before="156"/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>评语：</w:t>
            </w:r>
          </w:p>
          <w:p w14:paraId="033C682D" w14:textId="77777777" w:rsidR="00D5572D" w:rsidRPr="00471AE8" w:rsidRDefault="00D5572D" w:rsidP="00731211">
            <w:pPr>
              <w:rPr>
                <w:sz w:val="28"/>
              </w:rPr>
            </w:pPr>
          </w:p>
        </w:tc>
      </w:tr>
      <w:tr w:rsidR="00D5572D" w14:paraId="7A00F891" w14:textId="77777777" w:rsidTr="00731211">
        <w:trPr>
          <w:trHeight w:val="77"/>
          <w:jc w:val="center"/>
        </w:trPr>
        <w:tc>
          <w:tcPr>
            <w:tcW w:w="9039" w:type="dxa"/>
            <w:gridSpan w:val="4"/>
          </w:tcPr>
          <w:p w14:paraId="1199A0E9" w14:textId="77777777" w:rsidR="00D5572D" w:rsidRPr="00471AE8" w:rsidRDefault="00D5572D" w:rsidP="00731211">
            <w:pPr>
              <w:spacing w:beforeLines="50" w:before="156"/>
              <w:rPr>
                <w:sz w:val="24"/>
              </w:rPr>
            </w:pPr>
          </w:p>
          <w:p w14:paraId="4DBEB5A7" w14:textId="77777777" w:rsidR="00D5572D" w:rsidRDefault="00D5572D" w:rsidP="00731211">
            <w:pPr>
              <w:ind w:firstLineChars="2100" w:firstLine="5880"/>
              <w:rPr>
                <w:sz w:val="28"/>
              </w:rPr>
            </w:pPr>
            <w:r>
              <w:rPr>
                <w:sz w:val="28"/>
              </w:rPr>
              <w:t>评阅人</w:t>
            </w:r>
            <w:r w:rsidRPr="00471AE8">
              <w:rPr>
                <w:rFonts w:hint="eastAsia"/>
                <w:sz w:val="28"/>
              </w:rPr>
              <w:t>：</w:t>
            </w:r>
          </w:p>
          <w:p w14:paraId="284BAB8D" w14:textId="77777777" w:rsidR="00D5572D" w:rsidRPr="00471AE8" w:rsidRDefault="00D5572D" w:rsidP="00731211">
            <w:pPr>
              <w:rPr>
                <w:sz w:val="28"/>
              </w:rPr>
            </w:pPr>
            <w:r w:rsidRPr="00471AE8">
              <w:rPr>
                <w:rFonts w:hint="eastAsia"/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 xml:space="preserve">                             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年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月</w:t>
            </w:r>
            <w:r w:rsidRPr="00471AE8">
              <w:rPr>
                <w:rFonts w:hint="eastAsia"/>
                <w:sz w:val="28"/>
              </w:rPr>
              <w:t xml:space="preserve">    </w:t>
            </w:r>
            <w:r w:rsidRPr="00471AE8">
              <w:rPr>
                <w:rFonts w:hint="eastAsia"/>
                <w:sz w:val="28"/>
              </w:rPr>
              <w:t>日</w:t>
            </w:r>
          </w:p>
        </w:tc>
      </w:tr>
    </w:tbl>
    <w:p w14:paraId="4A0B8354" w14:textId="77777777" w:rsidR="002B6D76" w:rsidRDefault="002B6D76" w:rsidP="00FE7FBD">
      <w:pPr>
        <w:jc w:val="center"/>
        <w:rPr>
          <w:rFonts w:eastAsia="黑体"/>
          <w:b/>
          <w:bCs/>
          <w:sz w:val="32"/>
        </w:rPr>
      </w:pPr>
    </w:p>
    <w:p w14:paraId="7CF7199A" w14:textId="77777777" w:rsidR="00FE7FBD" w:rsidRDefault="00FE7FBD" w:rsidP="003167BF">
      <w:pPr>
        <w:pStyle w:val="1"/>
        <w:spacing w:after="0"/>
        <w:jc w:val="center"/>
      </w:pPr>
      <w:r>
        <w:rPr>
          <w:rFonts w:hint="eastAsia"/>
        </w:rPr>
        <w:lastRenderedPageBreak/>
        <w:t>毕业设计（论文）答辩评语表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2693"/>
        <w:gridCol w:w="3424"/>
      </w:tblGrid>
      <w:tr w:rsidR="00FE7FBD" w14:paraId="0130B013" w14:textId="77777777" w:rsidTr="005A51D5">
        <w:trPr>
          <w:trHeight w:val="567"/>
        </w:trPr>
        <w:tc>
          <w:tcPr>
            <w:tcW w:w="8522" w:type="dxa"/>
            <w:gridSpan w:val="3"/>
            <w:vAlign w:val="center"/>
          </w:tcPr>
          <w:p w14:paraId="2E9E124C" w14:textId="72A0AD06" w:rsidR="00FE7FBD" w:rsidRDefault="00FE7FBD" w:rsidP="005A51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</w:t>
            </w:r>
            <w:r w:rsidR="00715728">
              <w:rPr>
                <w:rFonts w:hint="eastAsia"/>
                <w:sz w:val="24"/>
              </w:rPr>
              <w:t>组长</w:t>
            </w:r>
          </w:p>
        </w:tc>
      </w:tr>
      <w:tr w:rsidR="00715728" w14:paraId="389DACCE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43DF80CD" w14:textId="77777777" w:rsidR="00715728" w:rsidRDefault="00715728" w:rsidP="005A51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05CFF47" w14:textId="77777777" w:rsidR="00715728" w:rsidRDefault="00715728" w:rsidP="005A51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16F7B9C0" w14:textId="77777777" w:rsidR="00715728" w:rsidRDefault="00715728" w:rsidP="005A51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字</w:t>
            </w:r>
          </w:p>
        </w:tc>
      </w:tr>
      <w:tr w:rsidR="00715728" w14:paraId="591DE17A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3FB1B34" w14:textId="77777777" w:rsidR="00715728" w:rsidRDefault="00715728" w:rsidP="005A51D5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34F4E7E" w14:textId="77777777" w:rsidR="00715728" w:rsidRDefault="00715728" w:rsidP="005A51D5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2078E60A" w14:textId="77777777" w:rsidR="00715728" w:rsidRDefault="00715728" w:rsidP="005A51D5">
            <w:pPr>
              <w:rPr>
                <w:sz w:val="24"/>
              </w:rPr>
            </w:pPr>
          </w:p>
        </w:tc>
      </w:tr>
      <w:tr w:rsidR="00715728" w14:paraId="41513382" w14:textId="77777777" w:rsidTr="00715728">
        <w:trPr>
          <w:trHeight w:val="523"/>
        </w:trPr>
        <w:tc>
          <w:tcPr>
            <w:tcW w:w="8522" w:type="dxa"/>
            <w:gridSpan w:val="3"/>
            <w:tcBorders>
              <w:bottom w:val="single" w:sz="4" w:space="0" w:color="auto"/>
            </w:tcBorders>
            <w:vAlign w:val="center"/>
          </w:tcPr>
          <w:p w14:paraId="5B3CA9F6" w14:textId="0D738E9F" w:rsidR="00715728" w:rsidRDefault="00715728" w:rsidP="007157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</w:t>
            </w:r>
            <w:r w:rsidR="00DA2CB8">
              <w:rPr>
                <w:rFonts w:hint="eastAsia"/>
                <w:sz w:val="24"/>
              </w:rPr>
              <w:t>组</w:t>
            </w:r>
            <w:r>
              <w:rPr>
                <w:rFonts w:hint="eastAsia"/>
                <w:sz w:val="24"/>
              </w:rPr>
              <w:t>员</w:t>
            </w:r>
          </w:p>
        </w:tc>
      </w:tr>
      <w:tr w:rsidR="00715728" w14:paraId="7B6B45F9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6331E6B4" w14:textId="3B537C75" w:rsidR="00715728" w:rsidRDefault="00715728" w:rsidP="007157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C6C777D" w14:textId="0CDA638F" w:rsidR="00715728" w:rsidRDefault="00715728" w:rsidP="007157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3C6B4CBA" w14:textId="312A0A44" w:rsidR="00715728" w:rsidRDefault="00715728" w:rsidP="007157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字</w:t>
            </w:r>
          </w:p>
        </w:tc>
      </w:tr>
      <w:tr w:rsidR="00715728" w14:paraId="66874C7C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D684975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4D6EBD8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7684FA68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75CBC06B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9D5599D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8DBC5B0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723BA8E8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57ADB195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B4CE2AC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FA0D141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47886C40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555B277A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933C638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24828F7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75583E4E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126DE0FA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4AE71A05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EDE188C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49606775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744F326B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6F8E0FAE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7FC6FDC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6CA796C0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40F10D5C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D4E17A7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7EE20FB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346FD2A7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7AD01CBF" w14:textId="77777777" w:rsidTr="00715728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A9A6134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F8FFF7B" w14:textId="77777777" w:rsidR="00715728" w:rsidRDefault="00715728" w:rsidP="00715728">
            <w:pPr>
              <w:rPr>
                <w:sz w:val="24"/>
              </w:rPr>
            </w:pPr>
          </w:p>
        </w:tc>
        <w:tc>
          <w:tcPr>
            <w:tcW w:w="3424" w:type="dxa"/>
            <w:tcBorders>
              <w:bottom w:val="single" w:sz="4" w:space="0" w:color="auto"/>
            </w:tcBorders>
            <w:vAlign w:val="center"/>
          </w:tcPr>
          <w:p w14:paraId="5C2B0E4A" w14:textId="77777777" w:rsidR="00715728" w:rsidRDefault="00715728" w:rsidP="00715728">
            <w:pPr>
              <w:rPr>
                <w:sz w:val="24"/>
              </w:rPr>
            </w:pPr>
          </w:p>
        </w:tc>
      </w:tr>
      <w:tr w:rsidR="00715728" w14:paraId="374CB6AF" w14:textId="77777777" w:rsidTr="002B6D76">
        <w:trPr>
          <w:trHeight w:val="5930"/>
        </w:trPr>
        <w:tc>
          <w:tcPr>
            <w:tcW w:w="8522" w:type="dxa"/>
            <w:gridSpan w:val="3"/>
          </w:tcPr>
          <w:p w14:paraId="1CEBD2DC" w14:textId="77777777" w:rsidR="00715728" w:rsidRDefault="00715728" w:rsidP="00715728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答辩中提出的主要问题及回答的简要情况：</w:t>
            </w:r>
          </w:p>
          <w:p w14:paraId="1E0504FC" w14:textId="77777777" w:rsidR="00715728" w:rsidRDefault="00715728" w:rsidP="00715728">
            <w:pPr>
              <w:spacing w:beforeLines="50" w:before="156"/>
              <w:rPr>
                <w:sz w:val="24"/>
              </w:rPr>
            </w:pPr>
          </w:p>
          <w:p w14:paraId="419D00D4" w14:textId="77777777" w:rsidR="00715728" w:rsidRDefault="00715728" w:rsidP="00715728">
            <w:pPr>
              <w:rPr>
                <w:sz w:val="24"/>
              </w:rPr>
            </w:pPr>
          </w:p>
          <w:p w14:paraId="3F359138" w14:textId="77777777" w:rsidR="00715728" w:rsidRDefault="00715728" w:rsidP="00715728">
            <w:pPr>
              <w:rPr>
                <w:sz w:val="24"/>
              </w:rPr>
            </w:pPr>
          </w:p>
          <w:p w14:paraId="0510E0C6" w14:textId="77777777" w:rsidR="00715728" w:rsidRDefault="00715728" w:rsidP="00715728">
            <w:pPr>
              <w:rPr>
                <w:sz w:val="24"/>
              </w:rPr>
            </w:pPr>
          </w:p>
          <w:p w14:paraId="738BADB8" w14:textId="77777777" w:rsidR="00715728" w:rsidRDefault="00715728" w:rsidP="00715728">
            <w:pPr>
              <w:rPr>
                <w:sz w:val="24"/>
              </w:rPr>
            </w:pPr>
          </w:p>
          <w:p w14:paraId="509468F9" w14:textId="77777777" w:rsidR="00715728" w:rsidRDefault="00715728" w:rsidP="00715728">
            <w:pPr>
              <w:rPr>
                <w:sz w:val="24"/>
              </w:rPr>
            </w:pPr>
          </w:p>
          <w:p w14:paraId="688BFF7B" w14:textId="77777777" w:rsidR="00715728" w:rsidRDefault="00715728" w:rsidP="00715728">
            <w:pPr>
              <w:rPr>
                <w:sz w:val="24"/>
              </w:rPr>
            </w:pPr>
          </w:p>
          <w:p w14:paraId="5DD50885" w14:textId="77777777" w:rsidR="00715728" w:rsidRDefault="00715728" w:rsidP="00715728">
            <w:pPr>
              <w:rPr>
                <w:sz w:val="24"/>
              </w:rPr>
            </w:pPr>
          </w:p>
          <w:p w14:paraId="50B4B34D" w14:textId="77777777" w:rsidR="00715728" w:rsidRDefault="00715728" w:rsidP="00715728">
            <w:pPr>
              <w:rPr>
                <w:sz w:val="24"/>
              </w:rPr>
            </w:pPr>
          </w:p>
          <w:p w14:paraId="3F4F7AC6" w14:textId="77777777" w:rsidR="00715728" w:rsidRDefault="00715728" w:rsidP="00715728">
            <w:pPr>
              <w:rPr>
                <w:sz w:val="24"/>
              </w:rPr>
            </w:pPr>
          </w:p>
          <w:p w14:paraId="6725C3B0" w14:textId="77777777" w:rsidR="00715728" w:rsidRDefault="00715728" w:rsidP="00715728">
            <w:pPr>
              <w:rPr>
                <w:sz w:val="24"/>
              </w:rPr>
            </w:pPr>
          </w:p>
          <w:p w14:paraId="2ED114E6" w14:textId="77777777" w:rsidR="00715728" w:rsidRDefault="00715728" w:rsidP="00715728">
            <w:pPr>
              <w:rPr>
                <w:sz w:val="24"/>
              </w:rPr>
            </w:pPr>
          </w:p>
          <w:p w14:paraId="58BD63EA" w14:textId="77777777" w:rsidR="00715728" w:rsidRDefault="00715728" w:rsidP="00715728">
            <w:pPr>
              <w:rPr>
                <w:sz w:val="24"/>
              </w:rPr>
            </w:pPr>
          </w:p>
          <w:p w14:paraId="74AEF147" w14:textId="77777777" w:rsidR="00715728" w:rsidRDefault="00715728" w:rsidP="00715728">
            <w:pPr>
              <w:rPr>
                <w:sz w:val="24"/>
              </w:rPr>
            </w:pPr>
          </w:p>
          <w:p w14:paraId="766B38DC" w14:textId="77777777" w:rsidR="00715728" w:rsidRDefault="00715728" w:rsidP="00715728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答辩委员会（小组）代表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14:paraId="0A714ABC" w14:textId="77777777" w:rsidR="00715728" w:rsidRDefault="00715728" w:rsidP="00715728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5092DBF" w14:textId="77777777" w:rsidR="00FE7FBD" w:rsidRDefault="00FE7FBD" w:rsidP="00FE7FBD"/>
    <w:p w14:paraId="78235674" w14:textId="77777777" w:rsidR="00FE7FBD" w:rsidRDefault="00FE7FBD" w:rsidP="00FE7F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FE7FBD" w14:paraId="55E7150F" w14:textId="77777777" w:rsidTr="00D1395A">
        <w:trPr>
          <w:trHeight w:val="7621"/>
        </w:trPr>
        <w:tc>
          <w:tcPr>
            <w:tcW w:w="8522" w:type="dxa"/>
          </w:tcPr>
          <w:p w14:paraId="7EB8A8BB" w14:textId="77777777" w:rsidR="00FE7FBD" w:rsidRDefault="00FE7FBD" w:rsidP="005A51D5">
            <w:pPr>
              <w:pStyle w:val="TOC1"/>
            </w:pPr>
            <w:r>
              <w:rPr>
                <w:rFonts w:hint="eastAsia"/>
              </w:rPr>
              <w:t>答辩委员会（小组）的评语：</w:t>
            </w:r>
          </w:p>
          <w:p w14:paraId="0D2E133C" w14:textId="77777777" w:rsidR="00FE7FBD" w:rsidRDefault="00FE7FBD" w:rsidP="005A51D5">
            <w:pPr>
              <w:spacing w:beforeLines="50" w:before="156"/>
            </w:pPr>
          </w:p>
          <w:p w14:paraId="3BA49DAB" w14:textId="77777777" w:rsidR="00FE7FBD" w:rsidRDefault="00FE7FBD" w:rsidP="005A51D5"/>
          <w:p w14:paraId="35417DCB" w14:textId="77777777" w:rsidR="00FE7FBD" w:rsidRDefault="00FE7FBD" w:rsidP="005A51D5"/>
          <w:p w14:paraId="2C8391F7" w14:textId="77777777" w:rsidR="00FE7FBD" w:rsidRDefault="00FE7FBD" w:rsidP="005A51D5">
            <w:pPr>
              <w:jc w:val="left"/>
            </w:pPr>
          </w:p>
          <w:p w14:paraId="4E837391" w14:textId="77777777" w:rsidR="00FE7FBD" w:rsidRDefault="00FE7FBD" w:rsidP="005A51D5">
            <w:pPr>
              <w:jc w:val="left"/>
            </w:pPr>
          </w:p>
          <w:p w14:paraId="23F55C6A" w14:textId="77777777" w:rsidR="00FE7FBD" w:rsidRDefault="00FE7FBD" w:rsidP="005A51D5">
            <w:pPr>
              <w:jc w:val="left"/>
            </w:pPr>
          </w:p>
          <w:p w14:paraId="4B05FD78" w14:textId="77777777" w:rsidR="00D1395A" w:rsidRDefault="00D1395A" w:rsidP="005A51D5">
            <w:pPr>
              <w:jc w:val="left"/>
            </w:pPr>
          </w:p>
          <w:p w14:paraId="3FD9C759" w14:textId="77777777" w:rsidR="00D1395A" w:rsidRDefault="00D1395A" w:rsidP="005A51D5">
            <w:pPr>
              <w:jc w:val="left"/>
            </w:pPr>
          </w:p>
          <w:p w14:paraId="20C18A9C" w14:textId="77777777" w:rsidR="00D1395A" w:rsidRPr="00D1395A" w:rsidRDefault="00D1395A" w:rsidP="005A51D5">
            <w:pPr>
              <w:jc w:val="left"/>
            </w:pPr>
          </w:p>
          <w:p w14:paraId="16E72713" w14:textId="77777777" w:rsidR="00FE7FBD" w:rsidRDefault="00FE7FBD" w:rsidP="005A51D5">
            <w:pPr>
              <w:jc w:val="left"/>
            </w:pPr>
          </w:p>
          <w:p w14:paraId="3CD2D234" w14:textId="77777777" w:rsidR="00FE7FBD" w:rsidRDefault="00FE7FBD" w:rsidP="005A51D5">
            <w:pPr>
              <w:jc w:val="left"/>
            </w:pPr>
          </w:p>
          <w:p w14:paraId="7ED6E79C" w14:textId="77777777" w:rsidR="00FE7FBD" w:rsidRDefault="00FE7FBD" w:rsidP="005A51D5">
            <w:pPr>
              <w:jc w:val="left"/>
            </w:pPr>
          </w:p>
          <w:p w14:paraId="158039E5" w14:textId="77777777" w:rsidR="00FE7FBD" w:rsidRDefault="00FE7FBD" w:rsidP="005A51D5">
            <w:pPr>
              <w:jc w:val="left"/>
            </w:pPr>
          </w:p>
          <w:p w14:paraId="7339C128" w14:textId="77777777" w:rsidR="00FE7FBD" w:rsidRDefault="00FE7FBD" w:rsidP="005A51D5">
            <w:pPr>
              <w:jc w:val="left"/>
            </w:pPr>
          </w:p>
          <w:p w14:paraId="09B419DD" w14:textId="77777777" w:rsidR="00FE7FBD" w:rsidRDefault="00FE7FBD" w:rsidP="005A51D5">
            <w:pPr>
              <w:jc w:val="left"/>
            </w:pPr>
          </w:p>
          <w:p w14:paraId="5D50F05A" w14:textId="77777777" w:rsidR="00FE7FBD" w:rsidRDefault="00FE7FBD" w:rsidP="005A51D5">
            <w:pPr>
              <w:jc w:val="left"/>
            </w:pPr>
          </w:p>
          <w:p w14:paraId="7269A4FB" w14:textId="77777777" w:rsidR="00FE7FBD" w:rsidRPr="0087454A" w:rsidRDefault="00FE7FBD" w:rsidP="005A51D5">
            <w:pPr>
              <w:jc w:val="left"/>
            </w:pPr>
          </w:p>
          <w:p w14:paraId="59EB2F5D" w14:textId="77777777" w:rsidR="00FE7FBD" w:rsidRDefault="00FE7FBD" w:rsidP="005A51D5"/>
          <w:p w14:paraId="2E84D821" w14:textId="77777777" w:rsidR="00FE7FBD" w:rsidRDefault="00FE7FBD" w:rsidP="005A51D5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答辩委员会（小组）代表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14:paraId="39643F8F" w14:textId="77777777" w:rsidR="00FE7FBD" w:rsidRDefault="00FE7FBD" w:rsidP="005A51D5">
            <w:pPr>
              <w:jc w:val="right"/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E7FBD" w14:paraId="3D84E319" w14:textId="77777777" w:rsidTr="0087454A">
        <w:trPr>
          <w:trHeight w:val="2832"/>
        </w:trPr>
        <w:tc>
          <w:tcPr>
            <w:tcW w:w="8522" w:type="dxa"/>
          </w:tcPr>
          <w:p w14:paraId="1D1FBE90" w14:textId="3798C1FE" w:rsidR="00FE7FBD" w:rsidRDefault="00FE7FBD" w:rsidP="005A51D5">
            <w:pPr>
              <w:pStyle w:val="TOC1"/>
            </w:pPr>
            <w:r>
              <w:rPr>
                <w:rFonts w:hint="eastAsia"/>
              </w:rPr>
              <w:t>答辩委员会（小组）给定的成绩：</w:t>
            </w:r>
          </w:p>
          <w:p w14:paraId="3241BCC6" w14:textId="77777777" w:rsidR="00B62D42" w:rsidRPr="00B62D42" w:rsidRDefault="00B62D42" w:rsidP="00B62D42"/>
          <w:p w14:paraId="65DE532E" w14:textId="15DA1A91" w:rsidR="00FE7FBD" w:rsidRPr="00B62D42" w:rsidRDefault="00971377" w:rsidP="00B62D42">
            <w:pPr>
              <w:pStyle w:val="TOC1"/>
            </w:pPr>
            <w:r w:rsidRPr="00B62D42">
              <w:rPr>
                <w:rFonts w:hint="eastAsia"/>
              </w:rPr>
              <w:t xml:space="preserve"> </w:t>
            </w:r>
            <w:r w:rsidRPr="00B62D42">
              <w:t xml:space="preserve">      </w:t>
            </w:r>
            <w:r w:rsidRPr="00B62D42">
              <w:rPr>
                <w:rFonts w:hint="eastAsia"/>
              </w:rPr>
              <w:t>，</w:t>
            </w:r>
            <w:r w:rsidRPr="00B62D42">
              <w:t>占比</w:t>
            </w:r>
            <w:r w:rsidRPr="00B62D42">
              <w:rPr>
                <w:rFonts w:hint="eastAsia"/>
              </w:rPr>
              <w:t xml:space="preserve"> </w:t>
            </w:r>
            <w:r w:rsidRPr="00B62D42">
              <w:t xml:space="preserve">   </w:t>
            </w:r>
            <w:r w:rsidRPr="00B62D42">
              <w:rPr>
                <w:rFonts w:hint="eastAsia"/>
              </w:rPr>
              <w:t>%</w:t>
            </w:r>
          </w:p>
          <w:p w14:paraId="1D2A06BF" w14:textId="77777777" w:rsidR="00FE7FBD" w:rsidRDefault="00FE7FBD" w:rsidP="005A51D5">
            <w:pPr>
              <w:spacing w:beforeLines="50" w:before="156"/>
            </w:pPr>
          </w:p>
          <w:p w14:paraId="70518A9A" w14:textId="77777777" w:rsidR="00FE7FBD" w:rsidRDefault="00FE7FBD" w:rsidP="005A51D5">
            <w:pPr>
              <w:spacing w:beforeLines="50" w:before="156"/>
            </w:pPr>
          </w:p>
          <w:p w14:paraId="033F1F26" w14:textId="77777777" w:rsidR="00FE7FBD" w:rsidRDefault="00FE7FBD" w:rsidP="005A51D5">
            <w:pPr>
              <w:spacing w:line="48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答辩委员会（小组）主任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（签字）</w:t>
            </w:r>
          </w:p>
          <w:p w14:paraId="73592247" w14:textId="4A9F2E08" w:rsidR="00FE7FBD" w:rsidRDefault="00FE7FBD" w:rsidP="00387FE1">
            <w:pPr>
              <w:jc w:val="right"/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87FE1" w14:paraId="4107283B" w14:textId="77777777" w:rsidTr="005A51D5">
        <w:trPr>
          <w:trHeight w:val="3374"/>
        </w:trPr>
        <w:tc>
          <w:tcPr>
            <w:tcW w:w="8522" w:type="dxa"/>
          </w:tcPr>
          <w:p w14:paraId="50FD8135" w14:textId="77777777" w:rsidR="00D1395A" w:rsidRPr="00D1395A" w:rsidRDefault="00387FE1" w:rsidP="005A51D5">
            <w:pPr>
              <w:pStyle w:val="TOC1"/>
              <w:rPr>
                <w:b/>
              </w:rPr>
            </w:pPr>
            <w:r w:rsidRPr="00D1395A">
              <w:rPr>
                <w:rFonts w:hint="eastAsia"/>
                <w:b/>
              </w:rPr>
              <w:lastRenderedPageBreak/>
              <w:t>最终成绩</w:t>
            </w:r>
            <w:r w:rsidR="00D1395A" w:rsidRPr="00D1395A">
              <w:rPr>
                <w:rFonts w:hint="eastAsia"/>
                <w:b/>
              </w:rPr>
              <w:t>：</w:t>
            </w:r>
          </w:p>
          <w:p w14:paraId="0C04082D" w14:textId="77777777" w:rsidR="00D1395A" w:rsidRPr="00D1395A" w:rsidRDefault="00D1395A" w:rsidP="00D1395A">
            <w:pPr>
              <w:pStyle w:val="TOC1"/>
            </w:pPr>
            <w:r w:rsidRPr="00D1395A">
              <w:rPr>
                <w:rFonts w:hint="eastAsia"/>
              </w:rPr>
              <w:t>成绩</w:t>
            </w:r>
            <w:r w:rsidR="00387FE1" w:rsidRPr="00D1395A">
              <w:rPr>
                <w:rFonts w:hint="eastAsia"/>
              </w:rPr>
              <w:t>构成</w:t>
            </w:r>
            <w:r w:rsidRPr="00D1395A">
              <w:rPr>
                <w:rFonts w:hint="eastAsia"/>
              </w:rPr>
              <w:t>及</w:t>
            </w:r>
            <w:r w:rsidR="00321E60" w:rsidRPr="00D1395A">
              <w:rPr>
                <w:rFonts w:hint="eastAsia"/>
              </w:rPr>
              <w:t>占比</w:t>
            </w:r>
            <w:r w:rsidRPr="00D1395A">
              <w:rPr>
                <w:rFonts w:hint="eastAsia"/>
              </w:rPr>
              <w:t>：</w:t>
            </w:r>
          </w:p>
          <w:p w14:paraId="3587C027" w14:textId="53C97C10" w:rsidR="00D1395A" w:rsidRDefault="00D1395A" w:rsidP="00D1395A">
            <w:pPr>
              <w:pStyle w:val="TOC1"/>
            </w:pPr>
            <w:r>
              <w:t>开题</w:t>
            </w:r>
            <w:r>
              <w:rPr>
                <w:rFonts w:hint="eastAsia"/>
              </w:rPr>
              <w:t>成绩：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，</w:t>
            </w:r>
            <w:r>
              <w:t>占比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="00D10143">
              <w:rPr>
                <w:rFonts w:hint="eastAsia"/>
              </w:rPr>
              <w:t>%</w:t>
            </w:r>
          </w:p>
          <w:p w14:paraId="55177E4A" w14:textId="0CC1CD3D" w:rsidR="00D1395A" w:rsidRDefault="00D1395A" w:rsidP="00D1395A">
            <w:pPr>
              <w:pStyle w:val="TOC1"/>
            </w:pPr>
            <w:r>
              <w:rPr>
                <w:rFonts w:hint="eastAsia"/>
              </w:rPr>
              <w:t>中期成绩：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，</w:t>
            </w:r>
            <w:r>
              <w:t>占比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="00D10143">
              <w:rPr>
                <w:rFonts w:hint="eastAsia"/>
              </w:rPr>
              <w:t>%</w:t>
            </w:r>
            <w:r>
              <w:t xml:space="preserve"> </w:t>
            </w:r>
          </w:p>
          <w:p w14:paraId="5EB8DEF0" w14:textId="19D1624F" w:rsidR="00D1395A" w:rsidRDefault="00D1395A" w:rsidP="00D1395A">
            <w:pPr>
              <w:pStyle w:val="TOC1"/>
            </w:pPr>
            <w:r>
              <w:rPr>
                <w:rFonts w:hint="eastAsia"/>
              </w:rPr>
              <w:t>外文翻译成绩：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，</w:t>
            </w:r>
            <w:r>
              <w:t>占比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 w:rsidR="00D10143">
              <w:rPr>
                <w:rFonts w:hint="eastAsia"/>
              </w:rPr>
              <w:t>%</w:t>
            </w:r>
          </w:p>
          <w:p w14:paraId="09BDE3A0" w14:textId="23E7BF26" w:rsidR="00D1395A" w:rsidRDefault="00D1395A" w:rsidP="00D1395A">
            <w:pPr>
              <w:pStyle w:val="TOC1"/>
            </w:pPr>
            <w:r>
              <w:rPr>
                <w:rFonts w:hint="eastAsia"/>
              </w:rPr>
              <w:t>指导教师</w:t>
            </w:r>
            <w:r>
              <w:t>评阅</w:t>
            </w:r>
            <w:r>
              <w:rPr>
                <w:rFonts w:hint="eastAsia"/>
              </w:rPr>
              <w:t>成绩：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，</w:t>
            </w:r>
            <w:r>
              <w:t>占比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D10143">
              <w:rPr>
                <w:rFonts w:hint="eastAsia"/>
              </w:rPr>
              <w:t>%</w:t>
            </w:r>
          </w:p>
          <w:p w14:paraId="7B44D134" w14:textId="7A2E909D" w:rsidR="00D1395A" w:rsidRDefault="00D1395A" w:rsidP="00D1395A">
            <w:pPr>
              <w:pStyle w:val="TOC1"/>
            </w:pPr>
            <w:r>
              <w:rPr>
                <w:rFonts w:hint="eastAsia"/>
              </w:rPr>
              <w:t>匿名评阅成绩：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，</w:t>
            </w:r>
            <w:r>
              <w:t>占比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 w:rsidR="00D10143">
              <w:rPr>
                <w:rFonts w:hint="eastAsia"/>
              </w:rPr>
              <w:t>%</w:t>
            </w:r>
          </w:p>
          <w:p w14:paraId="7F4B6A48" w14:textId="1F197561" w:rsidR="00D1395A" w:rsidRPr="00D1395A" w:rsidRDefault="00D1395A" w:rsidP="00D1395A">
            <w:pPr>
              <w:pStyle w:val="TOC1"/>
            </w:pPr>
            <w:r>
              <w:rPr>
                <w:rFonts w:hint="eastAsia"/>
              </w:rPr>
              <w:t>答辩成绩：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，</w:t>
            </w:r>
            <w:r>
              <w:t>占比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D10143">
              <w:rPr>
                <w:rFonts w:hint="eastAsia"/>
              </w:rPr>
              <w:t>%</w:t>
            </w:r>
          </w:p>
          <w:p w14:paraId="1E338AE3" w14:textId="77777777" w:rsidR="00D1395A" w:rsidRDefault="00D1395A" w:rsidP="00D1395A"/>
          <w:p w14:paraId="3A63F01F" w14:textId="77777777" w:rsidR="00D1395A" w:rsidRPr="00D1395A" w:rsidRDefault="00D1395A" w:rsidP="00D1395A"/>
          <w:p w14:paraId="7028DACA" w14:textId="1FB05D39" w:rsidR="00D1395A" w:rsidRPr="00D1395A" w:rsidRDefault="00D1395A" w:rsidP="00D1395A">
            <w:pPr>
              <w:pStyle w:val="TOC1"/>
              <w:jc w:val="right"/>
            </w:pPr>
            <w:r w:rsidRPr="00D1395A">
              <w:rPr>
                <w:rFonts w:hint="eastAsia"/>
              </w:rPr>
              <w:t>指导教师签字：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6BAE8681" w14:textId="77777777" w:rsidR="00D1395A" w:rsidRPr="00D1395A" w:rsidRDefault="00AE5993" w:rsidP="00D1395A">
            <w:pPr>
              <w:pStyle w:val="TOC1"/>
              <w:jc w:val="right"/>
            </w:pPr>
            <w:r w:rsidRPr="00D1395A">
              <w:rPr>
                <w:rFonts w:hint="eastAsia"/>
              </w:rPr>
              <w:t>责任教授</w:t>
            </w:r>
            <w:r w:rsidR="00D1395A" w:rsidRPr="00D1395A">
              <w:rPr>
                <w:rFonts w:hint="eastAsia"/>
              </w:rPr>
              <w:t>签字：</w:t>
            </w:r>
            <w:r w:rsidR="00D1395A">
              <w:rPr>
                <w:rFonts w:hint="eastAsia"/>
              </w:rPr>
              <w:t xml:space="preserve"> </w:t>
            </w:r>
            <w:r w:rsidR="00D1395A">
              <w:t xml:space="preserve">                 </w:t>
            </w:r>
            <w:r w:rsidR="00D1395A">
              <w:rPr>
                <w:rFonts w:hint="eastAsia"/>
              </w:rPr>
              <w:t>年</w:t>
            </w:r>
            <w:r w:rsidR="00D1395A">
              <w:rPr>
                <w:rFonts w:hint="eastAsia"/>
              </w:rPr>
              <w:t xml:space="preserve">    </w:t>
            </w:r>
            <w:r w:rsidR="00D1395A">
              <w:rPr>
                <w:rFonts w:hint="eastAsia"/>
              </w:rPr>
              <w:t>月</w:t>
            </w:r>
            <w:r w:rsidR="00D1395A">
              <w:rPr>
                <w:rFonts w:hint="eastAsia"/>
              </w:rPr>
              <w:t xml:space="preserve">    </w:t>
            </w:r>
            <w:r w:rsidR="00D1395A">
              <w:rPr>
                <w:rFonts w:hint="eastAsia"/>
              </w:rPr>
              <w:t>日</w:t>
            </w:r>
          </w:p>
          <w:p w14:paraId="1E65C36E" w14:textId="2207CDD3" w:rsidR="00387FE1" w:rsidRPr="00D1395A" w:rsidRDefault="00387FE1" w:rsidP="00D1395A">
            <w:pPr>
              <w:pStyle w:val="TOC1"/>
              <w:rPr>
                <w:highlight w:val="yellow"/>
              </w:rPr>
            </w:pPr>
          </w:p>
        </w:tc>
      </w:tr>
      <w:tr w:rsidR="00FE7FBD" w14:paraId="4B908EB3" w14:textId="77777777" w:rsidTr="005A51D5">
        <w:trPr>
          <w:trHeight w:val="2364"/>
        </w:trPr>
        <w:tc>
          <w:tcPr>
            <w:tcW w:w="8522" w:type="dxa"/>
          </w:tcPr>
          <w:p w14:paraId="2E08FFBD" w14:textId="77777777" w:rsidR="00FE7FBD" w:rsidRDefault="00FE7FBD" w:rsidP="005A51D5">
            <w:pPr>
              <w:pStyle w:val="TOC1"/>
            </w:pPr>
            <w:r>
              <w:rPr>
                <w:rFonts w:hint="eastAsia"/>
              </w:rPr>
              <w:t>毕业设计（论文）开始日期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2A47BE58" w14:textId="77777777" w:rsidR="00FE7FBD" w:rsidRDefault="00FE7FBD" w:rsidP="005A51D5">
            <w:pPr>
              <w:pStyle w:val="TOC1"/>
              <w:ind w:firstLineChars="800" w:firstLine="1920"/>
            </w:pPr>
            <w:r>
              <w:rPr>
                <w:rFonts w:hint="eastAsia"/>
              </w:rPr>
              <w:t>截止日期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1D5DF0CA" w14:textId="77777777" w:rsidR="00FE7FBD" w:rsidRDefault="00FE7FBD" w:rsidP="005A51D5">
            <w:pPr>
              <w:spacing w:beforeLines="50" w:before="156" w:afterLines="50" w:after="156"/>
            </w:pPr>
          </w:p>
          <w:p w14:paraId="37EB3F6A" w14:textId="77777777" w:rsidR="00FE7FBD" w:rsidRDefault="00FE7FBD" w:rsidP="005A51D5">
            <w:pPr>
              <w:spacing w:beforeLines="50" w:before="156" w:afterLines="50" w:after="156"/>
            </w:pPr>
          </w:p>
          <w:p w14:paraId="56EC8AAA" w14:textId="77777777" w:rsidR="00FE7FBD" w:rsidRDefault="00FE7FBD" w:rsidP="005A51D5">
            <w:pPr>
              <w:spacing w:beforeLines="50" w:before="156" w:afterLines="50" w:after="156"/>
            </w:pPr>
            <w:r>
              <w:rPr>
                <w:rFonts w:hint="eastAsia"/>
                <w:sz w:val="24"/>
              </w:rPr>
              <w:t>毕业设计（论文）答辩日期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03BF34EF" w14:textId="5E40186D" w:rsidR="00181DB4" w:rsidRDefault="00181DB4" w:rsidP="00FE7FBD">
      <w:pPr>
        <w:jc w:val="center"/>
      </w:pPr>
    </w:p>
    <w:p w14:paraId="4A24CD40" w14:textId="77777777" w:rsidR="00690383" w:rsidRDefault="00181DB4">
      <w:pPr>
        <w:widowControl/>
        <w:jc w:val="left"/>
        <w:sectPr w:rsidR="00690383" w:rsidSect="00FB067F">
          <w:headerReference w:type="default" r:id="rId17"/>
          <w:footerReference w:type="default" r:id="rId18"/>
          <w:pgSz w:w="11906" w:h="16838" w:code="9"/>
          <w:pgMar w:top="1701" w:right="1474" w:bottom="1474" w:left="1701" w:header="1361" w:footer="1134" w:gutter="0"/>
          <w:pgNumType w:start="1"/>
          <w:cols w:space="425"/>
          <w:docGrid w:type="lines" w:linePitch="312"/>
        </w:sectPr>
      </w:pPr>
      <w:r>
        <w:br w:type="page"/>
      </w:r>
    </w:p>
    <w:tbl>
      <w:tblPr>
        <w:tblW w:w="8629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9"/>
      </w:tblGrid>
      <w:tr w:rsidR="00181DB4" w:rsidRPr="00C454EF" w14:paraId="713C8280" w14:textId="77777777" w:rsidTr="00690383">
        <w:trPr>
          <w:tblCellSpacing w:w="0" w:type="dxa"/>
          <w:jc w:val="center"/>
        </w:trPr>
        <w:tc>
          <w:tcPr>
            <w:tcW w:w="8629" w:type="dxa"/>
            <w:vAlign w:val="center"/>
          </w:tcPr>
          <w:p w14:paraId="2E8F59B1" w14:textId="3FCCDC54" w:rsidR="00181DB4" w:rsidRPr="00F81094" w:rsidRDefault="00181DB4" w:rsidP="00F81094">
            <w:pPr>
              <w:pStyle w:val="1"/>
              <w:spacing w:before="0" w:after="0" w:line="360" w:lineRule="auto"/>
            </w:pPr>
            <w:r w:rsidRPr="00F81094">
              <w:lastRenderedPageBreak/>
              <w:t>附件：</w:t>
            </w:r>
          </w:p>
          <w:p w14:paraId="0842F13F" w14:textId="77777777" w:rsidR="00181DB4" w:rsidRDefault="00181DB4" w:rsidP="005A51D5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sz w:val="32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2"/>
                <w:szCs w:val="28"/>
              </w:rPr>
              <w:t>北京理工大学</w:t>
            </w:r>
            <w:r w:rsidRPr="00C454EF">
              <w:rPr>
                <w:rFonts w:ascii="黑体" w:eastAsia="黑体" w:hAnsi="黑体"/>
                <w:b/>
                <w:bCs/>
                <w:color w:val="000000"/>
                <w:sz w:val="32"/>
                <w:szCs w:val="28"/>
              </w:rPr>
              <w:t>本科生毕业设计（论文）</w:t>
            </w:r>
          </w:p>
          <w:p w14:paraId="0B2DA5C1" w14:textId="77777777" w:rsidR="00181DB4" w:rsidRPr="00C454EF" w:rsidRDefault="00181DB4" w:rsidP="005A51D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C454EF">
              <w:rPr>
                <w:rFonts w:ascii="黑体" w:eastAsia="黑体" w:hAnsi="黑体"/>
                <w:b/>
                <w:bCs/>
                <w:color w:val="000000"/>
                <w:sz w:val="32"/>
                <w:szCs w:val="28"/>
              </w:rPr>
              <w:t>书写规范及打印装订要求</w:t>
            </w:r>
          </w:p>
        </w:tc>
      </w:tr>
      <w:tr w:rsidR="00181DB4" w:rsidRPr="00046EB4" w14:paraId="40AFAD12" w14:textId="77777777" w:rsidTr="005A51D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8629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629"/>
            </w:tblGrid>
            <w:tr w:rsidR="00181DB4" w:rsidRPr="00046EB4" w14:paraId="4D14CB23" w14:textId="77777777" w:rsidTr="005A51D5">
              <w:trPr>
                <w:tblCellSpacing w:w="0" w:type="dxa"/>
              </w:trPr>
              <w:tc>
                <w:tcPr>
                  <w:tcW w:w="8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675AD7" w14:textId="77777777" w:rsidR="00181DB4" w:rsidRPr="00046EB4" w:rsidRDefault="00181DB4" w:rsidP="005A51D5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 w:rsidR="00181DB4" w:rsidRPr="00046EB4" w14:paraId="0DF0C22C" w14:textId="77777777" w:rsidTr="005A51D5">
              <w:trPr>
                <w:trHeight w:val="60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C1E02C" w14:textId="77777777" w:rsidR="00181DB4" w:rsidRPr="0097340E" w:rsidRDefault="00181DB4" w:rsidP="005A51D5">
                  <w:pPr>
                    <w:widowControl/>
                    <w:adjustRightInd w:val="0"/>
                    <w:spacing w:line="360" w:lineRule="auto"/>
                    <w:jc w:val="left"/>
                    <w:rPr>
                      <w:rFonts w:ascii="黑体" w:eastAsia="黑体" w:hAnsi="黑体" w:cs="宋体"/>
                      <w:kern w:val="0"/>
                      <w:sz w:val="28"/>
                    </w:rPr>
                  </w:pPr>
                  <w:r w:rsidRPr="0097340E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>一、毕业设计（论文）书写规范</w:t>
                  </w:r>
                </w:p>
                <w:p w14:paraId="75C1C562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b/>
                      <w:bCs/>
                      <w:color w:val="000000"/>
                      <w:kern w:val="0"/>
                      <w:sz w:val="24"/>
                    </w:rPr>
                    <w:t xml:space="preserve">1. </w:t>
                  </w: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文档格式要求</w:t>
                  </w:r>
                </w:p>
                <w:p w14:paraId="25BE32CB" w14:textId="77777777" w:rsidR="00181DB4" w:rsidRPr="00046EB4" w:rsidRDefault="00181DB4" w:rsidP="005A51D5">
                  <w:pPr>
                    <w:widowControl/>
                    <w:tabs>
                      <w:tab w:val="num" w:pos="780"/>
                    </w:tabs>
                    <w:spacing w:line="360" w:lineRule="auto"/>
                    <w:ind w:firstLineChars="100" w:firstLine="24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）页面设置</w:t>
                  </w:r>
                </w:p>
                <w:p w14:paraId="0CAF68B2" w14:textId="77777777" w:rsidR="00181DB4" w:rsidRPr="00046EB4" w:rsidRDefault="00181DB4" w:rsidP="005A51D5">
                  <w:pPr>
                    <w:widowControl/>
                    <w:tabs>
                      <w:tab w:val="num" w:pos="780"/>
                    </w:tabs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color w:val="000000"/>
                      <w:kern w:val="0"/>
                      <w:sz w:val="24"/>
                    </w:rPr>
                    <w:t>A4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纸纵向打印；</w:t>
                  </w:r>
                </w:p>
                <w:p w14:paraId="40502B10" w14:textId="77777777" w:rsidR="00181DB4" w:rsidRPr="00046EB4" w:rsidRDefault="00181DB4" w:rsidP="005A51D5">
                  <w:pPr>
                    <w:widowControl/>
                    <w:tabs>
                      <w:tab w:val="num" w:pos="780"/>
                    </w:tabs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页边距：上</w:t>
                  </w:r>
                  <w:smartTag w:uri="urn:schemas-microsoft-com:office:smarttags" w:element="chmetcnv">
                    <w:smartTagPr>
                      <w:attr w:name="UnitName" w:val="cm"/>
                      <w:attr w:name="SourceValue" w:val="3.5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3.5cm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、下</w:t>
                  </w:r>
                  <w:smartTag w:uri="urn:schemas-microsoft-com:office:smarttags" w:element="chmetcnv">
                    <w:smartTagPr>
                      <w:attr w:name="UnitName" w:val="cm"/>
                      <w:attr w:name="SourceValue" w:val="2.6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2.6cm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、左</w:t>
                  </w:r>
                  <w:smartTag w:uri="urn:schemas-microsoft-com:office:smarttags" w:element="chmetcnv">
                    <w:smartTagPr>
                      <w:attr w:name="UnitName" w:val="cm"/>
                      <w:attr w:name="SourceValue" w:val="3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3cm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、右</w:t>
                  </w:r>
                  <w:smartTag w:uri="urn:schemas-microsoft-com:office:smarttags" w:element="chmetcnv">
                    <w:smartTagPr>
                      <w:attr w:name="UnitName" w:val="cm"/>
                      <w:attr w:name="SourceValue" w:val="2.6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2.6cm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；</w:t>
                  </w:r>
                </w:p>
                <w:p w14:paraId="5E90D9B4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页眉：</w:t>
                  </w:r>
                  <w:r>
                    <w:rPr>
                      <w:color w:val="000000"/>
                      <w:kern w:val="0"/>
                      <w:sz w:val="24"/>
                    </w:rPr>
                    <w:t>2.4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cm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、页脚：</w:t>
                  </w:r>
                  <w:smartTag w:uri="urn:schemas-microsoft-com:office:smarttags" w:element="chmetcnv">
                    <w:smartTagPr>
                      <w:attr w:name="UnitName" w:val="cm"/>
                      <w:attr w:name="SourceValue" w:val="2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2cm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、装订线：</w:t>
                  </w:r>
                  <w:smartTag w:uri="urn:schemas-microsoft-com:office:smarttags" w:element="chmetcnv">
                    <w:smartTagPr>
                      <w:attr w:name="UnitName" w:val="cm"/>
                      <w:attr w:name="SourceValue" w:val="0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0cm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；</w:t>
                  </w:r>
                </w:p>
                <w:p w14:paraId="75FCC6DF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页眉内容为：“北京理工大学本科生毕业设计（论文）”页眉，宋体、四号，居中排列，字间距加宽</w:t>
                  </w:r>
                  <w:smartTag w:uri="urn:schemas-microsoft-com:office:smarttags" w:element="chmetcnv">
                    <w:smartTagPr>
                      <w:attr w:name="UnitName" w:val="磅"/>
                      <w:attr w:name="SourceValue" w:val=".5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0.5</w:t>
                    </w:r>
                    <w:r w:rsidRPr="00046EB4">
                      <w:rPr>
                        <w:rFonts w:cs="宋体" w:hint="eastAsia"/>
                        <w:color w:val="000000"/>
                        <w:kern w:val="0"/>
                        <w:sz w:val="24"/>
                      </w:rPr>
                      <w:t>磅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；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</w:p>
                <w:p w14:paraId="7D665C35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页脚内容为页码，宋体、五号，居中排列。</w:t>
                  </w:r>
                </w:p>
                <w:p w14:paraId="5AEC5F8E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）文档格式</w:t>
                  </w:r>
                </w:p>
                <w:p w14:paraId="391A9FA1" w14:textId="77777777" w:rsidR="00181DB4" w:rsidRPr="0074251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一级标题：黑体，三号，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加粗；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间距：段前</w:t>
                  </w:r>
                  <w:r>
                    <w:rPr>
                      <w:color w:val="000000"/>
                      <w:kern w:val="0"/>
                      <w:sz w:val="24"/>
                    </w:rPr>
                    <w:t>0.5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行，段后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行；</w:t>
                  </w:r>
                </w:p>
                <w:p w14:paraId="4D6AC38C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二级标题：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黑体，四号，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加粗；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间距：段前</w:t>
                  </w:r>
                  <w:r>
                    <w:rPr>
                      <w:color w:val="000000"/>
                      <w:kern w:val="0"/>
                      <w:sz w:val="24"/>
                    </w:rPr>
                    <w:t>0.5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行，段后</w:t>
                  </w:r>
                  <w:r>
                    <w:rPr>
                      <w:color w:val="000000"/>
                      <w:kern w:val="0"/>
                      <w:sz w:val="24"/>
                    </w:rPr>
                    <w:t>0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行；</w:t>
                  </w:r>
                </w:p>
                <w:p w14:paraId="13DCA675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三级标题：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黑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体、小四、加粗；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间距：段前</w:t>
                  </w:r>
                  <w:r>
                    <w:rPr>
                      <w:color w:val="000000"/>
                      <w:kern w:val="0"/>
                      <w:sz w:val="24"/>
                    </w:rPr>
                    <w:t>0.5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行，段后</w:t>
                  </w:r>
                  <w:r>
                    <w:rPr>
                      <w:color w:val="000000"/>
                      <w:kern w:val="0"/>
                      <w:sz w:val="24"/>
                    </w:rPr>
                    <w:t>0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行；</w:t>
                  </w:r>
                </w:p>
                <w:p w14:paraId="12EA8CC1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标题行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距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</w:t>
                  </w:r>
                  <w:r>
                    <w:rPr>
                      <w:color w:val="000000"/>
                      <w:kern w:val="0"/>
                      <w:sz w:val="24"/>
                    </w:rPr>
                    <w:t>1.5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倍行距；</w:t>
                  </w:r>
                </w:p>
                <w:p w14:paraId="4B268F12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正文部分：宋体、小四；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正文行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距：</w:t>
                  </w:r>
                  <w:smartTag w:uri="urn:schemas-microsoft-com:office:smarttags" w:element="chmetcnv">
                    <w:smartTagPr>
                      <w:attr w:name="UnitName" w:val="磅"/>
                      <w:attr w:name="SourceValue" w:val="22"/>
                      <w:attr w:name="HasSpace" w:val="False"/>
                      <w:attr w:name="Negative" w:val="False"/>
                      <w:attr w:name="NumberType" w:val="1"/>
                      <w:attr w:name="TCSC" w:val="0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22</w:t>
                    </w:r>
                    <w:r w:rsidRPr="00046EB4">
                      <w:rPr>
                        <w:rFonts w:cs="宋体" w:hint="eastAsia"/>
                        <w:color w:val="000000"/>
                        <w:kern w:val="0"/>
                        <w:sz w:val="24"/>
                      </w:rPr>
                      <w:t>磅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；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间距段前段后均为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0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行。</w:t>
                  </w:r>
                </w:p>
                <w:p w14:paraId="214B7FE8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b/>
                      <w:bCs/>
                      <w:color w:val="000000"/>
                      <w:kern w:val="0"/>
                      <w:sz w:val="24"/>
                    </w:rPr>
                    <w:t>2</w:t>
                  </w: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．标题序号标号</w:t>
                  </w:r>
                </w:p>
                <w:p w14:paraId="68769D01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一级标题：第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章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  </w:t>
                  </w:r>
                  <w:r w:rsidRPr="00046EB4">
                    <w:rPr>
                      <w:rFonts w:ascii="宋体" w:hAnsi="宋体"/>
                      <w:color w:val="000000"/>
                      <w:kern w:val="0"/>
                      <w:sz w:val="24"/>
                    </w:rPr>
                    <w:t>第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章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 </w:t>
                  </w:r>
                  <w:r w:rsidRPr="00046EB4">
                    <w:rPr>
                      <w:rFonts w:ascii="宋体" w:hAnsi="宋体"/>
                      <w:color w:val="000000"/>
                      <w:kern w:val="0"/>
                      <w:sz w:val="24"/>
                    </w:rPr>
                    <w:t>第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3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章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    ……</w:t>
                  </w:r>
                </w:p>
                <w:p w14:paraId="29721245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二级标题：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1.1   1.2    1.3      ……</w:t>
                  </w:r>
                </w:p>
                <w:p w14:paraId="1833B1EB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三级标题：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1.1.1  1.1.2  </w:t>
                  </w:r>
                  <w:smartTag w:uri="urn:schemas-microsoft-com:office:smarttags" w:element="chsdate">
                    <w:smartTagPr>
                      <w:attr w:name="Year" w:val="1899"/>
                      <w:attr w:name="Month" w:val="12"/>
                      <w:attr w:name="Day" w:val="30"/>
                      <w:attr w:name="IsLunarDate" w:val="False"/>
                      <w:attr w:name="IsROCDate" w:val="False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1.1.3</w:t>
                    </w:r>
                  </w:smartTag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 ……</w:t>
                  </w:r>
                </w:p>
                <w:p w14:paraId="123D377A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正文中一级标题居中，二、三级标题居左对齐；目录中一级标题居左对齐，下一级标题依次向右缩进一格。</w:t>
                  </w:r>
                </w:p>
                <w:p w14:paraId="5185F226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b/>
                      <w:bCs/>
                      <w:color w:val="000000"/>
                      <w:kern w:val="0"/>
                      <w:sz w:val="24"/>
                    </w:rPr>
                    <w:t>3</w:t>
                  </w: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．图、表标号</w:t>
                  </w:r>
                </w:p>
                <w:p w14:paraId="1AA789CD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采用阿拉伯数字按章依序编码。</w:t>
                  </w:r>
                </w:p>
                <w:p w14:paraId="285E49D4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图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1-1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图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1-2 ……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图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2-1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图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2-2    ……</w:t>
                  </w:r>
                </w:p>
                <w:p w14:paraId="44430103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lastRenderedPageBreak/>
                    <w:t>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1-1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1-2 ……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2-1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2-2    ……</w:t>
                  </w:r>
                </w:p>
                <w:p w14:paraId="598AB65E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图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表居中，图注标在图下方，表头标在表上方，宋体、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五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号、居中，图表与上下文之间各空一行。</w:t>
                  </w:r>
                </w:p>
                <w:p w14:paraId="39830BAA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b/>
                      <w:bCs/>
                      <w:color w:val="000000"/>
                      <w:kern w:val="0"/>
                      <w:sz w:val="24"/>
                    </w:rPr>
                    <w:t>4</w:t>
                  </w: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．公式标号</w:t>
                  </w:r>
                </w:p>
                <w:p w14:paraId="73635897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采用阿拉伯数字按章依序编码。</w:t>
                  </w:r>
                </w:p>
                <w:p w14:paraId="454A7EE8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1-1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1-2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……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2-2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2-2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……</w:t>
                  </w:r>
                </w:p>
                <w:p w14:paraId="55F37368" w14:textId="77777777" w:rsidR="00181DB4" w:rsidRPr="00046EB4" w:rsidRDefault="00181DB4" w:rsidP="005A51D5">
                  <w:pPr>
                    <w:widowControl/>
                    <w:wordWrap w:val="0"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公式标注应于该公式所在行的最右侧。对于较长的公式只可在符号处（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+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-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*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/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、≤≥等）转行。在文中引用公式时，在标号前加“式”，如式（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1-2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）。</w:t>
                  </w:r>
                </w:p>
                <w:p w14:paraId="779F308C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b/>
                      <w:bCs/>
                      <w:color w:val="000000"/>
                      <w:kern w:val="0"/>
                      <w:sz w:val="24"/>
                    </w:rPr>
                    <w:t>5</w:t>
                  </w: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．参考文献书写规范</w:t>
                  </w:r>
                </w:p>
                <w:p w14:paraId="31166DE9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参考国标【</w:t>
                  </w:r>
                  <w:r>
                    <w:rPr>
                      <w:color w:val="000000"/>
                      <w:kern w:val="0"/>
                      <w:sz w:val="24"/>
                    </w:rPr>
                    <w:t>GB/T 7714—2015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】，参考文献书写规范如下：</w:t>
                  </w:r>
                </w:p>
                <w:p w14:paraId="448351A5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）文献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类型</w:t>
                  </w:r>
                  <w:r>
                    <w:rPr>
                      <w:rFonts w:cs="宋体"/>
                      <w:color w:val="000000"/>
                      <w:kern w:val="0"/>
                      <w:sz w:val="24"/>
                    </w:rPr>
                    <w:t>和标识代码</w:t>
                  </w:r>
                </w:p>
                <w:p w14:paraId="7CE00426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普通图书：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M 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会议录：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C  </w:t>
                  </w:r>
                  <w:r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汇编：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G      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报纸：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N</w:t>
                  </w:r>
                </w:p>
                <w:p w14:paraId="390C2482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期刊：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J    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学位论文：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D   </w:t>
                  </w:r>
                  <w:r>
                    <w:rPr>
                      <w:color w:val="000000"/>
                      <w:kern w:val="0"/>
                      <w:sz w:val="24"/>
                    </w:rPr>
                    <w:t xml:space="preserve">   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报告：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R      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标准：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S</w:t>
                  </w:r>
                </w:p>
                <w:p w14:paraId="21E16F10" w14:textId="77777777" w:rsidR="00181DB4" w:rsidRDefault="00181DB4" w:rsidP="005A51D5">
                  <w:pPr>
                    <w:widowControl/>
                    <w:adjustRightInd w:val="0"/>
                    <w:spacing w:line="360" w:lineRule="auto"/>
                    <w:ind w:firstLine="454"/>
                    <w:rPr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专利：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P</w:t>
                  </w:r>
                  <w:r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</w:t>
                  </w:r>
                  <w:r>
                    <w:rPr>
                      <w:color w:val="000000"/>
                      <w:kern w:val="0"/>
                      <w:sz w:val="24"/>
                    </w:rPr>
                    <w:t xml:space="preserve">  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数据库：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DB</w:t>
                  </w:r>
                  <w:r>
                    <w:rPr>
                      <w:color w:val="000000"/>
                      <w:kern w:val="0"/>
                      <w:sz w:val="24"/>
                    </w:rPr>
                    <w:t xml:space="preserve"> 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 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计算机程序：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 xml:space="preserve">CP   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电子公告：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EB</w:t>
                  </w:r>
                </w:p>
                <w:p w14:paraId="606E7880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ind w:firstLine="454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档案：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 xml:space="preserve">A     </w:t>
                  </w:r>
                  <w:r>
                    <w:rPr>
                      <w:color w:val="000000"/>
                      <w:kern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舆图</w:t>
                  </w:r>
                  <w:r>
                    <w:rPr>
                      <w:color w:val="000000"/>
                      <w:kern w:val="0"/>
                      <w:sz w:val="24"/>
                    </w:rPr>
                    <w:t>：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 xml:space="preserve">CM      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数据集</w:t>
                  </w:r>
                  <w:r>
                    <w:rPr>
                      <w:color w:val="000000"/>
                      <w:kern w:val="0"/>
                      <w:sz w:val="24"/>
                    </w:rPr>
                    <w:t>：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 xml:space="preserve">DS       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其他</w:t>
                  </w:r>
                  <w:r>
                    <w:rPr>
                      <w:color w:val="000000"/>
                      <w:kern w:val="0"/>
                      <w:sz w:val="24"/>
                    </w:rPr>
                    <w:t>：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</w:rPr>
                    <w:t>Z</w:t>
                  </w:r>
                </w:p>
                <w:p w14:paraId="0911AF7A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）不同类别文献书写规范要求</w:t>
                  </w:r>
                </w:p>
                <w:p w14:paraId="0685A128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期刊</w:t>
                  </w:r>
                </w:p>
                <w:p w14:paraId="4F843A19" w14:textId="77777777" w:rsidR="00181DB4" w:rsidRDefault="00181DB4" w:rsidP="005A51D5">
                  <w:pPr>
                    <w:widowControl/>
                    <w:spacing w:line="360" w:lineRule="auto"/>
                    <w:rPr>
                      <w:rFonts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［序号］主要责任者．文献题名［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J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］．刊名，出版年份，卷号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期号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：起止页码．</w:t>
                  </w:r>
                </w:p>
                <w:p w14:paraId="1EB59E43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］袁庆龙，候文义．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Ni-P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合金镀层组织形貌及显微硬度研究［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J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XX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理工大学学报，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2001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32(1)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51-53.</w:t>
                  </w:r>
                </w:p>
                <w:p w14:paraId="38852743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普通图书</w:t>
                  </w:r>
                </w:p>
                <w:p w14:paraId="674014A6" w14:textId="77777777" w:rsidR="00181D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［序号］主要责任者．文献题名［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M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］．出版地：出版者，出版年．起止页码．</w:t>
                  </w:r>
                </w:p>
                <w:p w14:paraId="2064FFF2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］刘国钧，郑如斯．中国书的故事［Ｍ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M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］．北京：中国青年出版社，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1979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80-115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5DBBA002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会议论文集</w:t>
                  </w:r>
                </w:p>
                <w:p w14:paraId="01F6564E" w14:textId="77777777" w:rsidR="00181D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［序号］析出责任者．析出题名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[A]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．见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英文用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In)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：主编．论文集名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[C]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供选择项：会议名，会址，开会年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出版地：出版者，出版年．起止页码．</w:t>
                  </w:r>
                </w:p>
                <w:p w14:paraId="62599F30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lastRenderedPageBreak/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3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］孙品一．高校学报编辑工作现代化特征［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A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］．见：张为民编．中国高等学校自然科学学报研究会．科技编辑学论文集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(2)[C]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．北京：北京师范大学出版社，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1998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10-22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233CDEC4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专著中析出的文献</w:t>
                  </w:r>
                </w:p>
                <w:p w14:paraId="713AC603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［序号］析出责任者．析出题名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[A]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．见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英文用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In)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：专著责任者．书名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[M]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．出版地：出版者，出版年．起止页码．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4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］罗云．安全科学理论体系的发展及趋势探讨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[A]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．见：白春华，何学秋，吴宗之．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世纪安全科学与技术的发展趋势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[M]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．北京：科学出版社，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2000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1-5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76CB65DC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学位论文</w:t>
                  </w:r>
                </w:p>
                <w:p w14:paraId="740FA407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［序号］主要责任者．文献题名［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D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］．保存地：保存单位，年份．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］张和生．嵌入式单片机系统设计［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D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］．北京：北京理工大学，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1998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17148B2B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报告</w:t>
                  </w:r>
                </w:p>
                <w:p w14:paraId="0A2BB662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［序号］主要责任者．文献题名［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R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］．报告地：报告会主办单位，年份．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6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］冯西桥．核反应堆压力容器的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LBB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分析［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R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］．北京：清华大学核能技术设计研究院，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1997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4A008533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专利文献</w:t>
                  </w:r>
                </w:p>
                <w:p w14:paraId="1102C6D4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［序号］专利所有者．专利题名［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P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］．专利国别：专利号，发布日期．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］姜锡洲．一种温热外敷药制备方案［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P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］．中国专利：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881056078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，</w:t>
                  </w:r>
                  <w:smartTag w:uri="urn:schemas-microsoft-com:office:smarttags" w:element="chsdate">
                    <w:smartTagPr>
                      <w:attr w:name="Year" w:val="1983"/>
                      <w:attr w:name="Month" w:val="8"/>
                      <w:attr w:name="Day" w:val="12"/>
                      <w:attr w:name="IsLunarDate" w:val="False"/>
                      <w:attr w:name="IsROCDate" w:val="False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1983-08-12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32926991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国际、国家标准</w:t>
                  </w:r>
                </w:p>
                <w:p w14:paraId="35E89C25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［序号］标准代号．标准名称［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S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］．出版地：出版者，出版年．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GB/T 16159—1996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．汉语拼音正词法基本规则［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S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］．北京：中国标准出版社，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1996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37BB0152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报纸文章</w:t>
                  </w:r>
                </w:p>
                <w:p w14:paraId="1C2E8461" w14:textId="77777777" w:rsidR="00181DB4" w:rsidRPr="00046EB4" w:rsidRDefault="00181DB4" w:rsidP="005A51D5">
                  <w:pPr>
                    <w:widowControl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［序号］主要责任者．文献题名［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N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］．报纸名，出版年，月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日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：版次．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］谢希德．创造学习的思路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N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．人民日报，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1998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，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12(25)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：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10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3F992BB2" w14:textId="77777777" w:rsidR="00181DB4" w:rsidRPr="00046EB4" w:rsidRDefault="00181DB4" w:rsidP="005A51D5">
                  <w:pPr>
                    <w:widowControl/>
                    <w:spacing w:line="360" w:lineRule="auto"/>
                    <w:ind w:firstLineChars="100" w:firstLine="241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电子文献</w:t>
                  </w:r>
                </w:p>
                <w:p w14:paraId="722E16D0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［序号］主要责任者．电子文献题名［文献类型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/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载体类型］．电子文献的出版或可获得地址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电子文献地址用文字表述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，发表或更新日期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/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引用日期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任选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) .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br/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lastRenderedPageBreak/>
                    <w:t>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21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］姚伯元．毕业设计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(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论文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)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规范化管理与培养学生综合素质［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EB/OL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］．中国高等教育网教学研究，</w:t>
                  </w:r>
                  <w:smartTag w:uri="urn:schemas-microsoft-com:office:smarttags" w:element="chsdate">
                    <w:smartTagPr>
                      <w:attr w:name="Year" w:val="2005"/>
                      <w:attr w:name="Month" w:val="2"/>
                      <w:attr w:name="Day" w:val="2"/>
                      <w:attr w:name="IsLunarDate" w:val="False"/>
                      <w:attr w:name="IsROCDate" w:val="False"/>
                    </w:smartTagPr>
                    <w:r w:rsidRPr="00046EB4">
                      <w:rPr>
                        <w:color w:val="000000"/>
                        <w:kern w:val="0"/>
                        <w:sz w:val="24"/>
                      </w:rPr>
                      <w:t>2005-2-2</w:t>
                    </w:r>
                  </w:smartTag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．</w:t>
                  </w:r>
                </w:p>
                <w:p w14:paraId="6D2E30E1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ind w:firstLineChars="200" w:firstLine="480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关于参考文献的未尽事项可参考国家标准《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信息与</w:t>
                  </w:r>
                  <w:r>
                    <w:rPr>
                      <w:rFonts w:cs="宋体"/>
                      <w:color w:val="000000"/>
                      <w:kern w:val="0"/>
                      <w:sz w:val="24"/>
                    </w:rPr>
                    <w:t>文献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参考</w:t>
                  </w:r>
                  <w:r>
                    <w:rPr>
                      <w:rFonts w:cs="宋体"/>
                      <w:color w:val="000000"/>
                      <w:kern w:val="0"/>
                      <w:sz w:val="24"/>
                    </w:rPr>
                    <w:t>文献著录规则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》（</w:t>
                  </w:r>
                  <w:r>
                    <w:rPr>
                      <w:color w:val="000000"/>
                      <w:kern w:val="0"/>
                      <w:sz w:val="24"/>
                    </w:rPr>
                    <w:t>GB/T 7714—2015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  <w:p w14:paraId="201629BE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b/>
                      <w:bCs/>
                      <w:color w:val="000000"/>
                      <w:kern w:val="0"/>
                      <w:sz w:val="24"/>
                    </w:rPr>
                    <w:t xml:space="preserve">6. </w:t>
                  </w:r>
                  <w:r w:rsidRPr="00046EB4">
                    <w:rPr>
                      <w:rFonts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附录</w:t>
                  </w:r>
                </w:p>
                <w:p w14:paraId="0D4C1732" w14:textId="77777777" w:rsidR="00181DB4" w:rsidRPr="00046EB4" w:rsidRDefault="00181DB4" w:rsidP="005A51D5">
                  <w:pPr>
                    <w:widowControl/>
                    <w:snapToGrid w:val="0"/>
                    <w:spacing w:line="360" w:lineRule="auto"/>
                    <w:ind w:firstLine="42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附录是论文主体的补充项目，为了体现整篇论文的完整性，写入正文又可能有损于论文的条理性、逻辑性和精炼性，这些材料可以写入附录段，但对于每一篇论文并不是必须的。主要包括以下几类：</w:t>
                  </w:r>
                </w:p>
                <w:p w14:paraId="3B22A358" w14:textId="77777777" w:rsidR="00181DB4" w:rsidRDefault="00181DB4" w:rsidP="005A51D5">
                  <w:pPr>
                    <w:widowControl/>
                    <w:snapToGrid w:val="0"/>
                    <w:spacing w:line="360" w:lineRule="auto"/>
                    <w:ind w:firstLine="42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EE3D16"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1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）比正文更为详尽的理论根据、研究方法和技术要点，建议可以阅读的参考文献的题录，对了解正文内容有用的补充信息等；</w:t>
                  </w:r>
                </w:p>
                <w:p w14:paraId="3AE13A11" w14:textId="77777777" w:rsidR="00181DB4" w:rsidRDefault="00181DB4" w:rsidP="005A51D5">
                  <w:pPr>
                    <w:widowControl/>
                    <w:snapToGrid w:val="0"/>
                    <w:spacing w:line="360" w:lineRule="auto"/>
                    <w:ind w:firstLine="42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EE3D16"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2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）由于篇幅过长或取材于复制品而不宜写入正文的材料；</w:t>
                  </w:r>
                </w:p>
                <w:p w14:paraId="6D7D6282" w14:textId="77777777" w:rsidR="00181DB4" w:rsidRDefault="00181DB4" w:rsidP="005A51D5">
                  <w:pPr>
                    <w:widowControl/>
                    <w:snapToGrid w:val="0"/>
                    <w:spacing w:line="360" w:lineRule="auto"/>
                    <w:ind w:firstLine="42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EE3D16"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3</w:t>
                  </w: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）一般读者并非必要阅读，但对本专业同行很有参考价值的资料；</w:t>
                  </w:r>
                </w:p>
                <w:p w14:paraId="7E39083D" w14:textId="77777777" w:rsidR="00181DB4" w:rsidRPr="00EE3D16" w:rsidRDefault="00181DB4" w:rsidP="005A51D5">
                  <w:pPr>
                    <w:widowControl/>
                    <w:snapToGrid w:val="0"/>
                    <w:spacing w:line="360" w:lineRule="auto"/>
                    <w:ind w:firstLine="42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（</w:t>
                  </w:r>
                  <w:r w:rsidRPr="00EE3D16"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4</w:t>
                  </w:r>
                  <w:r w:rsidRPr="00EE3D16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</w:rPr>
                    <w:t>）某些重要的原始数据、数学推导、计算程序、框图、结构图、统计表、计算机打印输出件等。</w:t>
                  </w:r>
                </w:p>
                <w:p w14:paraId="6CFE0577" w14:textId="77777777" w:rsidR="00181DB4" w:rsidRPr="00046EB4" w:rsidRDefault="00181DB4" w:rsidP="005A51D5">
                  <w:pPr>
                    <w:widowControl/>
                    <w:snapToGrid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ascii="宋体" w:hAnsi="宋体" w:cs="宋体" w:hint="eastAsia"/>
                      <w:color w:val="000000"/>
                      <w:kern w:val="0"/>
                      <w:sz w:val="24"/>
                      <w:szCs w:val="20"/>
                    </w:rPr>
                    <w:t xml:space="preserve">附录依次用大写正体英文字母A、B、C……编序号，如附录A，附录B。 </w:t>
                  </w:r>
                </w:p>
                <w:p w14:paraId="6824A96E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ind w:firstLineChars="200" w:firstLine="48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附录中的图、表、公式、参考文献等另行用阿拉伯数字编序号，与正文分开，也一律用阿拉伯数字编码，但在数码前冠以附录序码，如：图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A-1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；表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B-2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；式（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B-3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）；文献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[A-4]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等。</w:t>
                  </w:r>
                </w:p>
                <w:p w14:paraId="6184BCE5" w14:textId="77777777" w:rsidR="00181DB4" w:rsidRPr="0097340E" w:rsidRDefault="00181DB4" w:rsidP="005A51D5">
                  <w:pPr>
                    <w:widowControl/>
                    <w:adjustRightInd w:val="0"/>
                    <w:spacing w:line="360" w:lineRule="auto"/>
                    <w:jc w:val="left"/>
                    <w:rPr>
                      <w:rFonts w:ascii="黑体" w:eastAsia="黑体" w:hAnsi="黑体" w:cs="宋体"/>
                      <w:kern w:val="0"/>
                      <w:sz w:val="28"/>
                    </w:rPr>
                  </w:pPr>
                  <w:r w:rsidRPr="0097340E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>二、毕业设计（论文）资料的装订</w:t>
                  </w:r>
                  <w:r w:rsidRPr="0097340E">
                    <w:rPr>
                      <w:rFonts w:ascii="黑体" w:eastAsia="黑体" w:hAnsi="黑体"/>
                      <w:b/>
                      <w:bCs/>
                      <w:color w:val="000000"/>
                      <w:kern w:val="0"/>
                      <w:sz w:val="28"/>
                    </w:rPr>
                    <w:t xml:space="preserve"> </w:t>
                  </w:r>
                </w:p>
                <w:p w14:paraId="3C4F9886" w14:textId="2AA2EFA3" w:rsidR="00181DB4" w:rsidRDefault="00181DB4" w:rsidP="005A51D5">
                  <w:pPr>
                    <w:widowControl/>
                    <w:adjustRightInd w:val="0"/>
                    <w:spacing w:line="360" w:lineRule="auto"/>
                    <w:ind w:firstLine="454"/>
                    <w:jc w:val="left"/>
                    <w:rPr>
                      <w:rFonts w:cs="宋体"/>
                      <w:color w:val="000000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毕业设计（论文）按以下标准统一装订：毕业设计（论文）封面→</w:t>
                  </w:r>
                  <w:r w:rsidRPr="008D77A1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原创性声明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8D77A1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关于使用授权的声明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→中外文摘要→目录→毕业设计（论文）正文→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结论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→参考文献→附录→致谢。</w:t>
                  </w:r>
                </w:p>
                <w:p w14:paraId="3D40100A" w14:textId="1466E25F" w:rsidR="00FB067F" w:rsidRPr="00FB067F" w:rsidRDefault="00FB067F" w:rsidP="005A51D5">
                  <w:pPr>
                    <w:widowControl/>
                    <w:adjustRightInd w:val="0"/>
                    <w:spacing w:line="360" w:lineRule="auto"/>
                    <w:ind w:firstLine="454"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毕业设计（论文）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指导手册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按以下标准统一装订：毕业设计（论文）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指导手册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封面→毕业设计（论文）任务书→毕业设计（论文）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开题报告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→毕业设计（论文）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中期报告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→毕业设计（论文）评语</w:t>
                  </w:r>
                  <w:r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表。</w:t>
                  </w:r>
                  <w:r w:rsidR="00AA5078" w:rsidRPr="00AA5078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指导手册包括但不限于以上</w:t>
                  </w:r>
                  <w:r w:rsidR="00AA5078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内容</w:t>
                  </w:r>
                  <w:r w:rsidR="00AA5078" w:rsidRPr="00AA5078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，可按照学院细则增加</w:t>
                  </w:r>
                  <w:r w:rsidR="00AA5078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材料。</w:t>
                  </w:r>
                </w:p>
                <w:p w14:paraId="549B25C5" w14:textId="77777777" w:rsidR="00181DB4" w:rsidRPr="0097340E" w:rsidRDefault="00181DB4" w:rsidP="005A51D5">
                  <w:pPr>
                    <w:widowControl/>
                    <w:adjustRightInd w:val="0"/>
                    <w:spacing w:line="360" w:lineRule="auto"/>
                    <w:jc w:val="left"/>
                    <w:rPr>
                      <w:rFonts w:ascii="黑体" w:eastAsia="黑体" w:hAnsi="黑体" w:cs="宋体"/>
                      <w:kern w:val="0"/>
                      <w:sz w:val="28"/>
                    </w:rPr>
                  </w:pPr>
                  <w:r w:rsidRPr="0097340E">
                    <w:rPr>
                      <w:rFonts w:ascii="黑体" w:eastAsia="黑体" w:hAnsi="黑体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>三、外文翻译</w:t>
                  </w:r>
                </w:p>
                <w:p w14:paraId="5F04CF48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ind w:firstLine="454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lastRenderedPageBreak/>
                    <w:t>外文翻译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5000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字左右，内容与毕业设计（论文）题目有关。外文原文用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A4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纸打印或复印，中文翻译用</w:t>
                  </w:r>
                  <w:r w:rsidRPr="00046EB4">
                    <w:rPr>
                      <w:color w:val="000000"/>
                      <w:kern w:val="0"/>
                      <w:sz w:val="24"/>
                    </w:rPr>
                    <w:t>A4</w:t>
                  </w:r>
                  <w:r w:rsidRPr="00046EB4">
                    <w:rPr>
                      <w:rFonts w:cs="宋体" w:hint="eastAsia"/>
                      <w:color w:val="000000"/>
                      <w:kern w:val="0"/>
                      <w:sz w:val="24"/>
                    </w:rPr>
                    <w:t>纸打印，文档格式要求参考“毕业设计（论文）文档格式要求”。装订顺序为：外文翻译封面→外文原文→中文翻译。</w:t>
                  </w:r>
                </w:p>
                <w:p w14:paraId="5690D964" w14:textId="77777777" w:rsidR="00181DB4" w:rsidRPr="00046EB4" w:rsidRDefault="00181DB4" w:rsidP="005A51D5">
                  <w:pPr>
                    <w:widowControl/>
                    <w:adjustRightInd w:val="0"/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 w14:paraId="6855DA96" w14:textId="77777777" w:rsidR="00181DB4" w:rsidRPr="00046EB4" w:rsidRDefault="00181DB4" w:rsidP="005A51D5">
            <w:pPr>
              <w:widowControl/>
              <w:jc w:val="left"/>
              <w:rPr>
                <w:rFonts w:ascii="ˎ̥" w:hAnsi="ˎ̥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01C541A" w14:textId="11F287F5" w:rsidR="00A83400" w:rsidRPr="00715728" w:rsidRDefault="00A83400" w:rsidP="00715728">
      <w:pPr>
        <w:rPr>
          <w:rFonts w:ascii="宋体" w:hAnsi="宋体"/>
          <w:sz w:val="24"/>
        </w:rPr>
      </w:pPr>
    </w:p>
    <w:sectPr w:rsidR="00A83400" w:rsidRPr="00715728" w:rsidSect="002E6CE2">
      <w:headerReference w:type="default" r:id="rId19"/>
      <w:footerReference w:type="default" r:id="rId20"/>
      <w:pgSz w:w="11906" w:h="16838" w:code="9"/>
      <w:pgMar w:top="1701" w:right="1474" w:bottom="1474" w:left="1701" w:header="136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DCA39" w14:textId="77777777" w:rsidR="00033BC2" w:rsidRDefault="00033BC2">
      <w:r>
        <w:separator/>
      </w:r>
    </w:p>
  </w:endnote>
  <w:endnote w:type="continuationSeparator" w:id="0">
    <w:p w14:paraId="33C5626C" w14:textId="77777777" w:rsidR="00033BC2" w:rsidRDefault="0003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27AA" w14:textId="77777777" w:rsidR="001B148D" w:rsidRPr="002C5FCB" w:rsidRDefault="001B148D">
    <w:pPr>
      <w:pStyle w:val="a7"/>
      <w:jc w:val="center"/>
      <w:rPr>
        <w:sz w:val="21"/>
        <w:szCs w:val="21"/>
      </w:rPr>
    </w:pPr>
  </w:p>
  <w:p w14:paraId="5BBC8B55" w14:textId="77777777" w:rsidR="001B148D" w:rsidRDefault="001B148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396B" w14:textId="77777777" w:rsidR="003E6B1D" w:rsidRPr="00494CFB" w:rsidRDefault="003E6B1D" w:rsidP="00EA5C74">
    <w:pPr>
      <w:pStyle w:val="a7"/>
      <w:framePr w:wrap="around" w:vAnchor="text" w:hAnchor="margin" w:xAlign="center" w:y="1"/>
      <w:rPr>
        <w:rStyle w:val="a9"/>
        <w:rFonts w:ascii="宋体" w:hAnsi="宋体"/>
      </w:rPr>
    </w:pPr>
    <w:r w:rsidRPr="00494CFB">
      <w:rPr>
        <w:rStyle w:val="a9"/>
        <w:rFonts w:ascii="宋体" w:hAnsi="宋体"/>
      </w:rPr>
      <w:fldChar w:fldCharType="begin"/>
    </w:r>
    <w:r w:rsidRPr="00494CFB">
      <w:rPr>
        <w:rStyle w:val="a9"/>
        <w:rFonts w:ascii="宋体" w:hAnsi="宋体"/>
      </w:rPr>
      <w:instrText xml:space="preserve">PAGE  </w:instrText>
    </w:r>
    <w:r w:rsidRPr="00494CFB">
      <w:rPr>
        <w:rStyle w:val="a9"/>
        <w:rFonts w:ascii="宋体" w:hAnsi="宋体"/>
      </w:rPr>
      <w:fldChar w:fldCharType="separate"/>
    </w:r>
    <w:r w:rsidR="00DA2CB8">
      <w:rPr>
        <w:rStyle w:val="a9"/>
        <w:rFonts w:ascii="宋体" w:hAnsi="宋体"/>
        <w:noProof/>
      </w:rPr>
      <w:t>2</w:t>
    </w:r>
    <w:r w:rsidRPr="00494CFB">
      <w:rPr>
        <w:rStyle w:val="a9"/>
        <w:rFonts w:ascii="宋体" w:hAnsi="宋体"/>
      </w:rPr>
      <w:fldChar w:fldCharType="end"/>
    </w:r>
  </w:p>
  <w:p w14:paraId="188B7F23" w14:textId="77777777" w:rsidR="003E6B1D" w:rsidRPr="00494CFB" w:rsidRDefault="003E6B1D">
    <w:pPr>
      <w:pStyle w:val="a7"/>
      <w:rPr>
        <w:rFonts w:ascii="宋体" w:hAnsi="宋体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2EEF3" w14:textId="77777777" w:rsidR="00FB067F" w:rsidRPr="00494CFB" w:rsidRDefault="00FB067F" w:rsidP="00EA5C74">
    <w:pPr>
      <w:pStyle w:val="a7"/>
      <w:framePr w:wrap="around" w:vAnchor="text" w:hAnchor="margin" w:xAlign="center" w:y="1"/>
      <w:rPr>
        <w:rStyle w:val="a9"/>
        <w:rFonts w:ascii="宋体" w:hAnsi="宋体"/>
      </w:rPr>
    </w:pPr>
    <w:r w:rsidRPr="00494CFB">
      <w:rPr>
        <w:rStyle w:val="a9"/>
        <w:rFonts w:ascii="宋体" w:hAnsi="宋体"/>
      </w:rPr>
      <w:fldChar w:fldCharType="begin"/>
    </w:r>
    <w:r w:rsidRPr="00494CFB">
      <w:rPr>
        <w:rStyle w:val="a9"/>
        <w:rFonts w:ascii="宋体" w:hAnsi="宋体"/>
      </w:rPr>
      <w:instrText xml:space="preserve">PAGE  </w:instrText>
    </w:r>
    <w:r w:rsidRPr="00494CFB">
      <w:rPr>
        <w:rStyle w:val="a9"/>
        <w:rFonts w:ascii="宋体" w:hAnsi="宋体"/>
      </w:rPr>
      <w:fldChar w:fldCharType="separate"/>
    </w:r>
    <w:r w:rsidR="00DA2CB8">
      <w:rPr>
        <w:rStyle w:val="a9"/>
        <w:rFonts w:ascii="宋体" w:hAnsi="宋体"/>
        <w:noProof/>
      </w:rPr>
      <w:t>3</w:t>
    </w:r>
    <w:r w:rsidRPr="00494CFB">
      <w:rPr>
        <w:rStyle w:val="a9"/>
        <w:rFonts w:ascii="宋体" w:hAnsi="宋体"/>
      </w:rPr>
      <w:fldChar w:fldCharType="end"/>
    </w:r>
  </w:p>
  <w:p w14:paraId="0BF5B2A1" w14:textId="77777777" w:rsidR="00FB067F" w:rsidRPr="00494CFB" w:rsidRDefault="00FB067F">
    <w:pPr>
      <w:pStyle w:val="a7"/>
      <w:rPr>
        <w:rFonts w:ascii="宋体" w:hAnsi="宋体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3C47" w14:textId="77777777" w:rsidR="00FB067F" w:rsidRPr="00494CFB" w:rsidRDefault="00FB067F" w:rsidP="00EA5C74">
    <w:pPr>
      <w:pStyle w:val="a7"/>
      <w:framePr w:wrap="around" w:vAnchor="text" w:hAnchor="margin" w:xAlign="center" w:y="1"/>
      <w:rPr>
        <w:rStyle w:val="a9"/>
        <w:rFonts w:ascii="宋体" w:hAnsi="宋体"/>
      </w:rPr>
    </w:pPr>
    <w:r w:rsidRPr="00494CFB">
      <w:rPr>
        <w:rStyle w:val="a9"/>
        <w:rFonts w:ascii="宋体" w:hAnsi="宋体"/>
      </w:rPr>
      <w:fldChar w:fldCharType="begin"/>
    </w:r>
    <w:r w:rsidRPr="00494CFB">
      <w:rPr>
        <w:rStyle w:val="a9"/>
        <w:rFonts w:ascii="宋体" w:hAnsi="宋体"/>
      </w:rPr>
      <w:instrText xml:space="preserve">PAGE  </w:instrText>
    </w:r>
    <w:r w:rsidRPr="00494CFB">
      <w:rPr>
        <w:rStyle w:val="a9"/>
        <w:rFonts w:ascii="宋体" w:hAnsi="宋体"/>
      </w:rPr>
      <w:fldChar w:fldCharType="separate"/>
    </w:r>
    <w:r w:rsidR="00DA2CB8">
      <w:rPr>
        <w:rStyle w:val="a9"/>
        <w:rFonts w:ascii="宋体" w:hAnsi="宋体"/>
        <w:noProof/>
      </w:rPr>
      <w:t>3</w:t>
    </w:r>
    <w:r w:rsidRPr="00494CFB">
      <w:rPr>
        <w:rStyle w:val="a9"/>
        <w:rFonts w:ascii="宋体" w:hAnsi="宋体"/>
      </w:rPr>
      <w:fldChar w:fldCharType="end"/>
    </w:r>
  </w:p>
  <w:p w14:paraId="24A46DC0" w14:textId="77777777" w:rsidR="00FB067F" w:rsidRPr="00494CFB" w:rsidRDefault="00FB067F">
    <w:pPr>
      <w:pStyle w:val="a7"/>
      <w:rPr>
        <w:rFonts w:ascii="宋体" w:hAnsi="宋体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6A03" w14:textId="77777777" w:rsidR="00FB067F" w:rsidRPr="00494CFB" w:rsidRDefault="00FB067F" w:rsidP="00EA5C74">
    <w:pPr>
      <w:pStyle w:val="a7"/>
      <w:framePr w:wrap="around" w:vAnchor="text" w:hAnchor="margin" w:xAlign="center" w:y="1"/>
      <w:rPr>
        <w:rStyle w:val="a9"/>
        <w:rFonts w:ascii="宋体" w:hAnsi="宋体"/>
      </w:rPr>
    </w:pPr>
    <w:r w:rsidRPr="00494CFB">
      <w:rPr>
        <w:rStyle w:val="a9"/>
        <w:rFonts w:ascii="宋体" w:hAnsi="宋体"/>
      </w:rPr>
      <w:fldChar w:fldCharType="begin"/>
    </w:r>
    <w:r w:rsidRPr="00494CFB">
      <w:rPr>
        <w:rStyle w:val="a9"/>
        <w:rFonts w:ascii="宋体" w:hAnsi="宋体"/>
      </w:rPr>
      <w:instrText xml:space="preserve">PAGE  </w:instrText>
    </w:r>
    <w:r w:rsidRPr="00494CFB">
      <w:rPr>
        <w:rStyle w:val="a9"/>
        <w:rFonts w:ascii="宋体" w:hAnsi="宋体"/>
      </w:rPr>
      <w:fldChar w:fldCharType="separate"/>
    </w:r>
    <w:r w:rsidR="00DA2CB8">
      <w:rPr>
        <w:rStyle w:val="a9"/>
        <w:rFonts w:ascii="宋体" w:hAnsi="宋体"/>
        <w:noProof/>
      </w:rPr>
      <w:t>6</w:t>
    </w:r>
    <w:r w:rsidRPr="00494CFB">
      <w:rPr>
        <w:rStyle w:val="a9"/>
        <w:rFonts w:ascii="宋体" w:hAnsi="宋体"/>
      </w:rPr>
      <w:fldChar w:fldCharType="end"/>
    </w:r>
  </w:p>
  <w:p w14:paraId="74CDE840" w14:textId="77777777" w:rsidR="00FB067F" w:rsidRPr="00494CFB" w:rsidRDefault="00FB067F">
    <w:pPr>
      <w:pStyle w:val="a7"/>
      <w:rPr>
        <w:rFonts w:ascii="宋体" w:hAnsi="宋体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7240" w14:textId="77777777" w:rsidR="00FB067F" w:rsidRPr="00494CFB" w:rsidRDefault="00FB067F">
    <w:pPr>
      <w:pStyle w:val="a7"/>
      <w:rPr>
        <w:rFonts w:ascii="宋体" w:hAnsi="宋体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A968B" w14:textId="77777777" w:rsidR="00033BC2" w:rsidRDefault="00033BC2">
      <w:r>
        <w:separator/>
      </w:r>
    </w:p>
  </w:footnote>
  <w:footnote w:type="continuationSeparator" w:id="0">
    <w:p w14:paraId="7CA01A9C" w14:textId="77777777" w:rsidR="00033BC2" w:rsidRDefault="00033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D504" w14:textId="107A547E" w:rsidR="00D4317F" w:rsidRPr="00690383" w:rsidRDefault="00690383" w:rsidP="00690383">
    <w:pPr>
      <w:pStyle w:val="a5"/>
    </w:pPr>
    <w:r w:rsidRPr="00043DE9">
      <w:rPr>
        <w:rFonts w:hint="eastAsia"/>
        <w:spacing w:val="10"/>
        <w:sz w:val="28"/>
        <w:szCs w:val="28"/>
      </w:rPr>
      <w:t>北京理工大学本科生毕业设计（论文）</w:t>
    </w:r>
    <w:r>
      <w:rPr>
        <w:rFonts w:hint="eastAsia"/>
        <w:spacing w:val="10"/>
        <w:sz w:val="28"/>
        <w:szCs w:val="28"/>
      </w:rPr>
      <w:t>任务书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CD83" w14:textId="62BBB73D" w:rsidR="00690383" w:rsidRPr="00690383" w:rsidRDefault="00690383" w:rsidP="00690383">
    <w:pPr>
      <w:pStyle w:val="a5"/>
    </w:pPr>
    <w:r w:rsidRPr="00043DE9">
      <w:rPr>
        <w:rFonts w:hint="eastAsia"/>
        <w:spacing w:val="10"/>
        <w:sz w:val="28"/>
        <w:szCs w:val="28"/>
      </w:rPr>
      <w:t>北京理工大学本科生毕业设计（论文）</w:t>
    </w:r>
    <w:r>
      <w:rPr>
        <w:rFonts w:hint="eastAsia"/>
        <w:spacing w:val="10"/>
        <w:sz w:val="28"/>
        <w:szCs w:val="28"/>
      </w:rPr>
      <w:t>开题报告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37DD" w14:textId="1E944AF4" w:rsidR="00690383" w:rsidRPr="00690383" w:rsidRDefault="00690383" w:rsidP="00690383">
    <w:pPr>
      <w:pStyle w:val="a5"/>
    </w:pPr>
    <w:r w:rsidRPr="00043DE9">
      <w:rPr>
        <w:rFonts w:hint="eastAsia"/>
        <w:spacing w:val="10"/>
        <w:sz w:val="28"/>
        <w:szCs w:val="28"/>
      </w:rPr>
      <w:t>北京理工大学本科生毕业设计（论文）</w:t>
    </w:r>
    <w:r>
      <w:rPr>
        <w:rFonts w:hint="eastAsia"/>
        <w:spacing w:val="10"/>
        <w:sz w:val="28"/>
        <w:szCs w:val="28"/>
      </w:rPr>
      <w:t>中期报告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D2AC" w14:textId="12953E99" w:rsidR="00690383" w:rsidRPr="00690383" w:rsidRDefault="00690383" w:rsidP="00690383">
    <w:pPr>
      <w:pStyle w:val="a5"/>
    </w:pPr>
    <w:r w:rsidRPr="00043DE9">
      <w:rPr>
        <w:rFonts w:hint="eastAsia"/>
        <w:spacing w:val="10"/>
        <w:sz w:val="28"/>
        <w:szCs w:val="28"/>
      </w:rPr>
      <w:t>北京理工大学本科生毕业设计（论文）</w:t>
    </w:r>
    <w:r>
      <w:rPr>
        <w:rFonts w:hint="eastAsia"/>
        <w:spacing w:val="10"/>
        <w:sz w:val="28"/>
        <w:szCs w:val="28"/>
      </w:rPr>
      <w:t>评语表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F41" w14:textId="2A0FEBA7" w:rsidR="00FB067F" w:rsidRPr="00690383" w:rsidRDefault="00FB067F" w:rsidP="00690383">
    <w:pPr>
      <w:pStyle w:val="a5"/>
    </w:pPr>
    <w:r w:rsidRPr="00043DE9">
      <w:rPr>
        <w:rFonts w:hint="eastAsia"/>
        <w:spacing w:val="10"/>
        <w:sz w:val="28"/>
        <w:szCs w:val="28"/>
      </w:rPr>
      <w:t>北京理工大学本科生毕业设计（论文）</w:t>
    </w:r>
    <w:r w:rsidR="00715728">
      <w:rPr>
        <w:rFonts w:hint="eastAsia"/>
        <w:spacing w:val="10"/>
        <w:sz w:val="28"/>
        <w:szCs w:val="28"/>
      </w:rPr>
      <w:t>书写规范及打印装订要求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79AB"/>
    <w:multiLevelType w:val="hybridMultilevel"/>
    <w:tmpl w:val="EAF681D6"/>
    <w:lvl w:ilvl="0" w:tplc="4F722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38AC2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DD21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3A9853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BB2C0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BDAE6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A2AB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33A9E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3D69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 w15:restartNumberingAfterBreak="0">
    <w:nsid w:val="13196680"/>
    <w:multiLevelType w:val="hybridMultilevel"/>
    <w:tmpl w:val="35683A8E"/>
    <w:lvl w:ilvl="0" w:tplc="DC64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0121C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7A4C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A761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9F83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18CF7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3F28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B6A9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172F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14A523E0"/>
    <w:multiLevelType w:val="hybridMultilevel"/>
    <w:tmpl w:val="0BEEEDD2"/>
    <w:lvl w:ilvl="0" w:tplc="340E6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7EC3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1A2D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4423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5A9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6469D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0E23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D9762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536C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 w15:restartNumberingAfterBreak="0">
    <w:nsid w:val="1AAB3826"/>
    <w:multiLevelType w:val="multilevel"/>
    <w:tmpl w:val="B7FAAB24"/>
    <w:lvl w:ilvl="0">
      <w:start w:val="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02A3298"/>
    <w:multiLevelType w:val="hybridMultilevel"/>
    <w:tmpl w:val="1B7CB66C"/>
    <w:lvl w:ilvl="0" w:tplc="C46E34E8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95320B7"/>
    <w:multiLevelType w:val="hybridMultilevel"/>
    <w:tmpl w:val="A0E2A824"/>
    <w:lvl w:ilvl="0" w:tplc="22348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ECC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278A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A5E7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38895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8EC6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E640A2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D10C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28EE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 w15:restartNumberingAfterBreak="0">
    <w:nsid w:val="2C575067"/>
    <w:multiLevelType w:val="hybridMultilevel"/>
    <w:tmpl w:val="798C8DCE"/>
    <w:lvl w:ilvl="0" w:tplc="8E10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59F8D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086D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31AD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2104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2904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0C0B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F802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249CB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7" w15:restartNumberingAfterBreak="0">
    <w:nsid w:val="301B43A6"/>
    <w:multiLevelType w:val="hybridMultilevel"/>
    <w:tmpl w:val="6C4E69CE"/>
    <w:lvl w:ilvl="0" w:tplc="BCDE0C8A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35B64E99"/>
    <w:multiLevelType w:val="hybridMultilevel"/>
    <w:tmpl w:val="05BC776E"/>
    <w:lvl w:ilvl="0" w:tplc="4CF24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9985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B82D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3EE42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4956C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99CE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CC2C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C187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9087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 w15:restartNumberingAfterBreak="0">
    <w:nsid w:val="37FC6DE2"/>
    <w:multiLevelType w:val="hybridMultilevel"/>
    <w:tmpl w:val="887A4786"/>
    <w:lvl w:ilvl="0" w:tplc="3006E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0602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6F8F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462C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CA8D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54E6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DA84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9960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42A7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0" w15:restartNumberingAfterBreak="0">
    <w:nsid w:val="3C4979EB"/>
    <w:multiLevelType w:val="hybridMultilevel"/>
    <w:tmpl w:val="F8E03422"/>
    <w:lvl w:ilvl="0" w:tplc="04090019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D163E9"/>
    <w:multiLevelType w:val="multilevel"/>
    <w:tmpl w:val="18363B2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410479A3"/>
    <w:multiLevelType w:val="hybridMultilevel"/>
    <w:tmpl w:val="E4CCFF52"/>
    <w:lvl w:ilvl="0" w:tplc="A6E6552E">
      <w:start w:val="1"/>
      <w:numFmt w:val="decimal"/>
      <w:lvlText w:val="（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9A91F12"/>
    <w:multiLevelType w:val="hybridMultilevel"/>
    <w:tmpl w:val="BA42FF06"/>
    <w:lvl w:ilvl="0" w:tplc="05D054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C855E80"/>
    <w:multiLevelType w:val="hybridMultilevel"/>
    <w:tmpl w:val="18A2547E"/>
    <w:lvl w:ilvl="0" w:tplc="D9263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418E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EB8A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938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E0FA5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1F6B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D646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C518B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63764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5" w15:restartNumberingAfterBreak="0">
    <w:nsid w:val="627D1C0F"/>
    <w:multiLevelType w:val="multilevel"/>
    <w:tmpl w:val="D3F8714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A312ABF"/>
    <w:multiLevelType w:val="hybridMultilevel"/>
    <w:tmpl w:val="3BAC9F94"/>
    <w:lvl w:ilvl="0" w:tplc="94D09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4009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8BED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490E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3AC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FBC7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8CCC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6581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8182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7" w15:restartNumberingAfterBreak="0">
    <w:nsid w:val="709D776F"/>
    <w:multiLevelType w:val="multilevel"/>
    <w:tmpl w:val="455C2ADC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6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15"/>
  </w:num>
  <w:num w:numId="12">
    <w:abstractNumId w:val="12"/>
  </w:num>
  <w:num w:numId="13">
    <w:abstractNumId w:val="3"/>
  </w:num>
  <w:num w:numId="14">
    <w:abstractNumId w:val="17"/>
  </w:num>
  <w:num w:numId="15">
    <w:abstractNumId w:val="13"/>
  </w:num>
  <w:num w:numId="16">
    <w:abstractNumId w:val="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1CB"/>
    <w:rsid w:val="00000053"/>
    <w:rsid w:val="00003674"/>
    <w:rsid w:val="00005ABE"/>
    <w:rsid w:val="00006EBD"/>
    <w:rsid w:val="0001354C"/>
    <w:rsid w:val="00013DAB"/>
    <w:rsid w:val="000146E3"/>
    <w:rsid w:val="00016175"/>
    <w:rsid w:val="000166C9"/>
    <w:rsid w:val="00017210"/>
    <w:rsid w:val="0001762E"/>
    <w:rsid w:val="00021094"/>
    <w:rsid w:val="00021F26"/>
    <w:rsid w:val="0002489D"/>
    <w:rsid w:val="00025E26"/>
    <w:rsid w:val="000271E9"/>
    <w:rsid w:val="00027456"/>
    <w:rsid w:val="000315EF"/>
    <w:rsid w:val="00033BC2"/>
    <w:rsid w:val="00034AF6"/>
    <w:rsid w:val="00034F2B"/>
    <w:rsid w:val="00042D55"/>
    <w:rsid w:val="00044284"/>
    <w:rsid w:val="00044847"/>
    <w:rsid w:val="00045D10"/>
    <w:rsid w:val="0004611A"/>
    <w:rsid w:val="00046EAF"/>
    <w:rsid w:val="0005127C"/>
    <w:rsid w:val="0006582A"/>
    <w:rsid w:val="0006583E"/>
    <w:rsid w:val="00066CE4"/>
    <w:rsid w:val="000704CD"/>
    <w:rsid w:val="000725FA"/>
    <w:rsid w:val="000820EF"/>
    <w:rsid w:val="0008323F"/>
    <w:rsid w:val="00084326"/>
    <w:rsid w:val="00085852"/>
    <w:rsid w:val="000861E9"/>
    <w:rsid w:val="00086A98"/>
    <w:rsid w:val="00097B48"/>
    <w:rsid w:val="000A3696"/>
    <w:rsid w:val="000A69B8"/>
    <w:rsid w:val="000A7E6A"/>
    <w:rsid w:val="000B2686"/>
    <w:rsid w:val="000B3D25"/>
    <w:rsid w:val="000B49F1"/>
    <w:rsid w:val="000B6F8D"/>
    <w:rsid w:val="000C2E87"/>
    <w:rsid w:val="000D25B5"/>
    <w:rsid w:val="000D3824"/>
    <w:rsid w:val="000D3E7B"/>
    <w:rsid w:val="000D4B9B"/>
    <w:rsid w:val="000D4D94"/>
    <w:rsid w:val="000D58D7"/>
    <w:rsid w:val="000E05CB"/>
    <w:rsid w:val="000E1787"/>
    <w:rsid w:val="000E1E83"/>
    <w:rsid w:val="000F1058"/>
    <w:rsid w:val="000F138D"/>
    <w:rsid w:val="000F1C2D"/>
    <w:rsid w:val="000F7259"/>
    <w:rsid w:val="000F79DD"/>
    <w:rsid w:val="0010026C"/>
    <w:rsid w:val="00103928"/>
    <w:rsid w:val="0010399F"/>
    <w:rsid w:val="001106EE"/>
    <w:rsid w:val="00110DFC"/>
    <w:rsid w:val="001142F1"/>
    <w:rsid w:val="00124F19"/>
    <w:rsid w:val="00125207"/>
    <w:rsid w:val="00125BD2"/>
    <w:rsid w:val="00126ABC"/>
    <w:rsid w:val="00130588"/>
    <w:rsid w:val="00133C4D"/>
    <w:rsid w:val="0013560C"/>
    <w:rsid w:val="00135BE5"/>
    <w:rsid w:val="00136576"/>
    <w:rsid w:val="00142661"/>
    <w:rsid w:val="0014290D"/>
    <w:rsid w:val="00144B13"/>
    <w:rsid w:val="00147AB2"/>
    <w:rsid w:val="00151395"/>
    <w:rsid w:val="001519AF"/>
    <w:rsid w:val="001616AB"/>
    <w:rsid w:val="001632C9"/>
    <w:rsid w:val="001707BF"/>
    <w:rsid w:val="00170E0F"/>
    <w:rsid w:val="00173192"/>
    <w:rsid w:val="00175FC0"/>
    <w:rsid w:val="00176863"/>
    <w:rsid w:val="00181253"/>
    <w:rsid w:val="0018146C"/>
    <w:rsid w:val="00181DB4"/>
    <w:rsid w:val="001828F7"/>
    <w:rsid w:val="001858C0"/>
    <w:rsid w:val="00192CAF"/>
    <w:rsid w:val="00195D76"/>
    <w:rsid w:val="001A1987"/>
    <w:rsid w:val="001A1BAF"/>
    <w:rsid w:val="001A32A1"/>
    <w:rsid w:val="001B0326"/>
    <w:rsid w:val="001B148D"/>
    <w:rsid w:val="001B1B3B"/>
    <w:rsid w:val="001B1ED5"/>
    <w:rsid w:val="001B330B"/>
    <w:rsid w:val="001B554B"/>
    <w:rsid w:val="001B5691"/>
    <w:rsid w:val="001C32FE"/>
    <w:rsid w:val="001C34D7"/>
    <w:rsid w:val="001C41E9"/>
    <w:rsid w:val="001C4A6F"/>
    <w:rsid w:val="001C5838"/>
    <w:rsid w:val="001D0629"/>
    <w:rsid w:val="001D0D4E"/>
    <w:rsid w:val="001D3E75"/>
    <w:rsid w:val="001E1058"/>
    <w:rsid w:val="001E19C1"/>
    <w:rsid w:val="001F2BD6"/>
    <w:rsid w:val="001F57FA"/>
    <w:rsid w:val="00201255"/>
    <w:rsid w:val="00201FA8"/>
    <w:rsid w:val="00204358"/>
    <w:rsid w:val="002044C3"/>
    <w:rsid w:val="002049F6"/>
    <w:rsid w:val="0020524F"/>
    <w:rsid w:val="002056CA"/>
    <w:rsid w:val="00205A94"/>
    <w:rsid w:val="00211A46"/>
    <w:rsid w:val="00211EE2"/>
    <w:rsid w:val="00222A21"/>
    <w:rsid w:val="00225476"/>
    <w:rsid w:val="00236FBB"/>
    <w:rsid w:val="00237FD2"/>
    <w:rsid w:val="00242614"/>
    <w:rsid w:val="002509FC"/>
    <w:rsid w:val="002535A7"/>
    <w:rsid w:val="00256B88"/>
    <w:rsid w:val="002577AC"/>
    <w:rsid w:val="002577BD"/>
    <w:rsid w:val="00257B1D"/>
    <w:rsid w:val="00260D14"/>
    <w:rsid w:val="00261551"/>
    <w:rsid w:val="00262DDC"/>
    <w:rsid w:val="002663CD"/>
    <w:rsid w:val="002714A0"/>
    <w:rsid w:val="0027202F"/>
    <w:rsid w:val="00274423"/>
    <w:rsid w:val="0027520F"/>
    <w:rsid w:val="00277D66"/>
    <w:rsid w:val="00280DF5"/>
    <w:rsid w:val="002842F6"/>
    <w:rsid w:val="0028545B"/>
    <w:rsid w:val="00287260"/>
    <w:rsid w:val="00290EB0"/>
    <w:rsid w:val="00294BDD"/>
    <w:rsid w:val="00295588"/>
    <w:rsid w:val="002A064F"/>
    <w:rsid w:val="002A1B97"/>
    <w:rsid w:val="002A2DA1"/>
    <w:rsid w:val="002A342D"/>
    <w:rsid w:val="002A37BD"/>
    <w:rsid w:val="002A513A"/>
    <w:rsid w:val="002A54EF"/>
    <w:rsid w:val="002B1625"/>
    <w:rsid w:val="002B5806"/>
    <w:rsid w:val="002B6D76"/>
    <w:rsid w:val="002C07EE"/>
    <w:rsid w:val="002C09CD"/>
    <w:rsid w:val="002C1917"/>
    <w:rsid w:val="002C3067"/>
    <w:rsid w:val="002C3397"/>
    <w:rsid w:val="002C4496"/>
    <w:rsid w:val="002C60C7"/>
    <w:rsid w:val="002D3875"/>
    <w:rsid w:val="002D387B"/>
    <w:rsid w:val="002E6CE2"/>
    <w:rsid w:val="002F02C2"/>
    <w:rsid w:val="002F0736"/>
    <w:rsid w:val="002F0856"/>
    <w:rsid w:val="002F7E4A"/>
    <w:rsid w:val="00300EAD"/>
    <w:rsid w:val="00304AF5"/>
    <w:rsid w:val="00305404"/>
    <w:rsid w:val="00306750"/>
    <w:rsid w:val="003101E8"/>
    <w:rsid w:val="00312A00"/>
    <w:rsid w:val="00313DB9"/>
    <w:rsid w:val="00314E72"/>
    <w:rsid w:val="00315288"/>
    <w:rsid w:val="0031576F"/>
    <w:rsid w:val="003167BF"/>
    <w:rsid w:val="00321E60"/>
    <w:rsid w:val="00322C20"/>
    <w:rsid w:val="003255E4"/>
    <w:rsid w:val="00325804"/>
    <w:rsid w:val="00327527"/>
    <w:rsid w:val="00335A8C"/>
    <w:rsid w:val="0033621C"/>
    <w:rsid w:val="00337263"/>
    <w:rsid w:val="00344318"/>
    <w:rsid w:val="003444D1"/>
    <w:rsid w:val="00346468"/>
    <w:rsid w:val="00346641"/>
    <w:rsid w:val="00350398"/>
    <w:rsid w:val="00354C7E"/>
    <w:rsid w:val="0035553D"/>
    <w:rsid w:val="00356D3A"/>
    <w:rsid w:val="0036439D"/>
    <w:rsid w:val="003709DC"/>
    <w:rsid w:val="003726AB"/>
    <w:rsid w:val="00372F2D"/>
    <w:rsid w:val="00374270"/>
    <w:rsid w:val="003810FF"/>
    <w:rsid w:val="0038404C"/>
    <w:rsid w:val="00386ECF"/>
    <w:rsid w:val="003872E1"/>
    <w:rsid w:val="00387FE1"/>
    <w:rsid w:val="00393018"/>
    <w:rsid w:val="00393BD0"/>
    <w:rsid w:val="003952E2"/>
    <w:rsid w:val="003A06C4"/>
    <w:rsid w:val="003A71B7"/>
    <w:rsid w:val="003A7E65"/>
    <w:rsid w:val="003B183C"/>
    <w:rsid w:val="003B1AB2"/>
    <w:rsid w:val="003B1C75"/>
    <w:rsid w:val="003B1E14"/>
    <w:rsid w:val="003B2B4D"/>
    <w:rsid w:val="003B2FED"/>
    <w:rsid w:val="003B3E73"/>
    <w:rsid w:val="003B4FD0"/>
    <w:rsid w:val="003B707B"/>
    <w:rsid w:val="003C0685"/>
    <w:rsid w:val="003C2301"/>
    <w:rsid w:val="003C2CB6"/>
    <w:rsid w:val="003C6F06"/>
    <w:rsid w:val="003D051C"/>
    <w:rsid w:val="003D26D0"/>
    <w:rsid w:val="003D4342"/>
    <w:rsid w:val="003D7010"/>
    <w:rsid w:val="003D7EE2"/>
    <w:rsid w:val="003E04FC"/>
    <w:rsid w:val="003E4089"/>
    <w:rsid w:val="003E4A9C"/>
    <w:rsid w:val="003E6B1D"/>
    <w:rsid w:val="003E77CA"/>
    <w:rsid w:val="003E7F80"/>
    <w:rsid w:val="003F0CCE"/>
    <w:rsid w:val="003F1825"/>
    <w:rsid w:val="003F1A1A"/>
    <w:rsid w:val="003F2D97"/>
    <w:rsid w:val="003F42BA"/>
    <w:rsid w:val="003F46CD"/>
    <w:rsid w:val="003F48C9"/>
    <w:rsid w:val="003F62F5"/>
    <w:rsid w:val="003F70A3"/>
    <w:rsid w:val="00400FB5"/>
    <w:rsid w:val="004012C5"/>
    <w:rsid w:val="004044AC"/>
    <w:rsid w:val="00404CEB"/>
    <w:rsid w:val="00407773"/>
    <w:rsid w:val="00411C84"/>
    <w:rsid w:val="00413D56"/>
    <w:rsid w:val="00415BCB"/>
    <w:rsid w:val="00417085"/>
    <w:rsid w:val="00421F35"/>
    <w:rsid w:val="0042215D"/>
    <w:rsid w:val="00422516"/>
    <w:rsid w:val="004225A3"/>
    <w:rsid w:val="00423BE9"/>
    <w:rsid w:val="00424F4E"/>
    <w:rsid w:val="00432192"/>
    <w:rsid w:val="00434276"/>
    <w:rsid w:val="00446091"/>
    <w:rsid w:val="00446278"/>
    <w:rsid w:val="00454592"/>
    <w:rsid w:val="00457EFC"/>
    <w:rsid w:val="00461049"/>
    <w:rsid w:val="004640C5"/>
    <w:rsid w:val="00470CD2"/>
    <w:rsid w:val="00475E24"/>
    <w:rsid w:val="0047704C"/>
    <w:rsid w:val="0047794D"/>
    <w:rsid w:val="00477E3D"/>
    <w:rsid w:val="00482950"/>
    <w:rsid w:val="00483EA5"/>
    <w:rsid w:val="00484F8C"/>
    <w:rsid w:val="00486F33"/>
    <w:rsid w:val="00492A17"/>
    <w:rsid w:val="00493017"/>
    <w:rsid w:val="00494B08"/>
    <w:rsid w:val="00494CFB"/>
    <w:rsid w:val="00494DD0"/>
    <w:rsid w:val="004954F9"/>
    <w:rsid w:val="00496935"/>
    <w:rsid w:val="004A0F82"/>
    <w:rsid w:val="004B00E9"/>
    <w:rsid w:val="004B0595"/>
    <w:rsid w:val="004B1D9C"/>
    <w:rsid w:val="004C1F0E"/>
    <w:rsid w:val="004C5916"/>
    <w:rsid w:val="004C5D0B"/>
    <w:rsid w:val="004C7D84"/>
    <w:rsid w:val="004D076B"/>
    <w:rsid w:val="004D2113"/>
    <w:rsid w:val="004D78B2"/>
    <w:rsid w:val="004E024E"/>
    <w:rsid w:val="004E04DA"/>
    <w:rsid w:val="004E5EFC"/>
    <w:rsid w:val="004E6A2D"/>
    <w:rsid w:val="004F0D7C"/>
    <w:rsid w:val="004F1B20"/>
    <w:rsid w:val="004F3947"/>
    <w:rsid w:val="004F7316"/>
    <w:rsid w:val="0050072D"/>
    <w:rsid w:val="00500752"/>
    <w:rsid w:val="005008B7"/>
    <w:rsid w:val="00501F42"/>
    <w:rsid w:val="00503CB2"/>
    <w:rsid w:val="005062B3"/>
    <w:rsid w:val="00514735"/>
    <w:rsid w:val="0051612C"/>
    <w:rsid w:val="00517124"/>
    <w:rsid w:val="0052126C"/>
    <w:rsid w:val="00523770"/>
    <w:rsid w:val="00524043"/>
    <w:rsid w:val="005248B8"/>
    <w:rsid w:val="00525BAF"/>
    <w:rsid w:val="005261FB"/>
    <w:rsid w:val="00532736"/>
    <w:rsid w:val="00532DD8"/>
    <w:rsid w:val="00532EDC"/>
    <w:rsid w:val="00534C1A"/>
    <w:rsid w:val="005400F2"/>
    <w:rsid w:val="005420F2"/>
    <w:rsid w:val="00542C7E"/>
    <w:rsid w:val="00542FC9"/>
    <w:rsid w:val="0054441B"/>
    <w:rsid w:val="00545A5A"/>
    <w:rsid w:val="00547085"/>
    <w:rsid w:val="00550ED6"/>
    <w:rsid w:val="005526C7"/>
    <w:rsid w:val="0055477C"/>
    <w:rsid w:val="005550F1"/>
    <w:rsid w:val="00560C5E"/>
    <w:rsid w:val="00561F40"/>
    <w:rsid w:val="00565445"/>
    <w:rsid w:val="005654AB"/>
    <w:rsid w:val="005700AC"/>
    <w:rsid w:val="00575F17"/>
    <w:rsid w:val="00580E40"/>
    <w:rsid w:val="00582903"/>
    <w:rsid w:val="0058388B"/>
    <w:rsid w:val="00585829"/>
    <w:rsid w:val="00585D51"/>
    <w:rsid w:val="005864D4"/>
    <w:rsid w:val="00586B4A"/>
    <w:rsid w:val="005A0E3E"/>
    <w:rsid w:val="005A24BD"/>
    <w:rsid w:val="005A4F5E"/>
    <w:rsid w:val="005A684E"/>
    <w:rsid w:val="005C1563"/>
    <w:rsid w:val="005C2113"/>
    <w:rsid w:val="005D1D79"/>
    <w:rsid w:val="005D4B06"/>
    <w:rsid w:val="005D5B52"/>
    <w:rsid w:val="005D5C16"/>
    <w:rsid w:val="005E2E7E"/>
    <w:rsid w:val="005E33FA"/>
    <w:rsid w:val="005F37EE"/>
    <w:rsid w:val="005F4F9B"/>
    <w:rsid w:val="005F6A6C"/>
    <w:rsid w:val="00601525"/>
    <w:rsid w:val="00601DA4"/>
    <w:rsid w:val="006025A2"/>
    <w:rsid w:val="00605D0D"/>
    <w:rsid w:val="00613C24"/>
    <w:rsid w:val="0061760E"/>
    <w:rsid w:val="006204BC"/>
    <w:rsid w:val="00621151"/>
    <w:rsid w:val="006220A0"/>
    <w:rsid w:val="00623A97"/>
    <w:rsid w:val="00626568"/>
    <w:rsid w:val="00626981"/>
    <w:rsid w:val="0063241C"/>
    <w:rsid w:val="00632433"/>
    <w:rsid w:val="00633F06"/>
    <w:rsid w:val="00640FDE"/>
    <w:rsid w:val="00642130"/>
    <w:rsid w:val="00645093"/>
    <w:rsid w:val="00652237"/>
    <w:rsid w:val="00654B5E"/>
    <w:rsid w:val="006554CC"/>
    <w:rsid w:val="00656E05"/>
    <w:rsid w:val="006578FB"/>
    <w:rsid w:val="006609E6"/>
    <w:rsid w:val="00663D1F"/>
    <w:rsid w:val="00664766"/>
    <w:rsid w:val="00664815"/>
    <w:rsid w:val="00670FD2"/>
    <w:rsid w:val="00671103"/>
    <w:rsid w:val="00671A8D"/>
    <w:rsid w:val="00673E95"/>
    <w:rsid w:val="00675739"/>
    <w:rsid w:val="00680F89"/>
    <w:rsid w:val="0068150C"/>
    <w:rsid w:val="006822E0"/>
    <w:rsid w:val="00682C45"/>
    <w:rsid w:val="00687261"/>
    <w:rsid w:val="00690383"/>
    <w:rsid w:val="00691602"/>
    <w:rsid w:val="00694709"/>
    <w:rsid w:val="0069562C"/>
    <w:rsid w:val="006A30BC"/>
    <w:rsid w:val="006A6B91"/>
    <w:rsid w:val="006B013C"/>
    <w:rsid w:val="006B7498"/>
    <w:rsid w:val="006D162B"/>
    <w:rsid w:val="006D2FF1"/>
    <w:rsid w:val="006D5C55"/>
    <w:rsid w:val="006D6557"/>
    <w:rsid w:val="006D6BCB"/>
    <w:rsid w:val="006D78E2"/>
    <w:rsid w:val="006E0A04"/>
    <w:rsid w:val="006E1A14"/>
    <w:rsid w:val="006E28B3"/>
    <w:rsid w:val="006E3022"/>
    <w:rsid w:val="006E3E98"/>
    <w:rsid w:val="006F2FC0"/>
    <w:rsid w:val="006F3B85"/>
    <w:rsid w:val="006F6706"/>
    <w:rsid w:val="0070202C"/>
    <w:rsid w:val="00703D6E"/>
    <w:rsid w:val="0070421B"/>
    <w:rsid w:val="00704D86"/>
    <w:rsid w:val="00706C7D"/>
    <w:rsid w:val="00707DB3"/>
    <w:rsid w:val="00713FD6"/>
    <w:rsid w:val="00715728"/>
    <w:rsid w:val="0072043C"/>
    <w:rsid w:val="00720F2B"/>
    <w:rsid w:val="0072450A"/>
    <w:rsid w:val="00724F51"/>
    <w:rsid w:val="0072529F"/>
    <w:rsid w:val="007253CC"/>
    <w:rsid w:val="00731E22"/>
    <w:rsid w:val="0073284B"/>
    <w:rsid w:val="00737745"/>
    <w:rsid w:val="0074194B"/>
    <w:rsid w:val="00744D98"/>
    <w:rsid w:val="0074664D"/>
    <w:rsid w:val="0074775E"/>
    <w:rsid w:val="00747DC8"/>
    <w:rsid w:val="00750BEA"/>
    <w:rsid w:val="0075401C"/>
    <w:rsid w:val="007543A8"/>
    <w:rsid w:val="0075489A"/>
    <w:rsid w:val="007553CB"/>
    <w:rsid w:val="00760527"/>
    <w:rsid w:val="0076371B"/>
    <w:rsid w:val="00766FAF"/>
    <w:rsid w:val="00771728"/>
    <w:rsid w:val="007720A4"/>
    <w:rsid w:val="007720C1"/>
    <w:rsid w:val="007852F5"/>
    <w:rsid w:val="007925F2"/>
    <w:rsid w:val="007969B0"/>
    <w:rsid w:val="00797354"/>
    <w:rsid w:val="007A00A4"/>
    <w:rsid w:val="007A31B2"/>
    <w:rsid w:val="007A6B56"/>
    <w:rsid w:val="007B473F"/>
    <w:rsid w:val="007B51FF"/>
    <w:rsid w:val="007B5F4A"/>
    <w:rsid w:val="007B730F"/>
    <w:rsid w:val="007C1080"/>
    <w:rsid w:val="007C239A"/>
    <w:rsid w:val="007C72D3"/>
    <w:rsid w:val="007C7B67"/>
    <w:rsid w:val="007D19E0"/>
    <w:rsid w:val="007D1C26"/>
    <w:rsid w:val="007D27C6"/>
    <w:rsid w:val="007D70AD"/>
    <w:rsid w:val="007E02A6"/>
    <w:rsid w:val="007E1E30"/>
    <w:rsid w:val="007E21FC"/>
    <w:rsid w:val="007E2A76"/>
    <w:rsid w:val="007E2EB4"/>
    <w:rsid w:val="007E3C72"/>
    <w:rsid w:val="007E3E23"/>
    <w:rsid w:val="007E40D8"/>
    <w:rsid w:val="007E41E5"/>
    <w:rsid w:val="007E4C67"/>
    <w:rsid w:val="007E7813"/>
    <w:rsid w:val="00806A38"/>
    <w:rsid w:val="00811E00"/>
    <w:rsid w:val="00811F85"/>
    <w:rsid w:val="00817769"/>
    <w:rsid w:val="0081780B"/>
    <w:rsid w:val="00817C1F"/>
    <w:rsid w:val="0082180B"/>
    <w:rsid w:val="00830B36"/>
    <w:rsid w:val="00832684"/>
    <w:rsid w:val="00832C20"/>
    <w:rsid w:val="008401BD"/>
    <w:rsid w:val="00841D05"/>
    <w:rsid w:val="00843EE1"/>
    <w:rsid w:val="00853AF0"/>
    <w:rsid w:val="008619E0"/>
    <w:rsid w:val="00862E20"/>
    <w:rsid w:val="00863C02"/>
    <w:rsid w:val="008643AA"/>
    <w:rsid w:val="00867D6F"/>
    <w:rsid w:val="00872C35"/>
    <w:rsid w:val="0087454A"/>
    <w:rsid w:val="00876B3C"/>
    <w:rsid w:val="00876F1C"/>
    <w:rsid w:val="00885B8D"/>
    <w:rsid w:val="00891644"/>
    <w:rsid w:val="00893394"/>
    <w:rsid w:val="00897959"/>
    <w:rsid w:val="008A1C49"/>
    <w:rsid w:val="008A1EE2"/>
    <w:rsid w:val="008A3453"/>
    <w:rsid w:val="008A386F"/>
    <w:rsid w:val="008A4070"/>
    <w:rsid w:val="008A59A3"/>
    <w:rsid w:val="008A7933"/>
    <w:rsid w:val="008B0592"/>
    <w:rsid w:val="008B1869"/>
    <w:rsid w:val="008B5683"/>
    <w:rsid w:val="008B58BF"/>
    <w:rsid w:val="008B7E27"/>
    <w:rsid w:val="008C1729"/>
    <w:rsid w:val="008C2005"/>
    <w:rsid w:val="008C232F"/>
    <w:rsid w:val="008C658A"/>
    <w:rsid w:val="008C79CE"/>
    <w:rsid w:val="008D05F5"/>
    <w:rsid w:val="008D110E"/>
    <w:rsid w:val="008D1484"/>
    <w:rsid w:val="008D2EBF"/>
    <w:rsid w:val="008E16CE"/>
    <w:rsid w:val="008E6628"/>
    <w:rsid w:val="008F0C70"/>
    <w:rsid w:val="008F2CE5"/>
    <w:rsid w:val="008F4B62"/>
    <w:rsid w:val="0090121E"/>
    <w:rsid w:val="009033C3"/>
    <w:rsid w:val="00904F78"/>
    <w:rsid w:val="00914A57"/>
    <w:rsid w:val="00914BF8"/>
    <w:rsid w:val="009212EE"/>
    <w:rsid w:val="00923A41"/>
    <w:rsid w:val="00923DF7"/>
    <w:rsid w:val="00924D58"/>
    <w:rsid w:val="00927211"/>
    <w:rsid w:val="009274BD"/>
    <w:rsid w:val="00931C4E"/>
    <w:rsid w:val="00932A6C"/>
    <w:rsid w:val="009335FA"/>
    <w:rsid w:val="00933B26"/>
    <w:rsid w:val="009378C2"/>
    <w:rsid w:val="00937CD9"/>
    <w:rsid w:val="0094175D"/>
    <w:rsid w:val="009417FA"/>
    <w:rsid w:val="00943508"/>
    <w:rsid w:val="00944476"/>
    <w:rsid w:val="0094687A"/>
    <w:rsid w:val="009474A2"/>
    <w:rsid w:val="009520C3"/>
    <w:rsid w:val="00955637"/>
    <w:rsid w:val="009576A0"/>
    <w:rsid w:val="009578D8"/>
    <w:rsid w:val="00957B97"/>
    <w:rsid w:val="009711E6"/>
    <w:rsid w:val="00971377"/>
    <w:rsid w:val="00972F97"/>
    <w:rsid w:val="00975795"/>
    <w:rsid w:val="009801D0"/>
    <w:rsid w:val="00987EC5"/>
    <w:rsid w:val="0099006A"/>
    <w:rsid w:val="00990FB7"/>
    <w:rsid w:val="00992A9D"/>
    <w:rsid w:val="00993B08"/>
    <w:rsid w:val="00993E70"/>
    <w:rsid w:val="0099680E"/>
    <w:rsid w:val="009B0828"/>
    <w:rsid w:val="009B1018"/>
    <w:rsid w:val="009B5139"/>
    <w:rsid w:val="009B5741"/>
    <w:rsid w:val="009C49E0"/>
    <w:rsid w:val="009D18DA"/>
    <w:rsid w:val="009D2708"/>
    <w:rsid w:val="009D6AC5"/>
    <w:rsid w:val="009E2F5B"/>
    <w:rsid w:val="009F05C7"/>
    <w:rsid w:val="009F12F2"/>
    <w:rsid w:val="009F16E3"/>
    <w:rsid w:val="009F1BDB"/>
    <w:rsid w:val="009F42A5"/>
    <w:rsid w:val="00A003E3"/>
    <w:rsid w:val="00A037CE"/>
    <w:rsid w:val="00A03906"/>
    <w:rsid w:val="00A061CB"/>
    <w:rsid w:val="00A0769F"/>
    <w:rsid w:val="00A079E8"/>
    <w:rsid w:val="00A1148D"/>
    <w:rsid w:val="00A138F5"/>
    <w:rsid w:val="00A17958"/>
    <w:rsid w:val="00A2289C"/>
    <w:rsid w:val="00A2769F"/>
    <w:rsid w:val="00A3010C"/>
    <w:rsid w:val="00A30159"/>
    <w:rsid w:val="00A320F8"/>
    <w:rsid w:val="00A334A2"/>
    <w:rsid w:val="00A34A88"/>
    <w:rsid w:val="00A36233"/>
    <w:rsid w:val="00A37DAC"/>
    <w:rsid w:val="00A37ED7"/>
    <w:rsid w:val="00A44049"/>
    <w:rsid w:val="00A44DF6"/>
    <w:rsid w:val="00A455ED"/>
    <w:rsid w:val="00A46A55"/>
    <w:rsid w:val="00A475EE"/>
    <w:rsid w:val="00A50193"/>
    <w:rsid w:val="00A51051"/>
    <w:rsid w:val="00A51BCF"/>
    <w:rsid w:val="00A526DB"/>
    <w:rsid w:val="00A53E6D"/>
    <w:rsid w:val="00A5417B"/>
    <w:rsid w:val="00A64EDE"/>
    <w:rsid w:val="00A70C58"/>
    <w:rsid w:val="00A74F55"/>
    <w:rsid w:val="00A750F3"/>
    <w:rsid w:val="00A83400"/>
    <w:rsid w:val="00A839E4"/>
    <w:rsid w:val="00A96B09"/>
    <w:rsid w:val="00A97273"/>
    <w:rsid w:val="00AA1707"/>
    <w:rsid w:val="00AA30F9"/>
    <w:rsid w:val="00AA315B"/>
    <w:rsid w:val="00AA388D"/>
    <w:rsid w:val="00AA3B87"/>
    <w:rsid w:val="00AA5078"/>
    <w:rsid w:val="00AA6363"/>
    <w:rsid w:val="00AA7EC9"/>
    <w:rsid w:val="00AB2836"/>
    <w:rsid w:val="00AB6E93"/>
    <w:rsid w:val="00AB7CA2"/>
    <w:rsid w:val="00AD72DD"/>
    <w:rsid w:val="00AD7A0E"/>
    <w:rsid w:val="00AE03C0"/>
    <w:rsid w:val="00AE1BE1"/>
    <w:rsid w:val="00AE415E"/>
    <w:rsid w:val="00AE5993"/>
    <w:rsid w:val="00AE5FA2"/>
    <w:rsid w:val="00AF0FBA"/>
    <w:rsid w:val="00AF14C8"/>
    <w:rsid w:val="00AF1CB2"/>
    <w:rsid w:val="00AF4F45"/>
    <w:rsid w:val="00AF687C"/>
    <w:rsid w:val="00AF6E1B"/>
    <w:rsid w:val="00B0316C"/>
    <w:rsid w:val="00B06B75"/>
    <w:rsid w:val="00B07DA7"/>
    <w:rsid w:val="00B1236F"/>
    <w:rsid w:val="00B15864"/>
    <w:rsid w:val="00B163D2"/>
    <w:rsid w:val="00B17807"/>
    <w:rsid w:val="00B23EC6"/>
    <w:rsid w:val="00B31046"/>
    <w:rsid w:val="00B322FA"/>
    <w:rsid w:val="00B333E1"/>
    <w:rsid w:val="00B3464C"/>
    <w:rsid w:val="00B346E7"/>
    <w:rsid w:val="00B3741D"/>
    <w:rsid w:val="00B40CFC"/>
    <w:rsid w:val="00B40DF4"/>
    <w:rsid w:val="00B41C02"/>
    <w:rsid w:val="00B4261A"/>
    <w:rsid w:val="00B436D4"/>
    <w:rsid w:val="00B4420E"/>
    <w:rsid w:val="00B601D0"/>
    <w:rsid w:val="00B605C8"/>
    <w:rsid w:val="00B61033"/>
    <w:rsid w:val="00B615C9"/>
    <w:rsid w:val="00B62D42"/>
    <w:rsid w:val="00B639B4"/>
    <w:rsid w:val="00B66A5B"/>
    <w:rsid w:val="00B72DE1"/>
    <w:rsid w:val="00B75F16"/>
    <w:rsid w:val="00B77A26"/>
    <w:rsid w:val="00B81805"/>
    <w:rsid w:val="00B8235B"/>
    <w:rsid w:val="00B83078"/>
    <w:rsid w:val="00B83A4F"/>
    <w:rsid w:val="00B903B3"/>
    <w:rsid w:val="00B92FB7"/>
    <w:rsid w:val="00B93132"/>
    <w:rsid w:val="00B93B36"/>
    <w:rsid w:val="00B94BEF"/>
    <w:rsid w:val="00B968E4"/>
    <w:rsid w:val="00B9723E"/>
    <w:rsid w:val="00BA0522"/>
    <w:rsid w:val="00BA18B2"/>
    <w:rsid w:val="00BA4007"/>
    <w:rsid w:val="00BA600C"/>
    <w:rsid w:val="00BA6DA9"/>
    <w:rsid w:val="00BA7B7D"/>
    <w:rsid w:val="00BA7D5A"/>
    <w:rsid w:val="00BB2F71"/>
    <w:rsid w:val="00BC018B"/>
    <w:rsid w:val="00BC04FB"/>
    <w:rsid w:val="00BC303A"/>
    <w:rsid w:val="00BC4E9D"/>
    <w:rsid w:val="00BD26E1"/>
    <w:rsid w:val="00BD2FAC"/>
    <w:rsid w:val="00BD709D"/>
    <w:rsid w:val="00BE2396"/>
    <w:rsid w:val="00BE46B0"/>
    <w:rsid w:val="00BE5021"/>
    <w:rsid w:val="00BE69C6"/>
    <w:rsid w:val="00BF0223"/>
    <w:rsid w:val="00BF1981"/>
    <w:rsid w:val="00BF4514"/>
    <w:rsid w:val="00BF4C9D"/>
    <w:rsid w:val="00BF4EF0"/>
    <w:rsid w:val="00BF63A0"/>
    <w:rsid w:val="00BF6594"/>
    <w:rsid w:val="00BF6FEA"/>
    <w:rsid w:val="00BF7FAA"/>
    <w:rsid w:val="00C029D9"/>
    <w:rsid w:val="00C04FC4"/>
    <w:rsid w:val="00C05755"/>
    <w:rsid w:val="00C104D8"/>
    <w:rsid w:val="00C10BF2"/>
    <w:rsid w:val="00C121B1"/>
    <w:rsid w:val="00C138FE"/>
    <w:rsid w:val="00C14331"/>
    <w:rsid w:val="00C14C80"/>
    <w:rsid w:val="00C16E23"/>
    <w:rsid w:val="00C207BF"/>
    <w:rsid w:val="00C207D3"/>
    <w:rsid w:val="00C22102"/>
    <w:rsid w:val="00C238AF"/>
    <w:rsid w:val="00C239A4"/>
    <w:rsid w:val="00C23D35"/>
    <w:rsid w:val="00C2498F"/>
    <w:rsid w:val="00C26963"/>
    <w:rsid w:val="00C3014F"/>
    <w:rsid w:val="00C30381"/>
    <w:rsid w:val="00C33410"/>
    <w:rsid w:val="00C3777B"/>
    <w:rsid w:val="00C4304A"/>
    <w:rsid w:val="00C44074"/>
    <w:rsid w:val="00C444A3"/>
    <w:rsid w:val="00C466F3"/>
    <w:rsid w:val="00C47FE7"/>
    <w:rsid w:val="00C5779D"/>
    <w:rsid w:val="00C6193D"/>
    <w:rsid w:val="00C61BE4"/>
    <w:rsid w:val="00C62065"/>
    <w:rsid w:val="00C624F5"/>
    <w:rsid w:val="00C70AC8"/>
    <w:rsid w:val="00C730F5"/>
    <w:rsid w:val="00C77A55"/>
    <w:rsid w:val="00C81316"/>
    <w:rsid w:val="00C8390C"/>
    <w:rsid w:val="00C83C1E"/>
    <w:rsid w:val="00C84F72"/>
    <w:rsid w:val="00C919D1"/>
    <w:rsid w:val="00C92360"/>
    <w:rsid w:val="00C92AAC"/>
    <w:rsid w:val="00C93DDE"/>
    <w:rsid w:val="00C95176"/>
    <w:rsid w:val="00C95C36"/>
    <w:rsid w:val="00C966BC"/>
    <w:rsid w:val="00CA3200"/>
    <w:rsid w:val="00CA5018"/>
    <w:rsid w:val="00CA5371"/>
    <w:rsid w:val="00CA6E39"/>
    <w:rsid w:val="00CB0E99"/>
    <w:rsid w:val="00CB1E8B"/>
    <w:rsid w:val="00CB5995"/>
    <w:rsid w:val="00CC70BB"/>
    <w:rsid w:val="00CD02C8"/>
    <w:rsid w:val="00CD1182"/>
    <w:rsid w:val="00CD24EA"/>
    <w:rsid w:val="00CD2E66"/>
    <w:rsid w:val="00CD3582"/>
    <w:rsid w:val="00CD42A0"/>
    <w:rsid w:val="00CD58F7"/>
    <w:rsid w:val="00CD604C"/>
    <w:rsid w:val="00CD6C9E"/>
    <w:rsid w:val="00CE10A5"/>
    <w:rsid w:val="00CE2BC8"/>
    <w:rsid w:val="00CE3D51"/>
    <w:rsid w:val="00CE482D"/>
    <w:rsid w:val="00CF1100"/>
    <w:rsid w:val="00CF1884"/>
    <w:rsid w:val="00CF3CB5"/>
    <w:rsid w:val="00CF78DE"/>
    <w:rsid w:val="00D0154A"/>
    <w:rsid w:val="00D02323"/>
    <w:rsid w:val="00D0293E"/>
    <w:rsid w:val="00D04DDC"/>
    <w:rsid w:val="00D069BF"/>
    <w:rsid w:val="00D10143"/>
    <w:rsid w:val="00D13108"/>
    <w:rsid w:val="00D138BE"/>
    <w:rsid w:val="00D1395A"/>
    <w:rsid w:val="00D14DD2"/>
    <w:rsid w:val="00D1734C"/>
    <w:rsid w:val="00D20320"/>
    <w:rsid w:val="00D2118B"/>
    <w:rsid w:val="00D30645"/>
    <w:rsid w:val="00D4186C"/>
    <w:rsid w:val="00D4317F"/>
    <w:rsid w:val="00D44DF0"/>
    <w:rsid w:val="00D4781D"/>
    <w:rsid w:val="00D515D1"/>
    <w:rsid w:val="00D54BAF"/>
    <w:rsid w:val="00D5572D"/>
    <w:rsid w:val="00D60DF6"/>
    <w:rsid w:val="00D6155B"/>
    <w:rsid w:val="00D6158D"/>
    <w:rsid w:val="00D61955"/>
    <w:rsid w:val="00D64AB2"/>
    <w:rsid w:val="00D65251"/>
    <w:rsid w:val="00D653C4"/>
    <w:rsid w:val="00D71F3A"/>
    <w:rsid w:val="00D73A4A"/>
    <w:rsid w:val="00D7749D"/>
    <w:rsid w:val="00D80E6D"/>
    <w:rsid w:val="00D8236E"/>
    <w:rsid w:val="00D830AB"/>
    <w:rsid w:val="00D83400"/>
    <w:rsid w:val="00D85AC3"/>
    <w:rsid w:val="00D8730E"/>
    <w:rsid w:val="00D874B2"/>
    <w:rsid w:val="00D95F3B"/>
    <w:rsid w:val="00D962D5"/>
    <w:rsid w:val="00D97304"/>
    <w:rsid w:val="00DA0D70"/>
    <w:rsid w:val="00DA2CB8"/>
    <w:rsid w:val="00DA3830"/>
    <w:rsid w:val="00DA5D29"/>
    <w:rsid w:val="00DB04EB"/>
    <w:rsid w:val="00DB18C4"/>
    <w:rsid w:val="00DB1E8E"/>
    <w:rsid w:val="00DB567B"/>
    <w:rsid w:val="00DB774D"/>
    <w:rsid w:val="00DC21E2"/>
    <w:rsid w:val="00DC4264"/>
    <w:rsid w:val="00DC775F"/>
    <w:rsid w:val="00DD39A0"/>
    <w:rsid w:val="00DD484C"/>
    <w:rsid w:val="00DD48F1"/>
    <w:rsid w:val="00DD4B38"/>
    <w:rsid w:val="00DD63AE"/>
    <w:rsid w:val="00DD69DE"/>
    <w:rsid w:val="00DD7D05"/>
    <w:rsid w:val="00DE0107"/>
    <w:rsid w:val="00DE36ED"/>
    <w:rsid w:val="00DE37A3"/>
    <w:rsid w:val="00DE4A80"/>
    <w:rsid w:val="00DE6645"/>
    <w:rsid w:val="00DF1E84"/>
    <w:rsid w:val="00DF4539"/>
    <w:rsid w:val="00DF4CC1"/>
    <w:rsid w:val="00DF5EB8"/>
    <w:rsid w:val="00DF7577"/>
    <w:rsid w:val="00DF7E36"/>
    <w:rsid w:val="00DF7E91"/>
    <w:rsid w:val="00E00842"/>
    <w:rsid w:val="00E00A7F"/>
    <w:rsid w:val="00E0114F"/>
    <w:rsid w:val="00E0221D"/>
    <w:rsid w:val="00E02C4F"/>
    <w:rsid w:val="00E03D2E"/>
    <w:rsid w:val="00E069FB"/>
    <w:rsid w:val="00E07DD9"/>
    <w:rsid w:val="00E12F34"/>
    <w:rsid w:val="00E2535A"/>
    <w:rsid w:val="00E27F7A"/>
    <w:rsid w:val="00E316E4"/>
    <w:rsid w:val="00E32C85"/>
    <w:rsid w:val="00E33733"/>
    <w:rsid w:val="00E3598C"/>
    <w:rsid w:val="00E373F1"/>
    <w:rsid w:val="00E37906"/>
    <w:rsid w:val="00E41701"/>
    <w:rsid w:val="00E50543"/>
    <w:rsid w:val="00E60E90"/>
    <w:rsid w:val="00E62ECD"/>
    <w:rsid w:val="00E64C31"/>
    <w:rsid w:val="00E6723B"/>
    <w:rsid w:val="00E67BF2"/>
    <w:rsid w:val="00E67C6E"/>
    <w:rsid w:val="00E712B9"/>
    <w:rsid w:val="00E7164E"/>
    <w:rsid w:val="00E72A63"/>
    <w:rsid w:val="00E90FB8"/>
    <w:rsid w:val="00E94981"/>
    <w:rsid w:val="00E976CE"/>
    <w:rsid w:val="00E97C05"/>
    <w:rsid w:val="00EA026A"/>
    <w:rsid w:val="00EA077C"/>
    <w:rsid w:val="00EA1666"/>
    <w:rsid w:val="00EA2F5B"/>
    <w:rsid w:val="00EA3A81"/>
    <w:rsid w:val="00EA4A3A"/>
    <w:rsid w:val="00EA5C74"/>
    <w:rsid w:val="00EB0628"/>
    <w:rsid w:val="00EB2AB9"/>
    <w:rsid w:val="00EB2FA8"/>
    <w:rsid w:val="00EB47E7"/>
    <w:rsid w:val="00EB4CA3"/>
    <w:rsid w:val="00EB6092"/>
    <w:rsid w:val="00EC1116"/>
    <w:rsid w:val="00EC7B84"/>
    <w:rsid w:val="00ED1B18"/>
    <w:rsid w:val="00ED25D1"/>
    <w:rsid w:val="00ED2D4E"/>
    <w:rsid w:val="00ED5516"/>
    <w:rsid w:val="00EE26AB"/>
    <w:rsid w:val="00EE3F08"/>
    <w:rsid w:val="00EE78A2"/>
    <w:rsid w:val="00EF21CB"/>
    <w:rsid w:val="00EF2CDD"/>
    <w:rsid w:val="00EF5BAF"/>
    <w:rsid w:val="00EF5D22"/>
    <w:rsid w:val="00EF73F4"/>
    <w:rsid w:val="00F00576"/>
    <w:rsid w:val="00F055BF"/>
    <w:rsid w:val="00F05709"/>
    <w:rsid w:val="00F12F2E"/>
    <w:rsid w:val="00F131B6"/>
    <w:rsid w:val="00F17435"/>
    <w:rsid w:val="00F21549"/>
    <w:rsid w:val="00F22BF1"/>
    <w:rsid w:val="00F2466E"/>
    <w:rsid w:val="00F24CEB"/>
    <w:rsid w:val="00F33521"/>
    <w:rsid w:val="00F34C4F"/>
    <w:rsid w:val="00F37169"/>
    <w:rsid w:val="00F4168B"/>
    <w:rsid w:val="00F44571"/>
    <w:rsid w:val="00F55BE5"/>
    <w:rsid w:val="00F60F11"/>
    <w:rsid w:val="00F6218D"/>
    <w:rsid w:val="00F647FD"/>
    <w:rsid w:val="00F71609"/>
    <w:rsid w:val="00F7305D"/>
    <w:rsid w:val="00F81094"/>
    <w:rsid w:val="00F81B38"/>
    <w:rsid w:val="00F82025"/>
    <w:rsid w:val="00F87249"/>
    <w:rsid w:val="00F87D4A"/>
    <w:rsid w:val="00F902E7"/>
    <w:rsid w:val="00F90E48"/>
    <w:rsid w:val="00F95ACD"/>
    <w:rsid w:val="00F965F5"/>
    <w:rsid w:val="00F97E1E"/>
    <w:rsid w:val="00FA0DED"/>
    <w:rsid w:val="00FA11E2"/>
    <w:rsid w:val="00FA50FF"/>
    <w:rsid w:val="00FA7BF0"/>
    <w:rsid w:val="00FB067F"/>
    <w:rsid w:val="00FB363E"/>
    <w:rsid w:val="00FB4399"/>
    <w:rsid w:val="00FB68F7"/>
    <w:rsid w:val="00FC0A70"/>
    <w:rsid w:val="00FC0C63"/>
    <w:rsid w:val="00FC2EE2"/>
    <w:rsid w:val="00FC4937"/>
    <w:rsid w:val="00FC4BA2"/>
    <w:rsid w:val="00FC4BF2"/>
    <w:rsid w:val="00FC6C79"/>
    <w:rsid w:val="00FD517B"/>
    <w:rsid w:val="00FD554C"/>
    <w:rsid w:val="00FD634D"/>
    <w:rsid w:val="00FD7CD1"/>
    <w:rsid w:val="00FE2509"/>
    <w:rsid w:val="00FE592D"/>
    <w:rsid w:val="00FE7FBD"/>
    <w:rsid w:val="00FF3944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8017341"/>
  <w15:docId w15:val="{DE8D4491-7474-415B-8DA7-A0E91646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7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E4C67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a"/>
    <w:next w:val="a"/>
    <w:link w:val="30"/>
    <w:rsid w:val="00C104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26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74664D"/>
    <w:rPr>
      <w:rFonts w:ascii="Tahoma" w:hAnsi="Tahoma" w:cs="Tahoma" w:hint="default"/>
      <w:strike w:val="0"/>
      <w:dstrike w:val="0"/>
      <w:color w:val="0000FF"/>
      <w:u w:val="none"/>
      <w:effect w:val="none"/>
    </w:rPr>
  </w:style>
  <w:style w:type="paragraph" w:styleId="TOC3">
    <w:name w:val="toc 3"/>
    <w:basedOn w:val="a"/>
    <w:next w:val="a"/>
    <w:autoRedefine/>
    <w:uiPriority w:val="39"/>
    <w:rsid w:val="00335A8C"/>
    <w:pPr>
      <w:tabs>
        <w:tab w:val="right" w:leader="dot" w:pos="8834"/>
      </w:tabs>
      <w:adjustRightInd w:val="0"/>
      <w:snapToGrid w:val="0"/>
      <w:spacing w:line="360" w:lineRule="auto"/>
      <w:ind w:left="210" w:firstLineChars="200" w:firstLine="480"/>
    </w:pPr>
    <w:rPr>
      <w:rFonts w:ascii="宋体" w:hAnsi="宋体"/>
      <w:noProof/>
      <w:sz w:val="24"/>
    </w:rPr>
  </w:style>
  <w:style w:type="paragraph" w:styleId="TOC1">
    <w:name w:val="toc 1"/>
    <w:basedOn w:val="a"/>
    <w:next w:val="a"/>
    <w:uiPriority w:val="39"/>
    <w:rsid w:val="00DD63AE"/>
    <w:pPr>
      <w:spacing w:line="300" w:lineRule="auto"/>
      <w:jc w:val="left"/>
    </w:pPr>
    <w:rPr>
      <w:rFonts w:cs="Arial"/>
      <w:bCs/>
      <w:sz w:val="24"/>
    </w:rPr>
  </w:style>
  <w:style w:type="paragraph" w:styleId="TOC2">
    <w:name w:val="toc 2"/>
    <w:basedOn w:val="a"/>
    <w:next w:val="a"/>
    <w:autoRedefine/>
    <w:uiPriority w:val="39"/>
    <w:rsid w:val="00335A8C"/>
    <w:pPr>
      <w:tabs>
        <w:tab w:val="right" w:leader="dot" w:pos="8834"/>
      </w:tabs>
      <w:ind w:firstLineChars="100" w:firstLine="241"/>
    </w:pPr>
    <w:rPr>
      <w:rFonts w:ascii="宋体" w:hAnsi="宋体"/>
      <w:b/>
      <w:bCs/>
      <w:noProof/>
      <w:sz w:val="24"/>
    </w:rPr>
  </w:style>
  <w:style w:type="paragraph" w:styleId="TOC4">
    <w:name w:val="toc 4"/>
    <w:basedOn w:val="a"/>
    <w:next w:val="a"/>
    <w:autoRedefine/>
    <w:semiHidden/>
    <w:rsid w:val="00A839E4"/>
    <w:pPr>
      <w:ind w:left="42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151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8"/>
    <w:uiPriority w:val="99"/>
    <w:rsid w:val="00151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  <w:rsid w:val="001519AF"/>
  </w:style>
  <w:style w:type="paragraph" w:styleId="aa">
    <w:name w:val="Body Text"/>
    <w:basedOn w:val="a"/>
    <w:rsid w:val="00FB4399"/>
    <w:pPr>
      <w:spacing w:line="440" w:lineRule="exact"/>
      <w:jc w:val="left"/>
    </w:pPr>
    <w:rPr>
      <w:sz w:val="24"/>
    </w:rPr>
  </w:style>
  <w:style w:type="paragraph" w:styleId="ab">
    <w:name w:val="Body Text Indent"/>
    <w:basedOn w:val="a"/>
    <w:rsid w:val="00FB4399"/>
    <w:pPr>
      <w:spacing w:line="520" w:lineRule="exact"/>
      <w:ind w:firstLineChars="200" w:firstLine="480"/>
    </w:pPr>
    <w:rPr>
      <w:rFonts w:ascii="宋体" w:hAnsi="宋体"/>
      <w:sz w:val="24"/>
    </w:rPr>
  </w:style>
  <w:style w:type="paragraph" w:styleId="ac">
    <w:name w:val="Document Map"/>
    <w:basedOn w:val="a"/>
    <w:semiHidden/>
    <w:rsid w:val="003E7F80"/>
    <w:pPr>
      <w:shd w:val="clear" w:color="auto" w:fill="000080"/>
    </w:pPr>
  </w:style>
  <w:style w:type="character" w:customStyle="1" w:styleId="1Char">
    <w:name w:val="1论文正文的 Char"/>
    <w:link w:val="11"/>
    <w:rsid w:val="0081780B"/>
    <w:rPr>
      <w:rFonts w:eastAsia="宋体"/>
      <w:kern w:val="2"/>
      <w:sz w:val="24"/>
      <w:szCs w:val="24"/>
      <w:lang w:val="en-US" w:eastAsia="zh-CN" w:bidi="ar-SA"/>
    </w:rPr>
  </w:style>
  <w:style w:type="paragraph" w:customStyle="1" w:styleId="11">
    <w:name w:val="1论文正文的"/>
    <w:basedOn w:val="a"/>
    <w:link w:val="1Char"/>
    <w:rsid w:val="004225A3"/>
    <w:pPr>
      <w:spacing w:line="440" w:lineRule="exact"/>
      <w:ind w:firstLineChars="200" w:firstLine="480"/>
    </w:pPr>
    <w:rPr>
      <w:sz w:val="24"/>
    </w:rPr>
  </w:style>
  <w:style w:type="paragraph" w:customStyle="1" w:styleId="12">
    <w:name w:val="1图标表格的"/>
    <w:basedOn w:val="a"/>
    <w:rsid w:val="004225A3"/>
    <w:pPr>
      <w:spacing w:beforeLines="50" w:before="156" w:afterLines="50" w:after="156"/>
      <w:jc w:val="center"/>
    </w:pPr>
    <w:rPr>
      <w:szCs w:val="21"/>
    </w:rPr>
  </w:style>
  <w:style w:type="paragraph" w:styleId="TOC5">
    <w:name w:val="toc 5"/>
    <w:basedOn w:val="a"/>
    <w:next w:val="a"/>
    <w:autoRedefine/>
    <w:semiHidden/>
    <w:rsid w:val="00FC0C63"/>
    <w:pPr>
      <w:ind w:left="630"/>
      <w:jc w:val="left"/>
    </w:pPr>
    <w:rPr>
      <w:sz w:val="20"/>
      <w:szCs w:val="20"/>
    </w:rPr>
  </w:style>
  <w:style w:type="paragraph" w:styleId="2">
    <w:name w:val="Body Text Indent 2"/>
    <w:basedOn w:val="a"/>
    <w:rsid w:val="0058388B"/>
    <w:pPr>
      <w:spacing w:after="120" w:line="480" w:lineRule="auto"/>
      <w:ind w:leftChars="200" w:left="420" w:firstLineChars="200" w:firstLine="200"/>
    </w:pPr>
    <w:rPr>
      <w:sz w:val="24"/>
    </w:rPr>
  </w:style>
  <w:style w:type="paragraph" w:styleId="TOC6">
    <w:name w:val="toc 6"/>
    <w:basedOn w:val="a"/>
    <w:next w:val="a"/>
    <w:autoRedefine/>
    <w:semiHidden/>
    <w:rsid w:val="00FC0C63"/>
    <w:pPr>
      <w:ind w:left="840"/>
      <w:jc w:val="left"/>
    </w:pPr>
    <w:rPr>
      <w:sz w:val="20"/>
      <w:szCs w:val="20"/>
    </w:rPr>
  </w:style>
  <w:style w:type="paragraph" w:styleId="TOC7">
    <w:name w:val="toc 7"/>
    <w:basedOn w:val="a"/>
    <w:next w:val="a"/>
    <w:autoRedefine/>
    <w:semiHidden/>
    <w:rsid w:val="00FC0C63"/>
    <w:pPr>
      <w:ind w:left="1050"/>
      <w:jc w:val="left"/>
    </w:pPr>
    <w:rPr>
      <w:sz w:val="20"/>
      <w:szCs w:val="20"/>
    </w:rPr>
  </w:style>
  <w:style w:type="paragraph" w:styleId="TOC8">
    <w:name w:val="toc 8"/>
    <w:basedOn w:val="a"/>
    <w:next w:val="a"/>
    <w:autoRedefine/>
    <w:semiHidden/>
    <w:rsid w:val="00FC0C63"/>
    <w:pPr>
      <w:ind w:left="1260"/>
      <w:jc w:val="left"/>
    </w:pPr>
    <w:rPr>
      <w:sz w:val="20"/>
      <w:szCs w:val="20"/>
    </w:rPr>
  </w:style>
  <w:style w:type="paragraph" w:styleId="TOC9">
    <w:name w:val="toc 9"/>
    <w:basedOn w:val="a"/>
    <w:next w:val="a"/>
    <w:autoRedefine/>
    <w:semiHidden/>
    <w:rsid w:val="00FC0C63"/>
    <w:pPr>
      <w:ind w:left="1470"/>
      <w:jc w:val="left"/>
    </w:pPr>
    <w:rPr>
      <w:sz w:val="20"/>
      <w:szCs w:val="20"/>
    </w:rPr>
  </w:style>
  <w:style w:type="paragraph" w:styleId="ad">
    <w:name w:val="Normal Indent"/>
    <w:basedOn w:val="a"/>
    <w:rsid w:val="00706C7D"/>
    <w:pPr>
      <w:adjustRightInd w:val="0"/>
      <w:spacing w:line="360" w:lineRule="auto"/>
      <w:ind w:firstLineChars="200" w:firstLine="420"/>
      <w:jc w:val="left"/>
      <w:textAlignment w:val="baseline"/>
    </w:pPr>
    <w:rPr>
      <w:kern w:val="0"/>
      <w:sz w:val="24"/>
      <w:szCs w:val="20"/>
    </w:rPr>
  </w:style>
  <w:style w:type="paragraph" w:styleId="ae">
    <w:name w:val="Balloon Text"/>
    <w:basedOn w:val="a"/>
    <w:semiHidden/>
    <w:rsid w:val="00ED5516"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B148D"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B148D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7E4C67"/>
    <w:rPr>
      <w:rFonts w:eastAsia="黑体"/>
      <w:b/>
      <w:bCs/>
      <w:kern w:val="44"/>
      <w:sz w:val="32"/>
      <w:szCs w:val="44"/>
    </w:rPr>
  </w:style>
  <w:style w:type="paragraph" w:customStyle="1" w:styleId="20">
    <w:name w:val="标题2"/>
    <w:basedOn w:val="3"/>
    <w:link w:val="2Char"/>
    <w:qFormat/>
    <w:rsid w:val="00C104D8"/>
    <w:rPr>
      <w:rFonts w:ascii="黑体" w:eastAsia="黑体" w:hAnsi="黑体"/>
      <w:sz w:val="28"/>
      <w:szCs w:val="28"/>
    </w:rPr>
  </w:style>
  <w:style w:type="table" w:styleId="31">
    <w:name w:val="Table List 3"/>
    <w:basedOn w:val="a1"/>
    <w:rsid w:val="00BF6594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2">
    <w:name w:val="标题3"/>
    <w:basedOn w:val="a"/>
    <w:link w:val="3Char"/>
    <w:qFormat/>
    <w:rsid w:val="005261FB"/>
    <w:pPr>
      <w:spacing w:line="640" w:lineRule="exact"/>
    </w:pPr>
    <w:rPr>
      <w:rFonts w:ascii="宋体" w:hAnsi="宋体"/>
      <w:b/>
      <w:sz w:val="24"/>
    </w:rPr>
  </w:style>
  <w:style w:type="table" w:styleId="af">
    <w:name w:val="Light Shading"/>
    <w:basedOn w:val="a1"/>
    <w:uiPriority w:val="60"/>
    <w:rsid w:val="00BF659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3">
    <w:name w:val="Table Simple 1"/>
    <w:basedOn w:val="a1"/>
    <w:rsid w:val="00BF6594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332">
    <w:name w:val="样式 标题 3 + 黑体 四号 行距: 固定值 32 磅"/>
    <w:basedOn w:val="3"/>
    <w:rsid w:val="00C104D8"/>
    <w:pPr>
      <w:spacing w:line="640" w:lineRule="exact"/>
    </w:pPr>
    <w:rPr>
      <w:rFonts w:ascii="黑体" w:hAnsi="黑体" w:cs="宋体"/>
      <w:sz w:val="24"/>
      <w:szCs w:val="20"/>
    </w:rPr>
  </w:style>
  <w:style w:type="character" w:customStyle="1" w:styleId="30">
    <w:name w:val="标题 3 字符"/>
    <w:basedOn w:val="a0"/>
    <w:link w:val="3"/>
    <w:rsid w:val="00C104D8"/>
    <w:rPr>
      <w:b/>
      <w:bCs/>
      <w:kern w:val="2"/>
      <w:sz w:val="32"/>
      <w:szCs w:val="32"/>
    </w:rPr>
  </w:style>
  <w:style w:type="character" w:customStyle="1" w:styleId="2Char">
    <w:name w:val="标题2 Char"/>
    <w:basedOn w:val="30"/>
    <w:link w:val="20"/>
    <w:rsid w:val="00C104D8"/>
    <w:rPr>
      <w:rFonts w:ascii="黑体" w:eastAsia="黑体" w:hAnsi="黑体"/>
      <w:b/>
      <w:bCs/>
      <w:kern w:val="2"/>
      <w:sz w:val="28"/>
      <w:szCs w:val="28"/>
    </w:rPr>
  </w:style>
  <w:style w:type="character" w:customStyle="1" w:styleId="3Char">
    <w:name w:val="标题3 Char"/>
    <w:basedOn w:val="a0"/>
    <w:link w:val="32"/>
    <w:rsid w:val="005261FB"/>
    <w:rPr>
      <w:rFonts w:ascii="宋体" w:hAnsi="宋体"/>
      <w:b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2C30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bc\&#26700;&#38754;\0522&#20110;&#19996;&#19996;&#20462;&#25913;&#26368;&#32456;&#29256;ok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C6D1-0FF0-4D13-AB48-39F47217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0522于东东修改最终版ok.dot</Template>
  <TotalTime>58</TotalTime>
  <Pages>20</Pages>
  <Words>817</Words>
  <Characters>4658</Characters>
  <Application>Microsoft Office Word</Application>
  <DocSecurity>0</DocSecurity>
  <Lines>38</Lines>
  <Paragraphs>10</Paragraphs>
  <ScaleCrop>false</ScaleCrop>
  <Company>BIT</Company>
  <LinksUpToDate>false</LinksUpToDate>
  <CharactersWithSpaces>5465</CharactersWithSpaces>
  <SharedDoc>false</SharedDoc>
  <HLinks>
    <vt:vector size="60" baseType="variant"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_Toc230171464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_Toc230171463</vt:lpwstr>
      </vt:variant>
      <vt:variant>
        <vt:i4>1179697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_Toc230171462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_Toc230171459</vt:lpwstr>
      </vt:variant>
      <vt:variant>
        <vt:i4>1507377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_Toc230171430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_Toc230171429</vt:lpwstr>
      </vt:variant>
      <vt:variant>
        <vt:i4>1441841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_Toc230171428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_Toc230171427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_Toc230171426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_Toc230171425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摘 要</dc:title>
  <dc:creator>MC SYSTEM</dc:creator>
  <cp:lastModifiedBy>hp R</cp:lastModifiedBy>
  <cp:revision>8</cp:revision>
  <cp:lastPrinted>2011-03-29T06:38:00Z</cp:lastPrinted>
  <dcterms:created xsi:type="dcterms:W3CDTF">2022-10-21T07:59:00Z</dcterms:created>
  <dcterms:modified xsi:type="dcterms:W3CDTF">2022-11-24T00:47:00Z</dcterms:modified>
</cp:coreProperties>
</file>